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115EE" w14:textId="433E99F3" w:rsidR="00E42708" w:rsidRDefault="00C805C2" w:rsidP="00A86120">
      <w:pPr>
        <w:spacing w:after="0" w:line="240" w:lineRule="auto"/>
        <w:rPr>
          <w:rFonts w:cs="Arial"/>
          <w:b/>
          <w:noProof/>
          <w:color w:val="595959" w:themeColor="text1" w:themeTint="A6"/>
          <w:sz w:val="48"/>
          <w:szCs w:val="32"/>
        </w:rPr>
      </w:pPr>
      <w:bookmarkStart w:id="0" w:name="_Toc514844113"/>
      <w:bookmarkStart w:id="1" w:name="_Toc514844351"/>
      <w:bookmarkStart w:id="2" w:name="_Toc514852214"/>
      <w:bookmarkStart w:id="3" w:name="_Toc516132378"/>
      <w:bookmarkStart w:id="4" w:name="_Toc519496219"/>
      <w:r w:rsidRPr="009B4459">
        <w:rPr>
          <w:rFonts w:cs="Arial"/>
          <w:b/>
          <w:noProof/>
          <w:color w:val="595959" w:themeColor="text1" w:themeTint="A6"/>
          <w:sz w:val="48"/>
          <w:szCs w:val="32"/>
        </w:rPr>
        <w:drawing>
          <wp:anchor distT="0" distB="0" distL="114300" distR="114300" simplePos="0" relativeHeight="251591680" behindDoc="1" locked="0" layoutInCell="1" allowOverlap="1" wp14:anchorId="0429AEE4" wp14:editId="3BA5AC37">
            <wp:simplePos x="0" y="0"/>
            <wp:positionH relativeFrom="column">
              <wp:posOffset>6248320</wp:posOffset>
            </wp:positionH>
            <wp:positionV relativeFrom="paragraph">
              <wp:posOffset>-23495</wp:posOffset>
            </wp:positionV>
            <wp:extent cx="3051891" cy="423528"/>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51891" cy="423528"/>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73768B">
        <w:rPr>
          <w:rFonts w:cs="Arial"/>
          <w:b/>
          <w:noProof/>
          <w:color w:val="595959" w:themeColor="text1" w:themeTint="A6"/>
          <w:sz w:val="48"/>
          <w:szCs w:val="32"/>
        </w:rPr>
        <w:t xml:space="preserve">MARKETING SWOT ANALYSIS </w:t>
      </w:r>
      <w:r w:rsidR="00C7462E">
        <w:rPr>
          <w:rFonts w:cs="Arial"/>
          <w:b/>
          <w:noProof/>
          <w:color w:val="595959" w:themeColor="text1" w:themeTint="A6"/>
          <w:sz w:val="48"/>
          <w:szCs w:val="32"/>
        </w:rPr>
        <w:t>TEMPLATE</w:t>
      </w:r>
    </w:p>
    <w:p w14:paraId="5D56E07B" w14:textId="6668B553" w:rsidR="00B44E07" w:rsidRPr="003958CD" w:rsidRDefault="00A86120" w:rsidP="00E42708">
      <w:pPr>
        <w:spacing w:after="0" w:line="240" w:lineRule="auto"/>
        <w:rPr>
          <w:rFonts w:cs="Arial"/>
          <w:bCs/>
          <w:noProof/>
          <w:color w:val="595959" w:themeColor="text1" w:themeTint="A6"/>
          <w:sz w:val="15"/>
          <w:szCs w:val="15"/>
        </w:rPr>
      </w:pPr>
      <w:r>
        <w:rPr>
          <w:rFonts w:cs="Arial"/>
          <w:b/>
          <w:noProof/>
          <w:color w:val="595959" w:themeColor="text1" w:themeTint="A6"/>
          <w:sz w:val="48"/>
          <w:szCs w:val="32"/>
        </w:rPr>
        <w:t xml:space="preserve"> </w:t>
      </w:r>
    </w:p>
    <w:bookmarkStart w:id="5" w:name="_Hlk536359931"/>
    <w:p w14:paraId="7C0927D5" w14:textId="1F86816E" w:rsidR="00B639C7" w:rsidRDefault="00E42708" w:rsidP="00A86120">
      <w:pPr>
        <w:spacing w:after="0" w:line="240" w:lineRule="auto"/>
        <w:rPr>
          <w:rFonts w:cs="Arial"/>
          <w:b/>
          <w:noProof/>
          <w:color w:val="595959" w:themeColor="text1" w:themeTint="A6"/>
          <w:sz w:val="48"/>
          <w:szCs w:val="32"/>
        </w:rPr>
      </w:pPr>
      <w:r w:rsidRPr="00A86120">
        <w:rPr>
          <w:noProof/>
          <w:sz w:val="18"/>
          <w:szCs w:val="21"/>
        </w:rPr>
        <mc:AlternateContent>
          <mc:Choice Requires="wps">
            <w:drawing>
              <wp:anchor distT="0" distB="0" distL="114300" distR="114300" simplePos="0" relativeHeight="251684864" behindDoc="1" locked="0" layoutInCell="1" allowOverlap="1" wp14:anchorId="1A2843F8" wp14:editId="64BD1250">
                <wp:simplePos x="0" y="0"/>
                <wp:positionH relativeFrom="column">
                  <wp:posOffset>-796</wp:posOffset>
                </wp:positionH>
                <wp:positionV relativeFrom="paragraph">
                  <wp:posOffset>64770</wp:posOffset>
                </wp:positionV>
                <wp:extent cx="9271635" cy="2662177"/>
                <wp:effectExtent l="0" t="0" r="0" b="5080"/>
                <wp:wrapNone/>
                <wp:docPr id="530231196" name="Rectangle 530231196"/>
                <wp:cNvGraphicFramePr/>
                <a:graphic xmlns:a="http://schemas.openxmlformats.org/drawingml/2006/main">
                  <a:graphicData uri="http://schemas.microsoft.com/office/word/2010/wordprocessingShape">
                    <wps:wsp>
                      <wps:cNvSpPr/>
                      <wps:spPr>
                        <a:xfrm>
                          <a:off x="0" y="0"/>
                          <a:ext cx="9271635" cy="2662177"/>
                        </a:xfrm>
                        <a:prstGeom prst="rect">
                          <a:avLst/>
                        </a:prstGeom>
                        <a:solidFill>
                          <a:srgbClr val="E4EF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52E3BD" id="Rectangle 530231196" o:spid="_x0000_s1026" style="position:absolute;margin-left:-.05pt;margin-top:5.1pt;width:730.05pt;height:209.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" fillcolor="#e4efef" stroked="f" strokeweight="1pt"/>
            </w:pict>
          </mc:Fallback>
        </mc:AlternateContent>
      </w:r>
      <w:r w:rsidR="0073768B">
        <w:rPr>
          <w:noProof/>
          <w:sz w:val="18"/>
          <w:szCs w:val="21"/>
        </w:rPr>
        <mc:AlternateContent>
          <mc:Choice Requires="wpg">
            <w:drawing>
              <wp:anchor distT="0" distB="0" distL="114300" distR="114300" simplePos="0" relativeHeight="251696128" behindDoc="0" locked="0" layoutInCell="1" allowOverlap="1" wp14:anchorId="0CB8878A" wp14:editId="568D0E13">
                <wp:simplePos x="0" y="0"/>
                <wp:positionH relativeFrom="column">
                  <wp:posOffset>6735670</wp:posOffset>
                </wp:positionH>
                <wp:positionV relativeFrom="paragraph">
                  <wp:posOffset>122643</wp:posOffset>
                </wp:positionV>
                <wp:extent cx="2480246" cy="2493133"/>
                <wp:effectExtent l="0" t="0" r="0" b="0"/>
                <wp:wrapNone/>
                <wp:docPr id="971262549" name="Group 49"/>
                <wp:cNvGraphicFramePr/>
                <a:graphic xmlns:a="http://schemas.openxmlformats.org/drawingml/2006/main">
                  <a:graphicData uri="http://schemas.microsoft.com/office/word/2010/wordprocessingGroup">
                    <wpg:wgp>
                      <wpg:cNvGrpSpPr/>
                      <wpg:grpSpPr>
                        <a:xfrm>
                          <a:off x="0" y="0"/>
                          <a:ext cx="2480246" cy="2493133"/>
                          <a:chOff x="0" y="0"/>
                          <a:chExt cx="1554480" cy="1562735"/>
                        </a:xfrm>
                        <a:effectLst/>
                      </wpg:grpSpPr>
                      <wpg:grpSp>
                        <wpg:cNvPr id="1108697842" name="Group 1"/>
                        <wpg:cNvGrpSpPr/>
                        <wpg:grpSpPr>
                          <a:xfrm>
                            <a:off x="0" y="0"/>
                            <a:ext cx="1554480" cy="1562735"/>
                            <a:chOff x="0" y="-9085"/>
                            <a:chExt cx="1679486" cy="1676997"/>
                          </a:xfrm>
                        </wpg:grpSpPr>
                        <wps:wsp>
                          <wps:cNvPr id="337519325" name="Rectangle 337519325"/>
                          <wps:cNvSpPr/>
                          <wps:spPr>
                            <a:xfrm>
                              <a:off x="856526" y="844952"/>
                              <a:ext cx="822960" cy="822960"/>
                            </a:xfrm>
                            <a:prstGeom prst="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8891721" name="Rectangle 1308891721"/>
                          <wps:cNvSpPr/>
                          <wps:spPr>
                            <a:xfrm>
                              <a:off x="0" y="844952"/>
                              <a:ext cx="822960" cy="822960"/>
                            </a:xfrm>
                            <a:prstGeom prst="rect">
                              <a:avLst/>
                            </a:prstGeom>
                            <a:solidFill>
                              <a:srgbClr val="D0CE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710766" name="Rectangle 124710766"/>
                          <wps:cNvSpPr/>
                          <wps:spPr>
                            <a:xfrm>
                              <a:off x="856526" y="-9085"/>
                              <a:ext cx="822960" cy="822960"/>
                            </a:xfrm>
                            <a:prstGeom prst="rect">
                              <a:avLst/>
                            </a:prstGeom>
                            <a:solidFill>
                              <a:schemeClr val="accent4">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9555461" name="Rectangle 1989555461"/>
                          <wps:cNvSpPr/>
                          <wps:spPr>
                            <a:xfrm>
                              <a:off x="0" y="-9085"/>
                              <a:ext cx="822960" cy="822960"/>
                            </a:xfrm>
                            <a:prstGeom prst="rect">
                              <a:avLst/>
                            </a:prstGeom>
                            <a:solidFill>
                              <a:srgbClr val="DDDB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95607337" name="Freeform 1"/>
                        <wps:cNvSpPr/>
                        <wps:spPr>
                          <a:xfrm>
                            <a:off x="219919" y="185195"/>
                            <a:ext cx="342900" cy="476250"/>
                          </a:xfrm>
                          <a:custGeom>
                            <a:avLst/>
                            <a:gdLst>
                              <a:gd name="connsiteX0" fmla="*/ 107632 w 107632"/>
                              <a:gd name="connsiteY0" fmla="*/ 42863 h 149542"/>
                              <a:gd name="connsiteX1" fmla="*/ 85725 w 107632"/>
                              <a:gd name="connsiteY1" fmla="*/ 42863 h 149542"/>
                              <a:gd name="connsiteX2" fmla="*/ 65722 w 107632"/>
                              <a:gd name="connsiteY2" fmla="*/ 20955 h 149542"/>
                              <a:gd name="connsiteX3" fmla="*/ 48577 w 107632"/>
                              <a:gd name="connsiteY3" fmla="*/ 25717 h 149542"/>
                              <a:gd name="connsiteX4" fmla="*/ 42863 w 107632"/>
                              <a:gd name="connsiteY4" fmla="*/ 39052 h 149542"/>
                              <a:gd name="connsiteX5" fmla="*/ 74295 w 107632"/>
                              <a:gd name="connsiteY5" fmla="*/ 64770 h 149542"/>
                              <a:gd name="connsiteX6" fmla="*/ 103822 w 107632"/>
                              <a:gd name="connsiteY6" fmla="*/ 87630 h 149542"/>
                              <a:gd name="connsiteX7" fmla="*/ 107632 w 107632"/>
                              <a:gd name="connsiteY7" fmla="*/ 106680 h 149542"/>
                              <a:gd name="connsiteX8" fmla="*/ 95250 w 107632"/>
                              <a:gd name="connsiteY8" fmla="*/ 137160 h 149542"/>
                              <a:gd name="connsiteX9" fmla="*/ 64770 w 107632"/>
                              <a:gd name="connsiteY9" fmla="*/ 149542 h 149542"/>
                              <a:gd name="connsiteX10" fmla="*/ 42863 w 107632"/>
                              <a:gd name="connsiteY10" fmla="*/ 149542 h 149542"/>
                              <a:gd name="connsiteX11" fmla="*/ 0 w 107632"/>
                              <a:gd name="connsiteY11" fmla="*/ 106680 h 149542"/>
                              <a:gd name="connsiteX12" fmla="*/ 21907 w 107632"/>
                              <a:gd name="connsiteY12" fmla="*/ 106680 h 149542"/>
                              <a:gd name="connsiteX13" fmla="*/ 41910 w 107632"/>
                              <a:gd name="connsiteY13" fmla="*/ 128588 h 149542"/>
                              <a:gd name="connsiteX14" fmla="*/ 59055 w 107632"/>
                              <a:gd name="connsiteY14" fmla="*/ 123825 h 149542"/>
                              <a:gd name="connsiteX15" fmla="*/ 64770 w 107632"/>
                              <a:gd name="connsiteY15" fmla="*/ 110490 h 149542"/>
                              <a:gd name="connsiteX16" fmla="*/ 33338 w 107632"/>
                              <a:gd name="connsiteY16" fmla="*/ 84772 h 149542"/>
                              <a:gd name="connsiteX17" fmla="*/ 3810 w 107632"/>
                              <a:gd name="connsiteY17" fmla="*/ 61913 h 149542"/>
                              <a:gd name="connsiteX18" fmla="*/ 0 w 107632"/>
                              <a:gd name="connsiteY18" fmla="*/ 42863 h 149542"/>
                              <a:gd name="connsiteX19" fmla="*/ 12382 w 107632"/>
                              <a:gd name="connsiteY19" fmla="*/ 12383 h 149542"/>
                              <a:gd name="connsiteX20" fmla="*/ 42863 w 107632"/>
                              <a:gd name="connsiteY20" fmla="*/ 0 h 149542"/>
                              <a:gd name="connsiteX21" fmla="*/ 64770 w 107632"/>
                              <a:gd name="connsiteY21" fmla="*/ 0 h 149542"/>
                              <a:gd name="connsiteX22" fmla="*/ 107632 w 107632"/>
                              <a:gd name="connsiteY22" fmla="*/ 42863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632" h="149542">
                                <a:moveTo>
                                  <a:pt x="107632" y="42863"/>
                                </a:moveTo>
                                <a:lnTo>
                                  <a:pt x="85725" y="42863"/>
                                </a:lnTo>
                                <a:cubicBezTo>
                                  <a:pt x="83820" y="28575"/>
                                  <a:pt x="77152" y="20955"/>
                                  <a:pt x="65722" y="20955"/>
                                </a:cubicBezTo>
                                <a:cubicBezTo>
                                  <a:pt x="58102" y="20955"/>
                                  <a:pt x="52388" y="22860"/>
                                  <a:pt x="48577" y="25717"/>
                                </a:cubicBezTo>
                                <a:cubicBezTo>
                                  <a:pt x="44767" y="28575"/>
                                  <a:pt x="42863" y="33338"/>
                                  <a:pt x="42863" y="39052"/>
                                </a:cubicBezTo>
                                <a:cubicBezTo>
                                  <a:pt x="42863" y="45720"/>
                                  <a:pt x="53340" y="54292"/>
                                  <a:pt x="74295" y="64770"/>
                                </a:cubicBezTo>
                                <a:cubicBezTo>
                                  <a:pt x="91440" y="74295"/>
                                  <a:pt x="100965" y="81915"/>
                                  <a:pt x="103822" y="87630"/>
                                </a:cubicBezTo>
                                <a:cubicBezTo>
                                  <a:pt x="106680" y="93345"/>
                                  <a:pt x="107632" y="100013"/>
                                  <a:pt x="107632" y="106680"/>
                                </a:cubicBezTo>
                                <a:cubicBezTo>
                                  <a:pt x="107632" y="118110"/>
                                  <a:pt x="103822" y="128588"/>
                                  <a:pt x="95250" y="137160"/>
                                </a:cubicBezTo>
                                <a:cubicBezTo>
                                  <a:pt x="86677" y="145733"/>
                                  <a:pt x="76200" y="149542"/>
                                  <a:pt x="64770" y="149542"/>
                                </a:cubicBezTo>
                                <a:lnTo>
                                  <a:pt x="42863" y="149542"/>
                                </a:lnTo>
                                <a:cubicBezTo>
                                  <a:pt x="14288" y="149542"/>
                                  <a:pt x="0" y="135255"/>
                                  <a:pt x="0" y="106680"/>
                                </a:cubicBezTo>
                                <a:lnTo>
                                  <a:pt x="21907" y="106680"/>
                                </a:lnTo>
                                <a:cubicBezTo>
                                  <a:pt x="23813" y="120967"/>
                                  <a:pt x="30480" y="128588"/>
                                  <a:pt x="41910" y="128588"/>
                                </a:cubicBezTo>
                                <a:cubicBezTo>
                                  <a:pt x="49530" y="128588"/>
                                  <a:pt x="55245" y="126683"/>
                                  <a:pt x="59055" y="123825"/>
                                </a:cubicBezTo>
                                <a:cubicBezTo>
                                  <a:pt x="62865" y="120967"/>
                                  <a:pt x="64770" y="116205"/>
                                  <a:pt x="64770" y="110490"/>
                                </a:cubicBezTo>
                                <a:cubicBezTo>
                                  <a:pt x="64770" y="104775"/>
                                  <a:pt x="54292" y="96202"/>
                                  <a:pt x="33338" y="84772"/>
                                </a:cubicBezTo>
                                <a:cubicBezTo>
                                  <a:pt x="16192" y="75247"/>
                                  <a:pt x="6667" y="67627"/>
                                  <a:pt x="3810" y="61913"/>
                                </a:cubicBezTo>
                                <a:cubicBezTo>
                                  <a:pt x="952" y="56197"/>
                                  <a:pt x="0" y="49530"/>
                                  <a:pt x="0" y="42863"/>
                                </a:cubicBezTo>
                                <a:cubicBezTo>
                                  <a:pt x="0" y="31433"/>
                                  <a:pt x="3810" y="20955"/>
                                  <a:pt x="12382" y="12383"/>
                                </a:cubicBezTo>
                                <a:cubicBezTo>
                                  <a:pt x="20955" y="3810"/>
                                  <a:pt x="31432" y="0"/>
                                  <a:pt x="42863" y="0"/>
                                </a:cubicBezTo>
                                <a:lnTo>
                                  <a:pt x="64770" y="0"/>
                                </a:lnTo>
                                <a:cubicBezTo>
                                  <a:pt x="91440" y="0"/>
                                  <a:pt x="105727" y="14288"/>
                                  <a:pt x="107632" y="42863"/>
                                </a:cubicBezTo>
                                <a:close/>
                              </a:path>
                            </a:pathLst>
                          </a:custGeom>
                          <a:solidFill>
                            <a:schemeClr val="bg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2006499" name="Freeform 1"/>
                        <wps:cNvSpPr/>
                        <wps:spPr>
                          <a:xfrm>
                            <a:off x="844951" y="196770"/>
                            <a:ext cx="651510" cy="455930"/>
                          </a:xfrm>
                          <a:custGeom>
                            <a:avLst/>
                            <a:gdLst>
                              <a:gd name="connsiteX0" fmla="*/ 0 w 216217"/>
                              <a:gd name="connsiteY0" fmla="*/ 0 h 151447"/>
                              <a:gd name="connsiteX1" fmla="*/ 42863 w 216217"/>
                              <a:gd name="connsiteY1" fmla="*/ 0 h 151447"/>
                              <a:gd name="connsiteX2" fmla="*/ 42863 w 216217"/>
                              <a:gd name="connsiteY2" fmla="*/ 129540 h 151447"/>
                              <a:gd name="connsiteX3" fmla="*/ 64770 w 216217"/>
                              <a:gd name="connsiteY3" fmla="*/ 129540 h 151447"/>
                              <a:gd name="connsiteX4" fmla="*/ 80010 w 216217"/>
                              <a:gd name="connsiteY4" fmla="*/ 122873 h 151447"/>
                              <a:gd name="connsiteX5" fmla="*/ 86678 w 216217"/>
                              <a:gd name="connsiteY5" fmla="*/ 107633 h 151447"/>
                              <a:gd name="connsiteX6" fmla="*/ 86678 w 216217"/>
                              <a:gd name="connsiteY6" fmla="*/ 0 h 151447"/>
                              <a:gd name="connsiteX7" fmla="*/ 129540 w 216217"/>
                              <a:gd name="connsiteY7" fmla="*/ 0 h 151447"/>
                              <a:gd name="connsiteX8" fmla="*/ 129540 w 216217"/>
                              <a:gd name="connsiteY8" fmla="*/ 129540 h 151447"/>
                              <a:gd name="connsiteX9" fmla="*/ 151447 w 216217"/>
                              <a:gd name="connsiteY9" fmla="*/ 129540 h 151447"/>
                              <a:gd name="connsiteX10" fmla="*/ 166688 w 216217"/>
                              <a:gd name="connsiteY10" fmla="*/ 122873 h 151447"/>
                              <a:gd name="connsiteX11" fmla="*/ 173355 w 216217"/>
                              <a:gd name="connsiteY11" fmla="*/ 107633 h 151447"/>
                              <a:gd name="connsiteX12" fmla="*/ 173355 w 216217"/>
                              <a:gd name="connsiteY12" fmla="*/ 0 h 151447"/>
                              <a:gd name="connsiteX13" fmla="*/ 216218 w 216217"/>
                              <a:gd name="connsiteY13" fmla="*/ 0 h 151447"/>
                              <a:gd name="connsiteX14" fmla="*/ 216218 w 216217"/>
                              <a:gd name="connsiteY14" fmla="*/ 77152 h 151447"/>
                              <a:gd name="connsiteX15" fmla="*/ 194310 w 216217"/>
                              <a:gd name="connsiteY15" fmla="*/ 129540 h 151447"/>
                              <a:gd name="connsiteX16" fmla="*/ 141922 w 216217"/>
                              <a:gd name="connsiteY16" fmla="*/ 151448 h 151447"/>
                              <a:gd name="connsiteX17" fmla="*/ 85725 w 216217"/>
                              <a:gd name="connsiteY17" fmla="*/ 151448 h 151447"/>
                              <a:gd name="connsiteX18" fmla="*/ 85725 w 216217"/>
                              <a:gd name="connsiteY18" fmla="*/ 144780 h 151447"/>
                              <a:gd name="connsiteX19" fmla="*/ 55245 w 216217"/>
                              <a:gd name="connsiteY19" fmla="*/ 151448 h 151447"/>
                              <a:gd name="connsiteX20" fmla="*/ 0 w 216217"/>
                              <a:gd name="connsiteY20" fmla="*/ 151448 h 151447"/>
                              <a:gd name="connsiteX21" fmla="*/ 0 w 216217"/>
                              <a:gd name="connsiteY21" fmla="*/ 0 h 1514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216217" h="151447">
                                <a:moveTo>
                                  <a:pt x="0" y="0"/>
                                </a:moveTo>
                                <a:lnTo>
                                  <a:pt x="42863" y="0"/>
                                </a:lnTo>
                                <a:lnTo>
                                  <a:pt x="42863" y="129540"/>
                                </a:lnTo>
                                <a:lnTo>
                                  <a:pt x="64770" y="129540"/>
                                </a:lnTo>
                                <a:cubicBezTo>
                                  <a:pt x="70485" y="129540"/>
                                  <a:pt x="76200" y="127635"/>
                                  <a:pt x="80010" y="122873"/>
                                </a:cubicBezTo>
                                <a:cubicBezTo>
                                  <a:pt x="83820" y="118110"/>
                                  <a:pt x="86678" y="113348"/>
                                  <a:pt x="86678" y="107633"/>
                                </a:cubicBezTo>
                                <a:lnTo>
                                  <a:pt x="86678" y="0"/>
                                </a:lnTo>
                                <a:lnTo>
                                  <a:pt x="129540" y="0"/>
                                </a:lnTo>
                                <a:lnTo>
                                  <a:pt x="129540" y="129540"/>
                                </a:lnTo>
                                <a:lnTo>
                                  <a:pt x="151447" y="129540"/>
                                </a:lnTo>
                                <a:cubicBezTo>
                                  <a:pt x="157163" y="129540"/>
                                  <a:pt x="161925" y="127635"/>
                                  <a:pt x="166688" y="122873"/>
                                </a:cubicBezTo>
                                <a:cubicBezTo>
                                  <a:pt x="170497" y="118110"/>
                                  <a:pt x="173355" y="113348"/>
                                  <a:pt x="173355" y="107633"/>
                                </a:cubicBezTo>
                                <a:lnTo>
                                  <a:pt x="173355" y="0"/>
                                </a:lnTo>
                                <a:lnTo>
                                  <a:pt x="216218" y="0"/>
                                </a:lnTo>
                                <a:lnTo>
                                  <a:pt x="216218" y="77152"/>
                                </a:lnTo>
                                <a:cubicBezTo>
                                  <a:pt x="216218" y="97155"/>
                                  <a:pt x="208597" y="114300"/>
                                  <a:pt x="194310" y="129540"/>
                                </a:cubicBezTo>
                                <a:cubicBezTo>
                                  <a:pt x="180022" y="143827"/>
                                  <a:pt x="162878" y="151448"/>
                                  <a:pt x="141922" y="151448"/>
                                </a:cubicBezTo>
                                <a:lnTo>
                                  <a:pt x="85725" y="151448"/>
                                </a:lnTo>
                                <a:lnTo>
                                  <a:pt x="85725" y="144780"/>
                                </a:lnTo>
                                <a:cubicBezTo>
                                  <a:pt x="77153" y="149542"/>
                                  <a:pt x="67628" y="151448"/>
                                  <a:pt x="55245" y="151448"/>
                                </a:cubicBezTo>
                                <a:lnTo>
                                  <a:pt x="0" y="151448"/>
                                </a:lnTo>
                                <a:lnTo>
                                  <a:pt x="0" y="0"/>
                                </a:lnTo>
                                <a:close/>
                              </a:path>
                            </a:pathLst>
                          </a:custGeom>
                          <a:solidFill>
                            <a:schemeClr val="bg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2130032" name="Freeform 1"/>
                        <wps:cNvSpPr/>
                        <wps:spPr>
                          <a:xfrm>
                            <a:off x="196769" y="960699"/>
                            <a:ext cx="387322" cy="498401"/>
                          </a:xfrm>
                          <a:custGeom>
                            <a:avLst/>
                            <a:gdLst>
                              <a:gd name="connsiteX0" fmla="*/ 42863 w 128587"/>
                              <a:gd name="connsiteY0" fmla="*/ 0 h 150495"/>
                              <a:gd name="connsiteX1" fmla="*/ 85725 w 128587"/>
                              <a:gd name="connsiteY1" fmla="*/ 0 h 150495"/>
                              <a:gd name="connsiteX2" fmla="*/ 116205 w 128587"/>
                              <a:gd name="connsiteY2" fmla="*/ 12383 h 150495"/>
                              <a:gd name="connsiteX3" fmla="*/ 128588 w 128587"/>
                              <a:gd name="connsiteY3" fmla="*/ 42863 h 150495"/>
                              <a:gd name="connsiteX4" fmla="*/ 128588 w 128587"/>
                              <a:gd name="connsiteY4" fmla="*/ 107633 h 150495"/>
                              <a:gd name="connsiteX5" fmla="*/ 116205 w 128587"/>
                              <a:gd name="connsiteY5" fmla="*/ 138113 h 150495"/>
                              <a:gd name="connsiteX6" fmla="*/ 85725 w 128587"/>
                              <a:gd name="connsiteY6" fmla="*/ 150495 h 150495"/>
                              <a:gd name="connsiteX7" fmla="*/ 42863 w 128587"/>
                              <a:gd name="connsiteY7" fmla="*/ 150495 h 150495"/>
                              <a:gd name="connsiteX8" fmla="*/ 12383 w 128587"/>
                              <a:gd name="connsiteY8" fmla="*/ 138113 h 150495"/>
                              <a:gd name="connsiteX9" fmla="*/ 0 w 128587"/>
                              <a:gd name="connsiteY9" fmla="*/ 107633 h 150495"/>
                              <a:gd name="connsiteX10" fmla="*/ 0 w 128587"/>
                              <a:gd name="connsiteY10" fmla="*/ 42863 h 150495"/>
                              <a:gd name="connsiteX11" fmla="*/ 12383 w 128587"/>
                              <a:gd name="connsiteY11" fmla="*/ 12383 h 150495"/>
                              <a:gd name="connsiteX12" fmla="*/ 42863 w 128587"/>
                              <a:gd name="connsiteY12" fmla="*/ 0 h 150495"/>
                              <a:gd name="connsiteX13" fmla="*/ 42863 w 128587"/>
                              <a:gd name="connsiteY13" fmla="*/ 42863 h 150495"/>
                              <a:gd name="connsiteX14" fmla="*/ 42863 w 128587"/>
                              <a:gd name="connsiteY14" fmla="*/ 107633 h 150495"/>
                              <a:gd name="connsiteX15" fmla="*/ 49530 w 128587"/>
                              <a:gd name="connsiteY15" fmla="*/ 122872 h 150495"/>
                              <a:gd name="connsiteX16" fmla="*/ 64770 w 128587"/>
                              <a:gd name="connsiteY16" fmla="*/ 129540 h 150495"/>
                              <a:gd name="connsiteX17" fmla="*/ 80010 w 128587"/>
                              <a:gd name="connsiteY17" fmla="*/ 122872 h 150495"/>
                              <a:gd name="connsiteX18" fmla="*/ 86678 w 128587"/>
                              <a:gd name="connsiteY18" fmla="*/ 107633 h 150495"/>
                              <a:gd name="connsiteX19" fmla="*/ 86678 w 128587"/>
                              <a:gd name="connsiteY19" fmla="*/ 42863 h 150495"/>
                              <a:gd name="connsiteX20" fmla="*/ 80010 w 128587"/>
                              <a:gd name="connsiteY20" fmla="*/ 27622 h 150495"/>
                              <a:gd name="connsiteX21" fmla="*/ 64770 w 128587"/>
                              <a:gd name="connsiteY21" fmla="*/ 20955 h 150495"/>
                              <a:gd name="connsiteX22" fmla="*/ 49530 w 128587"/>
                              <a:gd name="connsiteY22" fmla="*/ 27622 h 150495"/>
                              <a:gd name="connsiteX23" fmla="*/ 42863 w 128587"/>
                              <a:gd name="connsiteY23" fmla="*/ 42863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28587" h="150495">
                                <a:moveTo>
                                  <a:pt x="42863" y="0"/>
                                </a:moveTo>
                                <a:lnTo>
                                  <a:pt x="85725" y="0"/>
                                </a:lnTo>
                                <a:cubicBezTo>
                                  <a:pt x="97155" y="0"/>
                                  <a:pt x="107633" y="3810"/>
                                  <a:pt x="116205" y="12383"/>
                                </a:cubicBezTo>
                                <a:cubicBezTo>
                                  <a:pt x="124778" y="20955"/>
                                  <a:pt x="128588" y="30480"/>
                                  <a:pt x="128588" y="42863"/>
                                </a:cubicBezTo>
                                <a:lnTo>
                                  <a:pt x="128588" y="107633"/>
                                </a:lnTo>
                                <a:cubicBezTo>
                                  <a:pt x="128588" y="119063"/>
                                  <a:pt x="124778" y="129540"/>
                                  <a:pt x="116205" y="138113"/>
                                </a:cubicBezTo>
                                <a:cubicBezTo>
                                  <a:pt x="107633" y="146685"/>
                                  <a:pt x="98108" y="150495"/>
                                  <a:pt x="85725" y="150495"/>
                                </a:cubicBezTo>
                                <a:lnTo>
                                  <a:pt x="42863" y="150495"/>
                                </a:lnTo>
                                <a:cubicBezTo>
                                  <a:pt x="31433" y="150495"/>
                                  <a:pt x="20955" y="146685"/>
                                  <a:pt x="12383" y="138113"/>
                                </a:cubicBezTo>
                                <a:cubicBezTo>
                                  <a:pt x="3810" y="129540"/>
                                  <a:pt x="0" y="119063"/>
                                  <a:pt x="0" y="107633"/>
                                </a:cubicBezTo>
                                <a:lnTo>
                                  <a:pt x="0" y="42863"/>
                                </a:lnTo>
                                <a:cubicBezTo>
                                  <a:pt x="0" y="31433"/>
                                  <a:pt x="3810" y="20955"/>
                                  <a:pt x="12383" y="12383"/>
                                </a:cubicBezTo>
                                <a:cubicBezTo>
                                  <a:pt x="20955" y="4763"/>
                                  <a:pt x="31433" y="0"/>
                                  <a:pt x="42863" y="0"/>
                                </a:cubicBezTo>
                                <a:close/>
                                <a:moveTo>
                                  <a:pt x="42863" y="42863"/>
                                </a:moveTo>
                                <a:lnTo>
                                  <a:pt x="42863" y="107633"/>
                                </a:lnTo>
                                <a:cubicBezTo>
                                  <a:pt x="42863" y="113347"/>
                                  <a:pt x="44768" y="118110"/>
                                  <a:pt x="49530" y="122872"/>
                                </a:cubicBezTo>
                                <a:cubicBezTo>
                                  <a:pt x="53340" y="127635"/>
                                  <a:pt x="59055" y="129540"/>
                                  <a:pt x="64770" y="129540"/>
                                </a:cubicBezTo>
                                <a:cubicBezTo>
                                  <a:pt x="70485" y="129540"/>
                                  <a:pt x="76200" y="127635"/>
                                  <a:pt x="80010" y="122872"/>
                                </a:cubicBezTo>
                                <a:cubicBezTo>
                                  <a:pt x="83820" y="118110"/>
                                  <a:pt x="86678" y="113347"/>
                                  <a:pt x="86678" y="107633"/>
                                </a:cubicBezTo>
                                <a:lnTo>
                                  <a:pt x="86678" y="42863"/>
                                </a:lnTo>
                                <a:cubicBezTo>
                                  <a:pt x="86678" y="37147"/>
                                  <a:pt x="84772" y="32385"/>
                                  <a:pt x="80010" y="27622"/>
                                </a:cubicBezTo>
                                <a:cubicBezTo>
                                  <a:pt x="76200" y="23813"/>
                                  <a:pt x="70485" y="20955"/>
                                  <a:pt x="64770" y="20955"/>
                                </a:cubicBezTo>
                                <a:cubicBezTo>
                                  <a:pt x="59055" y="20955"/>
                                  <a:pt x="54293" y="22860"/>
                                  <a:pt x="49530" y="27622"/>
                                </a:cubicBezTo>
                                <a:cubicBezTo>
                                  <a:pt x="45720" y="32385"/>
                                  <a:pt x="42863" y="37147"/>
                                  <a:pt x="42863" y="42863"/>
                                </a:cubicBezTo>
                                <a:close/>
                              </a:path>
                            </a:pathLst>
                          </a:custGeom>
                          <a:solidFill>
                            <a:schemeClr val="bg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9973485" name="Freeform 1"/>
                        <wps:cNvSpPr/>
                        <wps:spPr>
                          <a:xfrm>
                            <a:off x="1053296" y="879676"/>
                            <a:ext cx="262255" cy="584200"/>
                          </a:xfrm>
                          <a:custGeom>
                            <a:avLst/>
                            <a:gdLst>
                              <a:gd name="connsiteX0" fmla="*/ 22860 w 87630"/>
                              <a:gd name="connsiteY0" fmla="*/ 0 h 194309"/>
                              <a:gd name="connsiteX1" fmla="*/ 65722 w 87630"/>
                              <a:gd name="connsiteY1" fmla="*/ 0 h 194309"/>
                              <a:gd name="connsiteX2" fmla="*/ 65722 w 87630"/>
                              <a:gd name="connsiteY2" fmla="*/ 42863 h 194309"/>
                              <a:gd name="connsiteX3" fmla="*/ 87630 w 87630"/>
                              <a:gd name="connsiteY3" fmla="*/ 42863 h 194309"/>
                              <a:gd name="connsiteX4" fmla="*/ 87630 w 87630"/>
                              <a:gd name="connsiteY4" fmla="*/ 64770 h 194309"/>
                              <a:gd name="connsiteX5" fmla="*/ 65722 w 87630"/>
                              <a:gd name="connsiteY5" fmla="*/ 64770 h 194309"/>
                              <a:gd name="connsiteX6" fmla="*/ 65722 w 87630"/>
                              <a:gd name="connsiteY6" fmla="*/ 150495 h 194309"/>
                              <a:gd name="connsiteX7" fmla="*/ 72390 w 87630"/>
                              <a:gd name="connsiteY7" fmla="*/ 166688 h 194309"/>
                              <a:gd name="connsiteX8" fmla="*/ 84772 w 87630"/>
                              <a:gd name="connsiteY8" fmla="*/ 172403 h 194309"/>
                              <a:gd name="connsiteX9" fmla="*/ 86678 w 87630"/>
                              <a:gd name="connsiteY9" fmla="*/ 172403 h 194309"/>
                              <a:gd name="connsiteX10" fmla="*/ 86678 w 87630"/>
                              <a:gd name="connsiteY10" fmla="*/ 194310 h 194309"/>
                              <a:gd name="connsiteX11" fmla="*/ 64770 w 87630"/>
                              <a:gd name="connsiteY11" fmla="*/ 194310 h 194309"/>
                              <a:gd name="connsiteX12" fmla="*/ 34290 w 87630"/>
                              <a:gd name="connsiteY12" fmla="*/ 181928 h 194309"/>
                              <a:gd name="connsiteX13" fmla="*/ 21907 w 87630"/>
                              <a:gd name="connsiteY13" fmla="*/ 151447 h 194309"/>
                              <a:gd name="connsiteX14" fmla="*/ 21907 w 87630"/>
                              <a:gd name="connsiteY14" fmla="*/ 65722 h 194309"/>
                              <a:gd name="connsiteX15" fmla="*/ 0 w 87630"/>
                              <a:gd name="connsiteY15" fmla="*/ 65722 h 194309"/>
                              <a:gd name="connsiteX16" fmla="*/ 0 w 87630"/>
                              <a:gd name="connsiteY16" fmla="*/ 43815 h 194309"/>
                              <a:gd name="connsiteX17" fmla="*/ 21907 w 87630"/>
                              <a:gd name="connsiteY17" fmla="*/ 43815 h 194309"/>
                              <a:gd name="connsiteX18" fmla="*/ 22860 w 87630"/>
                              <a:gd name="connsiteY18" fmla="*/ 0 h 194309"/>
                              <a:gd name="connsiteX19" fmla="*/ 22860 w 87630"/>
                              <a:gd name="connsiteY19" fmla="*/ 0 h 1943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7630" h="194309">
                                <a:moveTo>
                                  <a:pt x="22860" y="0"/>
                                </a:moveTo>
                                <a:lnTo>
                                  <a:pt x="65722" y="0"/>
                                </a:lnTo>
                                <a:lnTo>
                                  <a:pt x="65722" y="42863"/>
                                </a:lnTo>
                                <a:lnTo>
                                  <a:pt x="87630" y="42863"/>
                                </a:lnTo>
                                <a:lnTo>
                                  <a:pt x="87630" y="64770"/>
                                </a:lnTo>
                                <a:lnTo>
                                  <a:pt x="65722" y="64770"/>
                                </a:lnTo>
                                <a:lnTo>
                                  <a:pt x="65722" y="150495"/>
                                </a:lnTo>
                                <a:cubicBezTo>
                                  <a:pt x="65722" y="157163"/>
                                  <a:pt x="67628" y="162878"/>
                                  <a:pt x="72390" y="166688"/>
                                </a:cubicBezTo>
                                <a:cubicBezTo>
                                  <a:pt x="77153" y="170497"/>
                                  <a:pt x="80963" y="172403"/>
                                  <a:pt x="84772" y="172403"/>
                                </a:cubicBezTo>
                                <a:lnTo>
                                  <a:pt x="86678" y="172403"/>
                                </a:lnTo>
                                <a:lnTo>
                                  <a:pt x="86678" y="194310"/>
                                </a:lnTo>
                                <a:lnTo>
                                  <a:pt x="64770" y="194310"/>
                                </a:lnTo>
                                <a:cubicBezTo>
                                  <a:pt x="53340" y="194310"/>
                                  <a:pt x="42863" y="190500"/>
                                  <a:pt x="34290" y="181928"/>
                                </a:cubicBezTo>
                                <a:cubicBezTo>
                                  <a:pt x="25718" y="173355"/>
                                  <a:pt x="21907" y="162878"/>
                                  <a:pt x="21907" y="151447"/>
                                </a:cubicBezTo>
                                <a:lnTo>
                                  <a:pt x="21907" y="65722"/>
                                </a:lnTo>
                                <a:lnTo>
                                  <a:pt x="0" y="65722"/>
                                </a:lnTo>
                                <a:lnTo>
                                  <a:pt x="0" y="43815"/>
                                </a:lnTo>
                                <a:lnTo>
                                  <a:pt x="21907" y="43815"/>
                                </a:lnTo>
                                <a:lnTo>
                                  <a:pt x="22860" y="0"/>
                                </a:lnTo>
                                <a:lnTo>
                                  <a:pt x="22860" y="0"/>
                                </a:lnTo>
                                <a:close/>
                              </a:path>
                            </a:pathLst>
                          </a:custGeom>
                          <a:solidFill>
                            <a:schemeClr val="bg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594A536" id="Group 49" o:spid="_x0000_s1026" style="position:absolute;margin-left:530.35pt;margin-top:9.65pt;width:195.3pt;height:196.3pt;z-index:251696128;mso-width-relative:margin;mso-height-relative:margin" coordsize="15544,15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">
                <v:group id="Group 1" o:spid="_x0000_s1027" style="position:absolute;width:15544;height:15627" coordorigin=",-90" coordsize="16794,16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">
                  <v:rect id="Rectangle 337519325" o:spid="_x0000_s1028" style="position:absolute;left:8565;top:8449;width:8229;height:8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" fillcolor="#ffd966 [1943]" stroked="f" strokeweight="1pt"/>
                  <v:rect id="Rectangle 1308891721" o:spid="_x0000_s1029" style="position:absolute;top:8449;width:8229;height:8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" fillcolor="#d0ce66" stroked="f" strokeweight="1pt"/>
                  <v:rect id="Rectangle 124710766" o:spid="_x0000_s1030" style="position:absolute;left:8565;top:-90;width:8229;height:82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" fillcolor="#ffe599 [1303]" stroked="f" strokeweight="1pt"/>
                  <v:rect id="Rectangle 1989555461" o:spid="_x0000_s1031" style="position:absolute;top:-90;width:8229;height:82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" fillcolor="#dddba0" stroked="f" strokeweight="1pt"/>
                </v:group>
                <v:shape id="Freeform 1" o:spid="_x0000_s1032" style="position:absolute;left:2199;top:1851;width:3429;height:4763;visibility:visible;mso-wrap-style:square;v-text-anchor:middle" coordsize="107632,14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" path="m107632,42863r-21907,c83820,28575,77152,20955,65722,20955v-7620,,-13334,1905,-17145,4762c44767,28575,42863,33338,42863,39052v,6668,10477,15240,31432,25718c91440,74295,100965,81915,103822,87630v2858,5715,3810,12383,3810,19050c107632,118110,103822,128588,95250,137160v-8573,8573,-19050,12382,-30480,12382l42863,149542c14288,149542,,135255,,106680r21907,c23813,120967,30480,128588,41910,128588v7620,,13335,-1905,17145,-4763c62865,120967,64770,116205,64770,110490v,-5715,-10478,-14288,-31432,-25718c16192,75247,6667,67627,3810,61913,952,56197,,49530,,42863,,31433,3810,20955,12382,12383,20955,3810,31432,,42863,l64770,v26670,,40957,14288,42862,42863xe" fillcolor="white [3212]" stroked="f">
                  <v:stroke joinstyle="miter"/>
                  <v:path arrowok="t" o:connecttype="custom" o:connectlocs="342900,136507;273107,136507;209381,66736;154759,81902;136555,124370;236693,206275;330762,279077;342900,339746;303453,436817;206348,476250;136555,476250;0,339746;69793,339746;133519,409517;188141,394348;206348,351880;106210,269975;12138,197176;0,136507;39447,39436;136555,0;206348,0;342900,136507" o:connectangles="0,0,0,0,0,0,0,0,0,0,0,0,0,0,0,0,0,0,0,0,0,0,0"/>
                </v:shape>
                <v:shape id="Freeform 1" o:spid="_x0000_s1033" style="position:absolute;left:8449;top:1967;width:6515;height:4560;visibility:visible;mso-wrap-style:square;v-text-anchor:middle" coordsize="216217,151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" path="m,l42863,r,129540l64770,129540v5715,,11430,-1905,15240,-6667c83820,118110,86678,113348,86678,107633l86678,r42862,l129540,129540r21907,c157163,129540,161925,127635,166688,122873v3809,-4763,6667,-9525,6667,-15240l173355,r42863,l216218,77152v,20003,-7621,37148,-21908,52388c180022,143827,162878,151448,141922,151448r-56197,l85725,144780v-8572,4762,-18097,6668,-30480,6668l,151448,,xe" fillcolor="white [3212]" stroked="f">
                  <v:stroke joinstyle="miter"/>
                  <v:path arrowok="t" o:connecttype="custom" o:connectlocs="0,0;129156,0;129156,389979;195166,389979;241088,369908;261180,324028;261180,0;390333,0;390333,389979;456344,389979;502268,369908;522357,324028;522357,0;651513,0;651513,232265;585499,389979;427643,455933;258309,455933;258309,435859;166465,455933;0,455933;0,0" o:connectangles="0,0,0,0,0,0,0,0,0,0,0,0,0,0,0,0,0,0,0,0,0,0"/>
                </v:shape>
                <v:shape id="Freeform 1" o:spid="_x0000_s1034" style="position:absolute;left:1967;top:9606;width:3873;height:498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" path="m42863,l85725,v11430,,21908,3810,30480,12383c124778,20955,128588,30480,128588,42863r,64770c128588,119063,124778,129540,116205,138113v-8572,8572,-18097,12382,-30480,12382l42863,150495v-11430,,-21908,-3810,-30480,-12382c3810,129540,,119063,,107633l,42863c,31433,3810,20955,12383,12383,20955,4763,31433,,42863,xm42863,42863r,64770c42863,113347,44768,118110,49530,122872v3810,4763,9525,6668,15240,6668c70485,129540,76200,127635,80010,122872v3810,-4762,6668,-9525,6668,-15239l86678,42863v,-5716,-1906,-10478,-6668,-15241c76200,23813,70485,20955,64770,20955v-5715,,-10477,1905,-15240,6667c45720,32385,42863,37147,42863,42863xe" fillcolor="white [3212]" stroked="f">
                  <v:stroke joinstyle="miter"/>
                  <v:path arrowok="t" o:connecttype="custom" o:connectlocs="129109,0;258216,0;350026,41009;387325,141951;387325,356453;350026,457395;258216,498401;129109,498401;37299,457395;0,356453;0,141951;37299,41009;129109,0;129109,141951;129109,356453;149191,406921;195096,429003;241001,406921;261086,356453;261086,141951;241001,91477;195096,69398;149191,91477;129109,141951" o:connectangles="0,0,0,0,0,0,0,0,0,0,0,0,0,0,0,0,0,0,0,0,0,0,0,0"/>
                </v:shape>
                <v:shape id="Freeform 1" o:spid="_x0000_s1035" style="position:absolute;left:10532;top:8796;width:2623;height:5842;visibility:visible;mso-wrap-style:square;v-text-anchor:middle" coordsize="87630,19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" path="m22860,l65722,r,42863l87630,42863r,21907l65722,64770r,85725c65722,157163,67628,162878,72390,166688v4763,3809,8573,5715,12382,5715l86678,172403r,21907l64770,194310v-11430,,-21907,-3810,-30480,-12382c25718,173355,21907,162878,21907,151447r,-85725l,65722,,43815r21907,l22860,r,xe" fillcolor="white [3212]" stroked="f">
                  <v:stroke joinstyle="miter"/>
                  <v:path arrowok="t" o:connecttype="custom" o:connectlocs="68414,0;196690,0;196690,128870;262255,128870;262255,194734;196690,194734;196690,452471;216645,501156;253702,518338;259406,518338;259406,584203;193841,584203;102622,546976;65562,455333;65562,197597;0,197597;0,131732;65562,131732;68414,0;68414,0" o:connectangles="0,0,0,0,0,0,0,0,0,0,0,0,0,0,0,0,0,0,0,0"/>
                </v:shape>
              </v:group>
            </w:pict>
          </mc:Fallback>
        </mc:AlternateContent>
      </w:r>
      <w:r w:rsidR="0073768B">
        <w:rPr>
          <w:noProof/>
        </w:rPr>
        <mc:AlternateContent>
          <mc:Choice Requires="wpg">
            <w:drawing>
              <wp:anchor distT="0" distB="0" distL="114300" distR="114300" simplePos="0" relativeHeight="251742719" behindDoc="0" locked="0" layoutInCell="1" allowOverlap="1" wp14:anchorId="71AA4476" wp14:editId="7C61C7C4">
                <wp:simplePos x="0" y="0"/>
                <wp:positionH relativeFrom="column">
                  <wp:posOffset>139845</wp:posOffset>
                </wp:positionH>
                <wp:positionV relativeFrom="paragraph">
                  <wp:posOffset>172085</wp:posOffset>
                </wp:positionV>
                <wp:extent cx="2094293" cy="274320"/>
                <wp:effectExtent l="0" t="0" r="1270" b="5080"/>
                <wp:wrapNone/>
                <wp:docPr id="1" name="Graphic 4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094293" cy="274320"/>
                          <a:chOff x="0" y="0"/>
                          <a:chExt cx="1960529" cy="256799"/>
                        </a:xfrm>
                        <a:solidFill>
                          <a:srgbClr val="231F20"/>
                        </a:solidFill>
                      </wpg:grpSpPr>
                      <wps:wsp>
                        <wps:cNvPr id="71993776" name="Freeform 71993776"/>
                        <wps:cNvSpPr/>
                        <wps:spPr>
                          <a:xfrm>
                            <a:off x="0" y="42949"/>
                            <a:ext cx="128852" cy="149427"/>
                          </a:xfrm>
                          <a:custGeom>
                            <a:avLst/>
                            <a:gdLst>
                              <a:gd name="connsiteX0" fmla="*/ 85902 w 128852"/>
                              <a:gd name="connsiteY0" fmla="*/ 64424 h 149427"/>
                              <a:gd name="connsiteX1" fmla="*/ 85902 w 128852"/>
                              <a:gd name="connsiteY1" fmla="*/ 42949 h 149427"/>
                              <a:gd name="connsiteX2" fmla="*/ 79638 w 128852"/>
                              <a:gd name="connsiteY2" fmla="*/ 27738 h 149427"/>
                              <a:gd name="connsiteX3" fmla="*/ 64426 w 128852"/>
                              <a:gd name="connsiteY3" fmla="*/ 21475 h 149427"/>
                              <a:gd name="connsiteX4" fmla="*/ 42951 w 128852"/>
                              <a:gd name="connsiteY4" fmla="*/ 21475 h 149427"/>
                              <a:gd name="connsiteX5" fmla="*/ 21475 w 128852"/>
                              <a:gd name="connsiteY5" fmla="*/ 42949 h 149427"/>
                              <a:gd name="connsiteX6" fmla="*/ 0 w 128852"/>
                              <a:gd name="connsiteY6" fmla="*/ 42949 h 149427"/>
                              <a:gd name="connsiteX7" fmla="*/ 42951 w 128852"/>
                              <a:gd name="connsiteY7" fmla="*/ 0 h 149427"/>
                              <a:gd name="connsiteX8" fmla="*/ 85902 w 128852"/>
                              <a:gd name="connsiteY8" fmla="*/ 0 h 149427"/>
                              <a:gd name="connsiteX9" fmla="*/ 116325 w 128852"/>
                              <a:gd name="connsiteY9" fmla="*/ 12527 h 149427"/>
                              <a:gd name="connsiteX10" fmla="*/ 128853 w 128852"/>
                              <a:gd name="connsiteY10" fmla="*/ 42949 h 149427"/>
                              <a:gd name="connsiteX11" fmla="*/ 128853 w 128852"/>
                              <a:gd name="connsiteY11" fmla="*/ 149427 h 149427"/>
                              <a:gd name="connsiteX12" fmla="*/ 85902 w 128852"/>
                              <a:gd name="connsiteY12" fmla="*/ 149427 h 149427"/>
                              <a:gd name="connsiteX13" fmla="*/ 85902 w 128852"/>
                              <a:gd name="connsiteY13" fmla="*/ 127953 h 149427"/>
                              <a:gd name="connsiteX14" fmla="*/ 64426 w 128852"/>
                              <a:gd name="connsiteY14" fmla="*/ 149427 h 149427"/>
                              <a:gd name="connsiteX15" fmla="*/ 42951 w 128852"/>
                              <a:gd name="connsiteY15" fmla="*/ 149427 h 149427"/>
                              <a:gd name="connsiteX16" fmla="*/ 12527 w 128852"/>
                              <a:gd name="connsiteY16" fmla="*/ 136900 h 149427"/>
                              <a:gd name="connsiteX17" fmla="*/ 0 w 128852"/>
                              <a:gd name="connsiteY17" fmla="*/ 106478 h 149427"/>
                              <a:gd name="connsiteX18" fmla="*/ 12527 w 128852"/>
                              <a:gd name="connsiteY18" fmla="*/ 76056 h 149427"/>
                              <a:gd name="connsiteX19" fmla="*/ 42951 w 128852"/>
                              <a:gd name="connsiteY19" fmla="*/ 63529 h 149427"/>
                              <a:gd name="connsiteX20" fmla="*/ 85902 w 128852"/>
                              <a:gd name="connsiteY20" fmla="*/ 63529 h 149427"/>
                              <a:gd name="connsiteX21" fmla="*/ 85902 w 128852"/>
                              <a:gd name="connsiteY21" fmla="*/ 85898 h 149427"/>
                              <a:gd name="connsiteX22" fmla="*/ 64426 w 128852"/>
                              <a:gd name="connsiteY22" fmla="*/ 85898 h 149427"/>
                              <a:gd name="connsiteX23" fmla="*/ 49215 w 128852"/>
                              <a:gd name="connsiteY23" fmla="*/ 92162 h 149427"/>
                              <a:gd name="connsiteX24" fmla="*/ 42951 w 128852"/>
                              <a:gd name="connsiteY24" fmla="*/ 107373 h 149427"/>
                              <a:gd name="connsiteX25" fmla="*/ 49215 w 128852"/>
                              <a:gd name="connsiteY25" fmla="*/ 122584 h 149427"/>
                              <a:gd name="connsiteX26" fmla="*/ 64426 w 128852"/>
                              <a:gd name="connsiteY26" fmla="*/ 128847 h 149427"/>
                              <a:gd name="connsiteX27" fmla="*/ 79638 w 128852"/>
                              <a:gd name="connsiteY27" fmla="*/ 122584 h 149427"/>
                              <a:gd name="connsiteX28" fmla="*/ 85902 w 128852"/>
                              <a:gd name="connsiteY28" fmla="*/ 107373 h 149427"/>
                              <a:gd name="connsiteX29" fmla="*/ 85902 w 128852"/>
                              <a:gd name="connsiteY29" fmla="*/ 85898 h 149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28852" h="149427">
                                <a:moveTo>
                                  <a:pt x="85902" y="64424"/>
                                </a:moveTo>
                                <a:lnTo>
                                  <a:pt x="85902" y="42949"/>
                                </a:lnTo>
                                <a:cubicBezTo>
                                  <a:pt x="85902" y="37581"/>
                                  <a:pt x="84112" y="32212"/>
                                  <a:pt x="79638" y="27738"/>
                                </a:cubicBezTo>
                                <a:cubicBezTo>
                                  <a:pt x="75164" y="23264"/>
                                  <a:pt x="70690" y="21475"/>
                                  <a:pt x="64426" y="21475"/>
                                </a:cubicBezTo>
                                <a:lnTo>
                                  <a:pt x="42951" y="21475"/>
                                </a:lnTo>
                                <a:cubicBezTo>
                                  <a:pt x="30424" y="21475"/>
                                  <a:pt x="23265" y="28633"/>
                                  <a:pt x="21475" y="42949"/>
                                </a:cubicBezTo>
                                <a:lnTo>
                                  <a:pt x="0" y="42949"/>
                                </a:lnTo>
                                <a:cubicBezTo>
                                  <a:pt x="3579" y="14316"/>
                                  <a:pt x="17896" y="0"/>
                                  <a:pt x="42951" y="0"/>
                                </a:cubicBezTo>
                                <a:lnTo>
                                  <a:pt x="85902" y="0"/>
                                </a:lnTo>
                                <a:cubicBezTo>
                                  <a:pt x="97534" y="0"/>
                                  <a:pt x="107377" y="4474"/>
                                  <a:pt x="116325" y="12527"/>
                                </a:cubicBezTo>
                                <a:cubicBezTo>
                                  <a:pt x="124379" y="20580"/>
                                  <a:pt x="128853" y="31317"/>
                                  <a:pt x="128853" y="42949"/>
                                </a:cubicBezTo>
                                <a:lnTo>
                                  <a:pt x="128853" y="149427"/>
                                </a:lnTo>
                                <a:lnTo>
                                  <a:pt x="85902" y="149427"/>
                                </a:lnTo>
                                <a:lnTo>
                                  <a:pt x="85902" y="127953"/>
                                </a:lnTo>
                                <a:cubicBezTo>
                                  <a:pt x="84112" y="142269"/>
                                  <a:pt x="76954" y="149427"/>
                                  <a:pt x="64426" y="149427"/>
                                </a:cubicBezTo>
                                <a:lnTo>
                                  <a:pt x="42951" y="149427"/>
                                </a:lnTo>
                                <a:cubicBezTo>
                                  <a:pt x="31318" y="149427"/>
                                  <a:pt x="21475" y="144953"/>
                                  <a:pt x="12527" y="136900"/>
                                </a:cubicBezTo>
                                <a:cubicBezTo>
                                  <a:pt x="4474" y="128847"/>
                                  <a:pt x="0" y="118110"/>
                                  <a:pt x="0" y="106478"/>
                                </a:cubicBezTo>
                                <a:cubicBezTo>
                                  <a:pt x="0" y="94846"/>
                                  <a:pt x="4474" y="85003"/>
                                  <a:pt x="12527" y="76056"/>
                                </a:cubicBezTo>
                                <a:cubicBezTo>
                                  <a:pt x="20581" y="68003"/>
                                  <a:pt x="31318" y="63529"/>
                                  <a:pt x="42951" y="63529"/>
                                </a:cubicBezTo>
                                <a:lnTo>
                                  <a:pt x="85902" y="63529"/>
                                </a:lnTo>
                                <a:close/>
                                <a:moveTo>
                                  <a:pt x="85902" y="85898"/>
                                </a:moveTo>
                                <a:lnTo>
                                  <a:pt x="64426" y="85898"/>
                                </a:lnTo>
                                <a:cubicBezTo>
                                  <a:pt x="59057" y="85898"/>
                                  <a:pt x="53689" y="87688"/>
                                  <a:pt x="49215" y="92162"/>
                                </a:cubicBezTo>
                                <a:cubicBezTo>
                                  <a:pt x="44741" y="96636"/>
                                  <a:pt x="42951" y="101109"/>
                                  <a:pt x="42951" y="107373"/>
                                </a:cubicBezTo>
                                <a:cubicBezTo>
                                  <a:pt x="42951" y="113636"/>
                                  <a:pt x="44741" y="118110"/>
                                  <a:pt x="49215" y="122584"/>
                                </a:cubicBezTo>
                                <a:cubicBezTo>
                                  <a:pt x="53689" y="127058"/>
                                  <a:pt x="58163" y="128847"/>
                                  <a:pt x="64426" y="128847"/>
                                </a:cubicBezTo>
                                <a:cubicBezTo>
                                  <a:pt x="70690" y="128847"/>
                                  <a:pt x="75164" y="127058"/>
                                  <a:pt x="79638" y="122584"/>
                                </a:cubicBezTo>
                                <a:cubicBezTo>
                                  <a:pt x="84112" y="118110"/>
                                  <a:pt x="85902" y="113636"/>
                                  <a:pt x="85902" y="107373"/>
                                </a:cubicBezTo>
                                <a:lnTo>
                                  <a:pt x="85902" y="85898"/>
                                </a:ln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04978461" name="Freeform 804978461"/>
                        <wps:cNvSpPr/>
                        <wps:spPr>
                          <a:xfrm>
                            <a:off x="170909" y="42949"/>
                            <a:ext cx="127957" cy="149427"/>
                          </a:xfrm>
                          <a:custGeom>
                            <a:avLst/>
                            <a:gdLst>
                              <a:gd name="connsiteX0" fmla="*/ 0 w 127957"/>
                              <a:gd name="connsiteY0" fmla="*/ 149427 h 149427"/>
                              <a:gd name="connsiteX1" fmla="*/ 0 w 127957"/>
                              <a:gd name="connsiteY1" fmla="*/ 0 h 149427"/>
                              <a:gd name="connsiteX2" fmla="*/ 42951 w 127957"/>
                              <a:gd name="connsiteY2" fmla="*/ 0 h 149427"/>
                              <a:gd name="connsiteX3" fmla="*/ 42951 w 127957"/>
                              <a:gd name="connsiteY3" fmla="*/ 21475 h 149427"/>
                              <a:gd name="connsiteX4" fmla="*/ 49215 w 127957"/>
                              <a:gd name="connsiteY4" fmla="*/ 5369 h 149427"/>
                              <a:gd name="connsiteX5" fmla="*/ 63532 w 127957"/>
                              <a:gd name="connsiteY5" fmla="*/ 0 h 149427"/>
                              <a:gd name="connsiteX6" fmla="*/ 85007 w 127957"/>
                              <a:gd name="connsiteY6" fmla="*/ 0 h 149427"/>
                              <a:gd name="connsiteX7" fmla="*/ 115431 w 127957"/>
                              <a:gd name="connsiteY7" fmla="*/ 12527 h 149427"/>
                              <a:gd name="connsiteX8" fmla="*/ 127958 w 127957"/>
                              <a:gd name="connsiteY8" fmla="*/ 42949 h 149427"/>
                              <a:gd name="connsiteX9" fmla="*/ 127958 w 127957"/>
                              <a:gd name="connsiteY9" fmla="*/ 149427 h 149427"/>
                              <a:gd name="connsiteX10" fmla="*/ 85007 w 127957"/>
                              <a:gd name="connsiteY10" fmla="*/ 149427 h 149427"/>
                              <a:gd name="connsiteX11" fmla="*/ 85007 w 127957"/>
                              <a:gd name="connsiteY11" fmla="*/ 42949 h 149427"/>
                              <a:gd name="connsiteX12" fmla="*/ 78743 w 127957"/>
                              <a:gd name="connsiteY12" fmla="*/ 27738 h 149427"/>
                              <a:gd name="connsiteX13" fmla="*/ 63532 w 127957"/>
                              <a:gd name="connsiteY13" fmla="*/ 21475 h 149427"/>
                              <a:gd name="connsiteX14" fmla="*/ 48320 w 127957"/>
                              <a:gd name="connsiteY14" fmla="*/ 27738 h 149427"/>
                              <a:gd name="connsiteX15" fmla="*/ 42056 w 127957"/>
                              <a:gd name="connsiteY15" fmla="*/ 42949 h 149427"/>
                              <a:gd name="connsiteX16" fmla="*/ 42056 w 127957"/>
                              <a:gd name="connsiteY16" fmla="*/ 149427 h 149427"/>
                              <a:gd name="connsiteX17" fmla="*/ 0 w 127957"/>
                              <a:gd name="connsiteY17" fmla="*/ 149427 h 149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27957" h="149427">
                                <a:moveTo>
                                  <a:pt x="0" y="149427"/>
                                </a:moveTo>
                                <a:lnTo>
                                  <a:pt x="0" y="0"/>
                                </a:lnTo>
                                <a:lnTo>
                                  <a:pt x="42951" y="0"/>
                                </a:lnTo>
                                <a:lnTo>
                                  <a:pt x="42951" y="21475"/>
                                </a:lnTo>
                                <a:cubicBezTo>
                                  <a:pt x="43846" y="14316"/>
                                  <a:pt x="45635" y="8948"/>
                                  <a:pt x="49215" y="5369"/>
                                </a:cubicBezTo>
                                <a:cubicBezTo>
                                  <a:pt x="52794" y="1790"/>
                                  <a:pt x="57268" y="0"/>
                                  <a:pt x="63532" y="0"/>
                                </a:cubicBezTo>
                                <a:lnTo>
                                  <a:pt x="85007" y="0"/>
                                </a:lnTo>
                                <a:cubicBezTo>
                                  <a:pt x="96640" y="0"/>
                                  <a:pt x="106483" y="4474"/>
                                  <a:pt x="115431" y="12527"/>
                                </a:cubicBezTo>
                                <a:cubicBezTo>
                                  <a:pt x="123484" y="20580"/>
                                  <a:pt x="127958" y="31317"/>
                                  <a:pt x="127958" y="42949"/>
                                </a:cubicBezTo>
                                <a:lnTo>
                                  <a:pt x="127958" y="149427"/>
                                </a:lnTo>
                                <a:lnTo>
                                  <a:pt x="85007" y="149427"/>
                                </a:lnTo>
                                <a:lnTo>
                                  <a:pt x="85007" y="42949"/>
                                </a:lnTo>
                                <a:cubicBezTo>
                                  <a:pt x="85007" y="37581"/>
                                  <a:pt x="83217" y="32212"/>
                                  <a:pt x="78743" y="27738"/>
                                </a:cubicBezTo>
                                <a:cubicBezTo>
                                  <a:pt x="74269" y="23264"/>
                                  <a:pt x="69795" y="21475"/>
                                  <a:pt x="63532" y="21475"/>
                                </a:cubicBezTo>
                                <a:cubicBezTo>
                                  <a:pt x="58163" y="21475"/>
                                  <a:pt x="52794" y="23264"/>
                                  <a:pt x="48320" y="27738"/>
                                </a:cubicBezTo>
                                <a:cubicBezTo>
                                  <a:pt x="43846" y="32212"/>
                                  <a:pt x="42056" y="36686"/>
                                  <a:pt x="42056" y="42949"/>
                                </a:cubicBezTo>
                                <a:lnTo>
                                  <a:pt x="42056" y="149427"/>
                                </a:lnTo>
                                <a:lnTo>
                                  <a:pt x="0" y="149427"/>
                                </a:ln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5450473" name="Freeform 1375450473"/>
                        <wps:cNvSpPr/>
                        <wps:spPr>
                          <a:xfrm>
                            <a:off x="341818" y="42949"/>
                            <a:ext cx="128852" cy="149427"/>
                          </a:xfrm>
                          <a:custGeom>
                            <a:avLst/>
                            <a:gdLst>
                              <a:gd name="connsiteX0" fmla="*/ 85902 w 128852"/>
                              <a:gd name="connsiteY0" fmla="*/ 64424 h 149427"/>
                              <a:gd name="connsiteX1" fmla="*/ 85902 w 128852"/>
                              <a:gd name="connsiteY1" fmla="*/ 42949 h 149427"/>
                              <a:gd name="connsiteX2" fmla="*/ 79638 w 128852"/>
                              <a:gd name="connsiteY2" fmla="*/ 27738 h 149427"/>
                              <a:gd name="connsiteX3" fmla="*/ 64426 w 128852"/>
                              <a:gd name="connsiteY3" fmla="*/ 21475 h 149427"/>
                              <a:gd name="connsiteX4" fmla="*/ 42951 w 128852"/>
                              <a:gd name="connsiteY4" fmla="*/ 21475 h 149427"/>
                              <a:gd name="connsiteX5" fmla="*/ 21475 w 128852"/>
                              <a:gd name="connsiteY5" fmla="*/ 42949 h 149427"/>
                              <a:gd name="connsiteX6" fmla="*/ 0 w 128852"/>
                              <a:gd name="connsiteY6" fmla="*/ 42949 h 149427"/>
                              <a:gd name="connsiteX7" fmla="*/ 42951 w 128852"/>
                              <a:gd name="connsiteY7" fmla="*/ 0 h 149427"/>
                              <a:gd name="connsiteX8" fmla="*/ 85902 w 128852"/>
                              <a:gd name="connsiteY8" fmla="*/ 0 h 149427"/>
                              <a:gd name="connsiteX9" fmla="*/ 116325 w 128852"/>
                              <a:gd name="connsiteY9" fmla="*/ 12527 h 149427"/>
                              <a:gd name="connsiteX10" fmla="*/ 128853 w 128852"/>
                              <a:gd name="connsiteY10" fmla="*/ 42949 h 149427"/>
                              <a:gd name="connsiteX11" fmla="*/ 128853 w 128852"/>
                              <a:gd name="connsiteY11" fmla="*/ 149427 h 149427"/>
                              <a:gd name="connsiteX12" fmla="*/ 85902 w 128852"/>
                              <a:gd name="connsiteY12" fmla="*/ 149427 h 149427"/>
                              <a:gd name="connsiteX13" fmla="*/ 85902 w 128852"/>
                              <a:gd name="connsiteY13" fmla="*/ 127953 h 149427"/>
                              <a:gd name="connsiteX14" fmla="*/ 64426 w 128852"/>
                              <a:gd name="connsiteY14" fmla="*/ 149427 h 149427"/>
                              <a:gd name="connsiteX15" fmla="*/ 42951 w 128852"/>
                              <a:gd name="connsiteY15" fmla="*/ 149427 h 149427"/>
                              <a:gd name="connsiteX16" fmla="*/ 12527 w 128852"/>
                              <a:gd name="connsiteY16" fmla="*/ 136900 h 149427"/>
                              <a:gd name="connsiteX17" fmla="*/ 0 w 128852"/>
                              <a:gd name="connsiteY17" fmla="*/ 106478 h 149427"/>
                              <a:gd name="connsiteX18" fmla="*/ 12527 w 128852"/>
                              <a:gd name="connsiteY18" fmla="*/ 76056 h 149427"/>
                              <a:gd name="connsiteX19" fmla="*/ 42951 w 128852"/>
                              <a:gd name="connsiteY19" fmla="*/ 63529 h 149427"/>
                              <a:gd name="connsiteX20" fmla="*/ 85902 w 128852"/>
                              <a:gd name="connsiteY20" fmla="*/ 63529 h 149427"/>
                              <a:gd name="connsiteX21" fmla="*/ 85902 w 128852"/>
                              <a:gd name="connsiteY21" fmla="*/ 85898 h 149427"/>
                              <a:gd name="connsiteX22" fmla="*/ 64426 w 128852"/>
                              <a:gd name="connsiteY22" fmla="*/ 85898 h 149427"/>
                              <a:gd name="connsiteX23" fmla="*/ 49215 w 128852"/>
                              <a:gd name="connsiteY23" fmla="*/ 92162 h 149427"/>
                              <a:gd name="connsiteX24" fmla="*/ 42951 w 128852"/>
                              <a:gd name="connsiteY24" fmla="*/ 107373 h 149427"/>
                              <a:gd name="connsiteX25" fmla="*/ 49215 w 128852"/>
                              <a:gd name="connsiteY25" fmla="*/ 122584 h 149427"/>
                              <a:gd name="connsiteX26" fmla="*/ 64426 w 128852"/>
                              <a:gd name="connsiteY26" fmla="*/ 128847 h 149427"/>
                              <a:gd name="connsiteX27" fmla="*/ 79638 w 128852"/>
                              <a:gd name="connsiteY27" fmla="*/ 122584 h 149427"/>
                              <a:gd name="connsiteX28" fmla="*/ 85902 w 128852"/>
                              <a:gd name="connsiteY28" fmla="*/ 107373 h 149427"/>
                              <a:gd name="connsiteX29" fmla="*/ 85902 w 128852"/>
                              <a:gd name="connsiteY29" fmla="*/ 85898 h 149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28852" h="149427">
                                <a:moveTo>
                                  <a:pt x="85902" y="64424"/>
                                </a:moveTo>
                                <a:lnTo>
                                  <a:pt x="85902" y="42949"/>
                                </a:lnTo>
                                <a:cubicBezTo>
                                  <a:pt x="85902" y="37581"/>
                                  <a:pt x="84112" y="32212"/>
                                  <a:pt x="79638" y="27738"/>
                                </a:cubicBezTo>
                                <a:cubicBezTo>
                                  <a:pt x="75164" y="23264"/>
                                  <a:pt x="70690" y="21475"/>
                                  <a:pt x="64426" y="21475"/>
                                </a:cubicBezTo>
                                <a:lnTo>
                                  <a:pt x="42951" y="21475"/>
                                </a:lnTo>
                                <a:cubicBezTo>
                                  <a:pt x="30424" y="21475"/>
                                  <a:pt x="23265" y="28633"/>
                                  <a:pt x="21475" y="42949"/>
                                </a:cubicBezTo>
                                <a:lnTo>
                                  <a:pt x="0" y="42949"/>
                                </a:lnTo>
                                <a:cubicBezTo>
                                  <a:pt x="3579" y="14316"/>
                                  <a:pt x="17896" y="0"/>
                                  <a:pt x="42951" y="0"/>
                                </a:cubicBezTo>
                                <a:lnTo>
                                  <a:pt x="85902" y="0"/>
                                </a:lnTo>
                                <a:cubicBezTo>
                                  <a:pt x="97534" y="0"/>
                                  <a:pt x="107377" y="4474"/>
                                  <a:pt x="116325" y="12527"/>
                                </a:cubicBezTo>
                                <a:cubicBezTo>
                                  <a:pt x="124379" y="20580"/>
                                  <a:pt x="128853" y="31317"/>
                                  <a:pt x="128853" y="42949"/>
                                </a:cubicBezTo>
                                <a:lnTo>
                                  <a:pt x="128853" y="149427"/>
                                </a:lnTo>
                                <a:lnTo>
                                  <a:pt x="85902" y="149427"/>
                                </a:lnTo>
                                <a:lnTo>
                                  <a:pt x="85902" y="127953"/>
                                </a:lnTo>
                                <a:cubicBezTo>
                                  <a:pt x="84112" y="142269"/>
                                  <a:pt x="76954" y="149427"/>
                                  <a:pt x="64426" y="149427"/>
                                </a:cubicBezTo>
                                <a:lnTo>
                                  <a:pt x="42951" y="149427"/>
                                </a:lnTo>
                                <a:cubicBezTo>
                                  <a:pt x="31318" y="149427"/>
                                  <a:pt x="21475" y="144953"/>
                                  <a:pt x="12527" y="136900"/>
                                </a:cubicBezTo>
                                <a:cubicBezTo>
                                  <a:pt x="4474" y="128847"/>
                                  <a:pt x="0" y="118110"/>
                                  <a:pt x="0" y="106478"/>
                                </a:cubicBezTo>
                                <a:cubicBezTo>
                                  <a:pt x="0" y="94846"/>
                                  <a:pt x="4474" y="85003"/>
                                  <a:pt x="12527" y="76056"/>
                                </a:cubicBezTo>
                                <a:cubicBezTo>
                                  <a:pt x="20581" y="68003"/>
                                  <a:pt x="31318" y="63529"/>
                                  <a:pt x="42951" y="63529"/>
                                </a:cubicBezTo>
                                <a:lnTo>
                                  <a:pt x="85902" y="63529"/>
                                </a:lnTo>
                                <a:close/>
                                <a:moveTo>
                                  <a:pt x="85902" y="85898"/>
                                </a:moveTo>
                                <a:lnTo>
                                  <a:pt x="64426" y="85898"/>
                                </a:lnTo>
                                <a:cubicBezTo>
                                  <a:pt x="59058" y="85898"/>
                                  <a:pt x="53689" y="87688"/>
                                  <a:pt x="49215" y="92162"/>
                                </a:cubicBezTo>
                                <a:cubicBezTo>
                                  <a:pt x="44741" y="96636"/>
                                  <a:pt x="42951" y="101109"/>
                                  <a:pt x="42951" y="107373"/>
                                </a:cubicBezTo>
                                <a:cubicBezTo>
                                  <a:pt x="42951" y="113636"/>
                                  <a:pt x="44741" y="118110"/>
                                  <a:pt x="49215" y="122584"/>
                                </a:cubicBezTo>
                                <a:cubicBezTo>
                                  <a:pt x="53689" y="127058"/>
                                  <a:pt x="58163" y="128847"/>
                                  <a:pt x="64426" y="128847"/>
                                </a:cubicBezTo>
                                <a:cubicBezTo>
                                  <a:pt x="70690" y="128847"/>
                                  <a:pt x="75164" y="127058"/>
                                  <a:pt x="79638" y="122584"/>
                                </a:cubicBezTo>
                                <a:cubicBezTo>
                                  <a:pt x="84112" y="118110"/>
                                  <a:pt x="85902" y="113636"/>
                                  <a:pt x="85902" y="107373"/>
                                </a:cubicBezTo>
                                <a:lnTo>
                                  <a:pt x="85902" y="85898"/>
                                </a:ln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8171482" name="Freeform 408171482"/>
                        <wps:cNvSpPr/>
                        <wps:spPr>
                          <a:xfrm>
                            <a:off x="512727" y="0"/>
                            <a:ext cx="42950" cy="192376"/>
                          </a:xfrm>
                          <a:custGeom>
                            <a:avLst/>
                            <a:gdLst>
                              <a:gd name="connsiteX0" fmla="*/ 0 w 42950"/>
                              <a:gd name="connsiteY0" fmla="*/ 192376 h 192376"/>
                              <a:gd name="connsiteX1" fmla="*/ 0 w 42950"/>
                              <a:gd name="connsiteY1" fmla="*/ 0 h 192376"/>
                              <a:gd name="connsiteX2" fmla="*/ 42951 w 42950"/>
                              <a:gd name="connsiteY2" fmla="*/ 0 h 192376"/>
                              <a:gd name="connsiteX3" fmla="*/ 42951 w 42950"/>
                              <a:gd name="connsiteY3" fmla="*/ 192376 h 192376"/>
                              <a:gd name="connsiteX4" fmla="*/ 0 w 42950"/>
                              <a:gd name="connsiteY4" fmla="*/ 192376 h 1923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950" h="192376">
                                <a:moveTo>
                                  <a:pt x="0" y="192376"/>
                                </a:moveTo>
                                <a:lnTo>
                                  <a:pt x="0" y="0"/>
                                </a:lnTo>
                                <a:lnTo>
                                  <a:pt x="42951" y="0"/>
                                </a:lnTo>
                                <a:lnTo>
                                  <a:pt x="42951" y="192376"/>
                                </a:lnTo>
                                <a:lnTo>
                                  <a:pt x="0" y="192376"/>
                                </a:ln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23297719" name="Freeform 723297719"/>
                        <wps:cNvSpPr/>
                        <wps:spPr>
                          <a:xfrm>
                            <a:off x="598629" y="42949"/>
                            <a:ext cx="128852" cy="213850"/>
                          </a:xfrm>
                          <a:custGeom>
                            <a:avLst/>
                            <a:gdLst>
                              <a:gd name="connsiteX0" fmla="*/ 21476 w 128852"/>
                              <a:gd name="connsiteY0" fmla="*/ 170902 h 213850"/>
                              <a:gd name="connsiteX1" fmla="*/ 42951 w 128852"/>
                              <a:gd name="connsiteY1" fmla="*/ 192376 h 213850"/>
                              <a:gd name="connsiteX2" fmla="*/ 64426 w 128852"/>
                              <a:gd name="connsiteY2" fmla="*/ 192376 h 213850"/>
                              <a:gd name="connsiteX3" fmla="*/ 79638 w 128852"/>
                              <a:gd name="connsiteY3" fmla="*/ 186113 h 213850"/>
                              <a:gd name="connsiteX4" fmla="*/ 85902 w 128852"/>
                              <a:gd name="connsiteY4" fmla="*/ 170902 h 213850"/>
                              <a:gd name="connsiteX5" fmla="*/ 85902 w 128852"/>
                              <a:gd name="connsiteY5" fmla="*/ 127953 h 213850"/>
                              <a:gd name="connsiteX6" fmla="*/ 64426 w 128852"/>
                              <a:gd name="connsiteY6" fmla="*/ 149427 h 213850"/>
                              <a:gd name="connsiteX7" fmla="*/ 42951 w 128852"/>
                              <a:gd name="connsiteY7" fmla="*/ 149427 h 213850"/>
                              <a:gd name="connsiteX8" fmla="*/ 12527 w 128852"/>
                              <a:gd name="connsiteY8" fmla="*/ 136900 h 213850"/>
                              <a:gd name="connsiteX9" fmla="*/ 0 w 128852"/>
                              <a:gd name="connsiteY9" fmla="*/ 106478 h 213850"/>
                              <a:gd name="connsiteX10" fmla="*/ 0 w 128852"/>
                              <a:gd name="connsiteY10" fmla="*/ 0 h 213850"/>
                              <a:gd name="connsiteX11" fmla="*/ 42951 w 128852"/>
                              <a:gd name="connsiteY11" fmla="*/ 0 h 213850"/>
                              <a:gd name="connsiteX12" fmla="*/ 42951 w 128852"/>
                              <a:gd name="connsiteY12" fmla="*/ 106478 h 213850"/>
                              <a:gd name="connsiteX13" fmla="*/ 49215 w 128852"/>
                              <a:gd name="connsiteY13" fmla="*/ 121689 h 213850"/>
                              <a:gd name="connsiteX14" fmla="*/ 64426 w 128852"/>
                              <a:gd name="connsiteY14" fmla="*/ 127953 h 213850"/>
                              <a:gd name="connsiteX15" fmla="*/ 79638 w 128852"/>
                              <a:gd name="connsiteY15" fmla="*/ 121689 h 213850"/>
                              <a:gd name="connsiteX16" fmla="*/ 85902 w 128852"/>
                              <a:gd name="connsiteY16" fmla="*/ 106478 h 213850"/>
                              <a:gd name="connsiteX17" fmla="*/ 85902 w 128852"/>
                              <a:gd name="connsiteY17" fmla="*/ 0 h 213850"/>
                              <a:gd name="connsiteX18" fmla="*/ 128853 w 128852"/>
                              <a:gd name="connsiteY18" fmla="*/ 0 h 213850"/>
                              <a:gd name="connsiteX19" fmla="*/ 128853 w 128852"/>
                              <a:gd name="connsiteY19" fmla="*/ 170902 h 213850"/>
                              <a:gd name="connsiteX20" fmla="*/ 116325 w 128852"/>
                              <a:gd name="connsiteY20" fmla="*/ 201324 h 213850"/>
                              <a:gd name="connsiteX21" fmla="*/ 85902 w 128852"/>
                              <a:gd name="connsiteY21" fmla="*/ 213851 h 213850"/>
                              <a:gd name="connsiteX22" fmla="*/ 42951 w 128852"/>
                              <a:gd name="connsiteY22" fmla="*/ 213851 h 213850"/>
                              <a:gd name="connsiteX23" fmla="*/ 0 w 128852"/>
                              <a:gd name="connsiteY23" fmla="*/ 170902 h 213850"/>
                              <a:gd name="connsiteX24" fmla="*/ 21476 w 128852"/>
                              <a:gd name="connsiteY24" fmla="*/ 170902 h 213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128852" h="213850">
                                <a:moveTo>
                                  <a:pt x="21476" y="170902"/>
                                </a:moveTo>
                                <a:cubicBezTo>
                                  <a:pt x="22370" y="185218"/>
                                  <a:pt x="29529" y="192376"/>
                                  <a:pt x="42951" y="192376"/>
                                </a:cubicBezTo>
                                <a:lnTo>
                                  <a:pt x="64426" y="192376"/>
                                </a:lnTo>
                                <a:cubicBezTo>
                                  <a:pt x="70690" y="192376"/>
                                  <a:pt x="75164" y="190587"/>
                                  <a:pt x="79638" y="186113"/>
                                </a:cubicBezTo>
                                <a:cubicBezTo>
                                  <a:pt x="84112" y="181639"/>
                                  <a:pt x="85902" y="177165"/>
                                  <a:pt x="85902" y="170902"/>
                                </a:cubicBezTo>
                                <a:lnTo>
                                  <a:pt x="85902" y="127953"/>
                                </a:lnTo>
                                <a:cubicBezTo>
                                  <a:pt x="84112" y="142269"/>
                                  <a:pt x="76954" y="149427"/>
                                  <a:pt x="64426" y="149427"/>
                                </a:cubicBezTo>
                                <a:lnTo>
                                  <a:pt x="42951" y="149427"/>
                                </a:lnTo>
                                <a:cubicBezTo>
                                  <a:pt x="31318" y="149427"/>
                                  <a:pt x="21476" y="144953"/>
                                  <a:pt x="12527" y="136900"/>
                                </a:cubicBezTo>
                                <a:cubicBezTo>
                                  <a:pt x="4474" y="128847"/>
                                  <a:pt x="0" y="118110"/>
                                  <a:pt x="0" y="106478"/>
                                </a:cubicBezTo>
                                <a:lnTo>
                                  <a:pt x="0" y="0"/>
                                </a:lnTo>
                                <a:lnTo>
                                  <a:pt x="42951" y="0"/>
                                </a:lnTo>
                                <a:lnTo>
                                  <a:pt x="42951" y="106478"/>
                                </a:lnTo>
                                <a:cubicBezTo>
                                  <a:pt x="42951" y="111847"/>
                                  <a:pt x="44741" y="117215"/>
                                  <a:pt x="49215" y="121689"/>
                                </a:cubicBezTo>
                                <a:cubicBezTo>
                                  <a:pt x="53689" y="126163"/>
                                  <a:pt x="58163" y="127953"/>
                                  <a:pt x="64426" y="127953"/>
                                </a:cubicBezTo>
                                <a:cubicBezTo>
                                  <a:pt x="70690" y="127953"/>
                                  <a:pt x="75164" y="126163"/>
                                  <a:pt x="79638" y="121689"/>
                                </a:cubicBezTo>
                                <a:cubicBezTo>
                                  <a:pt x="84112" y="117215"/>
                                  <a:pt x="85902" y="112741"/>
                                  <a:pt x="85902" y="106478"/>
                                </a:cubicBezTo>
                                <a:lnTo>
                                  <a:pt x="85902" y="0"/>
                                </a:lnTo>
                                <a:lnTo>
                                  <a:pt x="128853" y="0"/>
                                </a:lnTo>
                                <a:lnTo>
                                  <a:pt x="128853" y="170902"/>
                                </a:lnTo>
                                <a:cubicBezTo>
                                  <a:pt x="128853" y="182534"/>
                                  <a:pt x="124379" y="192376"/>
                                  <a:pt x="116325" y="201324"/>
                                </a:cubicBezTo>
                                <a:cubicBezTo>
                                  <a:pt x="108272" y="209377"/>
                                  <a:pt x="97534" y="213851"/>
                                  <a:pt x="85902" y="213851"/>
                                </a:cubicBezTo>
                                <a:lnTo>
                                  <a:pt x="42951" y="213851"/>
                                </a:lnTo>
                                <a:cubicBezTo>
                                  <a:pt x="17896" y="213851"/>
                                  <a:pt x="3579" y="199534"/>
                                  <a:pt x="0" y="170902"/>
                                </a:cubicBezTo>
                                <a:lnTo>
                                  <a:pt x="21476" y="170902"/>
                                </a:ln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9719430" name="Freeform 1339719430"/>
                        <wps:cNvSpPr/>
                        <wps:spPr>
                          <a:xfrm>
                            <a:off x="767748" y="42949"/>
                            <a:ext cx="108272" cy="149427"/>
                          </a:xfrm>
                          <a:custGeom>
                            <a:avLst/>
                            <a:gdLst>
                              <a:gd name="connsiteX0" fmla="*/ 108272 w 108272"/>
                              <a:gd name="connsiteY0" fmla="*/ 42949 h 149427"/>
                              <a:gd name="connsiteX1" fmla="*/ 86796 w 108272"/>
                              <a:gd name="connsiteY1" fmla="*/ 42949 h 149427"/>
                              <a:gd name="connsiteX2" fmla="*/ 66216 w 108272"/>
                              <a:gd name="connsiteY2" fmla="*/ 21475 h 149427"/>
                              <a:gd name="connsiteX3" fmla="*/ 49215 w 108272"/>
                              <a:gd name="connsiteY3" fmla="*/ 25949 h 149427"/>
                              <a:gd name="connsiteX4" fmla="*/ 43846 w 108272"/>
                              <a:gd name="connsiteY4" fmla="*/ 39370 h 149427"/>
                              <a:gd name="connsiteX5" fmla="*/ 75164 w 108272"/>
                              <a:gd name="connsiteY5" fmla="*/ 65319 h 149427"/>
                              <a:gd name="connsiteX6" fmla="*/ 104693 w 108272"/>
                              <a:gd name="connsiteY6" fmla="*/ 87688 h 149427"/>
                              <a:gd name="connsiteX7" fmla="*/ 108272 w 108272"/>
                              <a:gd name="connsiteY7" fmla="*/ 106478 h 149427"/>
                              <a:gd name="connsiteX8" fmla="*/ 95745 w 108272"/>
                              <a:gd name="connsiteY8" fmla="*/ 136900 h 149427"/>
                              <a:gd name="connsiteX9" fmla="*/ 65321 w 108272"/>
                              <a:gd name="connsiteY9" fmla="*/ 149427 h 149427"/>
                              <a:gd name="connsiteX10" fmla="*/ 43846 w 108272"/>
                              <a:gd name="connsiteY10" fmla="*/ 149427 h 149427"/>
                              <a:gd name="connsiteX11" fmla="*/ 895 w 108272"/>
                              <a:gd name="connsiteY11" fmla="*/ 106478 h 149427"/>
                              <a:gd name="connsiteX12" fmla="*/ 22370 w 108272"/>
                              <a:gd name="connsiteY12" fmla="*/ 106478 h 149427"/>
                              <a:gd name="connsiteX13" fmla="*/ 42056 w 108272"/>
                              <a:gd name="connsiteY13" fmla="*/ 127953 h 149427"/>
                              <a:gd name="connsiteX14" fmla="*/ 59058 w 108272"/>
                              <a:gd name="connsiteY14" fmla="*/ 123479 h 149427"/>
                              <a:gd name="connsiteX15" fmla="*/ 64426 w 108272"/>
                              <a:gd name="connsiteY15" fmla="*/ 110057 h 149427"/>
                              <a:gd name="connsiteX16" fmla="*/ 33108 w 108272"/>
                              <a:gd name="connsiteY16" fmla="*/ 84109 h 149427"/>
                              <a:gd name="connsiteX17" fmla="*/ 3579 w 108272"/>
                              <a:gd name="connsiteY17" fmla="*/ 61740 h 149427"/>
                              <a:gd name="connsiteX18" fmla="*/ 0 w 108272"/>
                              <a:gd name="connsiteY18" fmla="*/ 42949 h 149427"/>
                              <a:gd name="connsiteX19" fmla="*/ 12527 w 108272"/>
                              <a:gd name="connsiteY19" fmla="*/ 12527 h 149427"/>
                              <a:gd name="connsiteX20" fmla="*/ 42951 w 108272"/>
                              <a:gd name="connsiteY20" fmla="*/ 0 h 149427"/>
                              <a:gd name="connsiteX21" fmla="*/ 64426 w 108272"/>
                              <a:gd name="connsiteY21" fmla="*/ 0 h 149427"/>
                              <a:gd name="connsiteX22" fmla="*/ 108272 w 108272"/>
                              <a:gd name="connsiteY22" fmla="*/ 42949 h 149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8272" h="149427">
                                <a:moveTo>
                                  <a:pt x="108272" y="42949"/>
                                </a:moveTo>
                                <a:lnTo>
                                  <a:pt x="86796" y="42949"/>
                                </a:lnTo>
                                <a:cubicBezTo>
                                  <a:pt x="85007" y="28633"/>
                                  <a:pt x="77848" y="21475"/>
                                  <a:pt x="66216" y="21475"/>
                                </a:cubicBezTo>
                                <a:cubicBezTo>
                                  <a:pt x="59058" y="21475"/>
                                  <a:pt x="52794" y="23264"/>
                                  <a:pt x="49215" y="25949"/>
                                </a:cubicBezTo>
                                <a:cubicBezTo>
                                  <a:pt x="45635" y="28633"/>
                                  <a:pt x="43846" y="33107"/>
                                  <a:pt x="43846" y="39370"/>
                                </a:cubicBezTo>
                                <a:cubicBezTo>
                                  <a:pt x="43846" y="45633"/>
                                  <a:pt x="54583" y="54581"/>
                                  <a:pt x="75164" y="65319"/>
                                </a:cubicBezTo>
                                <a:cubicBezTo>
                                  <a:pt x="92165" y="74266"/>
                                  <a:pt x="102008" y="82319"/>
                                  <a:pt x="104693" y="87688"/>
                                </a:cubicBezTo>
                                <a:cubicBezTo>
                                  <a:pt x="107377" y="93951"/>
                                  <a:pt x="108272" y="100215"/>
                                  <a:pt x="108272" y="106478"/>
                                </a:cubicBezTo>
                                <a:cubicBezTo>
                                  <a:pt x="108272" y="118110"/>
                                  <a:pt x="103798" y="127953"/>
                                  <a:pt x="95745" y="136900"/>
                                </a:cubicBezTo>
                                <a:cubicBezTo>
                                  <a:pt x="87691" y="144953"/>
                                  <a:pt x="76954" y="149427"/>
                                  <a:pt x="65321" y="149427"/>
                                </a:cubicBezTo>
                                <a:lnTo>
                                  <a:pt x="43846" y="149427"/>
                                </a:lnTo>
                                <a:cubicBezTo>
                                  <a:pt x="15212" y="149427"/>
                                  <a:pt x="895" y="135111"/>
                                  <a:pt x="895" y="106478"/>
                                </a:cubicBezTo>
                                <a:lnTo>
                                  <a:pt x="22370" y="106478"/>
                                </a:lnTo>
                                <a:cubicBezTo>
                                  <a:pt x="24160" y="120794"/>
                                  <a:pt x="30424" y="127953"/>
                                  <a:pt x="42056" y="127953"/>
                                </a:cubicBezTo>
                                <a:cubicBezTo>
                                  <a:pt x="50109" y="127953"/>
                                  <a:pt x="55478" y="126163"/>
                                  <a:pt x="59058" y="123479"/>
                                </a:cubicBezTo>
                                <a:cubicBezTo>
                                  <a:pt x="62637" y="120794"/>
                                  <a:pt x="64426" y="116320"/>
                                  <a:pt x="64426" y="110057"/>
                                </a:cubicBezTo>
                                <a:cubicBezTo>
                                  <a:pt x="64426" y="103794"/>
                                  <a:pt x="53689" y="95741"/>
                                  <a:pt x="33108" y="84109"/>
                                </a:cubicBezTo>
                                <a:cubicBezTo>
                                  <a:pt x="16106" y="75161"/>
                                  <a:pt x="6264" y="67108"/>
                                  <a:pt x="3579" y="61740"/>
                                </a:cubicBezTo>
                                <a:cubicBezTo>
                                  <a:pt x="895" y="55476"/>
                                  <a:pt x="0" y="49213"/>
                                  <a:pt x="0" y="42949"/>
                                </a:cubicBezTo>
                                <a:cubicBezTo>
                                  <a:pt x="0" y="31317"/>
                                  <a:pt x="4474" y="21475"/>
                                  <a:pt x="12527" y="12527"/>
                                </a:cubicBezTo>
                                <a:cubicBezTo>
                                  <a:pt x="20581" y="4474"/>
                                  <a:pt x="31318" y="0"/>
                                  <a:pt x="42951" y="0"/>
                                </a:cubicBezTo>
                                <a:lnTo>
                                  <a:pt x="64426" y="0"/>
                                </a:lnTo>
                                <a:cubicBezTo>
                                  <a:pt x="92165" y="0"/>
                                  <a:pt x="106482" y="14316"/>
                                  <a:pt x="108272" y="42949"/>
                                </a:cubicBez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1843778" name="Freeform 441843778"/>
                        <wps:cNvSpPr/>
                        <wps:spPr>
                          <a:xfrm>
                            <a:off x="918971" y="0"/>
                            <a:ext cx="42950" cy="192376"/>
                          </a:xfrm>
                          <a:custGeom>
                            <a:avLst/>
                            <a:gdLst>
                              <a:gd name="connsiteX0" fmla="*/ 0 w 42950"/>
                              <a:gd name="connsiteY0" fmla="*/ 21474 h 192376"/>
                              <a:gd name="connsiteX1" fmla="*/ 0 w 42950"/>
                              <a:gd name="connsiteY1" fmla="*/ 0 h 192376"/>
                              <a:gd name="connsiteX2" fmla="*/ 42951 w 42950"/>
                              <a:gd name="connsiteY2" fmla="*/ 0 h 192376"/>
                              <a:gd name="connsiteX3" fmla="*/ 42951 w 42950"/>
                              <a:gd name="connsiteY3" fmla="*/ 21474 h 192376"/>
                              <a:gd name="connsiteX4" fmla="*/ 0 w 42950"/>
                              <a:gd name="connsiteY4" fmla="*/ 21474 h 192376"/>
                              <a:gd name="connsiteX5" fmla="*/ 0 w 42950"/>
                              <a:gd name="connsiteY5" fmla="*/ 192376 h 192376"/>
                              <a:gd name="connsiteX6" fmla="*/ 0 w 42950"/>
                              <a:gd name="connsiteY6" fmla="*/ 42949 h 192376"/>
                              <a:gd name="connsiteX7" fmla="*/ 42951 w 42950"/>
                              <a:gd name="connsiteY7" fmla="*/ 42949 h 192376"/>
                              <a:gd name="connsiteX8" fmla="*/ 42951 w 42950"/>
                              <a:gd name="connsiteY8" fmla="*/ 192376 h 192376"/>
                              <a:gd name="connsiteX9" fmla="*/ 0 w 42950"/>
                              <a:gd name="connsiteY9" fmla="*/ 192376 h 192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2950" h="192376">
                                <a:moveTo>
                                  <a:pt x="0" y="21474"/>
                                </a:moveTo>
                                <a:lnTo>
                                  <a:pt x="0" y="0"/>
                                </a:lnTo>
                                <a:lnTo>
                                  <a:pt x="42951" y="0"/>
                                </a:lnTo>
                                <a:lnTo>
                                  <a:pt x="42951" y="21474"/>
                                </a:lnTo>
                                <a:lnTo>
                                  <a:pt x="0" y="21474"/>
                                </a:lnTo>
                                <a:close/>
                                <a:moveTo>
                                  <a:pt x="0" y="192376"/>
                                </a:moveTo>
                                <a:lnTo>
                                  <a:pt x="0" y="42949"/>
                                </a:lnTo>
                                <a:lnTo>
                                  <a:pt x="42951" y="42949"/>
                                </a:lnTo>
                                <a:lnTo>
                                  <a:pt x="42951" y="192376"/>
                                </a:lnTo>
                                <a:lnTo>
                                  <a:pt x="0" y="192376"/>
                                </a:ln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20507766" name="Freeform 2120507766"/>
                        <wps:cNvSpPr/>
                        <wps:spPr>
                          <a:xfrm>
                            <a:off x="1002188" y="42949"/>
                            <a:ext cx="108272" cy="149427"/>
                          </a:xfrm>
                          <a:custGeom>
                            <a:avLst/>
                            <a:gdLst>
                              <a:gd name="connsiteX0" fmla="*/ 108272 w 108272"/>
                              <a:gd name="connsiteY0" fmla="*/ 42949 h 149427"/>
                              <a:gd name="connsiteX1" fmla="*/ 86797 w 108272"/>
                              <a:gd name="connsiteY1" fmla="*/ 42949 h 149427"/>
                              <a:gd name="connsiteX2" fmla="*/ 66216 w 108272"/>
                              <a:gd name="connsiteY2" fmla="*/ 21475 h 149427"/>
                              <a:gd name="connsiteX3" fmla="*/ 49215 w 108272"/>
                              <a:gd name="connsiteY3" fmla="*/ 25949 h 149427"/>
                              <a:gd name="connsiteX4" fmla="*/ 43846 w 108272"/>
                              <a:gd name="connsiteY4" fmla="*/ 39370 h 149427"/>
                              <a:gd name="connsiteX5" fmla="*/ 75164 w 108272"/>
                              <a:gd name="connsiteY5" fmla="*/ 65319 h 149427"/>
                              <a:gd name="connsiteX6" fmla="*/ 104693 w 108272"/>
                              <a:gd name="connsiteY6" fmla="*/ 87688 h 149427"/>
                              <a:gd name="connsiteX7" fmla="*/ 108272 w 108272"/>
                              <a:gd name="connsiteY7" fmla="*/ 106478 h 149427"/>
                              <a:gd name="connsiteX8" fmla="*/ 95745 w 108272"/>
                              <a:gd name="connsiteY8" fmla="*/ 136900 h 149427"/>
                              <a:gd name="connsiteX9" fmla="*/ 65321 w 108272"/>
                              <a:gd name="connsiteY9" fmla="*/ 149427 h 149427"/>
                              <a:gd name="connsiteX10" fmla="*/ 43846 w 108272"/>
                              <a:gd name="connsiteY10" fmla="*/ 149427 h 149427"/>
                              <a:gd name="connsiteX11" fmla="*/ 895 w 108272"/>
                              <a:gd name="connsiteY11" fmla="*/ 106478 h 149427"/>
                              <a:gd name="connsiteX12" fmla="*/ 22370 w 108272"/>
                              <a:gd name="connsiteY12" fmla="*/ 106478 h 149427"/>
                              <a:gd name="connsiteX13" fmla="*/ 42056 w 108272"/>
                              <a:gd name="connsiteY13" fmla="*/ 127953 h 149427"/>
                              <a:gd name="connsiteX14" fmla="*/ 59058 w 108272"/>
                              <a:gd name="connsiteY14" fmla="*/ 123479 h 149427"/>
                              <a:gd name="connsiteX15" fmla="*/ 64426 w 108272"/>
                              <a:gd name="connsiteY15" fmla="*/ 110057 h 149427"/>
                              <a:gd name="connsiteX16" fmla="*/ 33108 w 108272"/>
                              <a:gd name="connsiteY16" fmla="*/ 84109 h 149427"/>
                              <a:gd name="connsiteX17" fmla="*/ 3579 w 108272"/>
                              <a:gd name="connsiteY17" fmla="*/ 61740 h 149427"/>
                              <a:gd name="connsiteX18" fmla="*/ 0 w 108272"/>
                              <a:gd name="connsiteY18" fmla="*/ 42949 h 149427"/>
                              <a:gd name="connsiteX19" fmla="*/ 12528 w 108272"/>
                              <a:gd name="connsiteY19" fmla="*/ 12527 h 149427"/>
                              <a:gd name="connsiteX20" fmla="*/ 42951 w 108272"/>
                              <a:gd name="connsiteY20" fmla="*/ 0 h 149427"/>
                              <a:gd name="connsiteX21" fmla="*/ 64426 w 108272"/>
                              <a:gd name="connsiteY21" fmla="*/ 0 h 149427"/>
                              <a:gd name="connsiteX22" fmla="*/ 108272 w 108272"/>
                              <a:gd name="connsiteY22" fmla="*/ 42949 h 149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8272" h="149427">
                                <a:moveTo>
                                  <a:pt x="108272" y="42949"/>
                                </a:moveTo>
                                <a:lnTo>
                                  <a:pt x="86797" y="42949"/>
                                </a:lnTo>
                                <a:cubicBezTo>
                                  <a:pt x="85007" y="28633"/>
                                  <a:pt x="77849" y="21475"/>
                                  <a:pt x="66216" y="21475"/>
                                </a:cubicBezTo>
                                <a:cubicBezTo>
                                  <a:pt x="59058" y="21475"/>
                                  <a:pt x="52794" y="23264"/>
                                  <a:pt x="49215" y="25949"/>
                                </a:cubicBezTo>
                                <a:cubicBezTo>
                                  <a:pt x="45635" y="28633"/>
                                  <a:pt x="43846" y="33107"/>
                                  <a:pt x="43846" y="39370"/>
                                </a:cubicBezTo>
                                <a:cubicBezTo>
                                  <a:pt x="43846" y="45633"/>
                                  <a:pt x="54583" y="54581"/>
                                  <a:pt x="75164" y="65319"/>
                                </a:cubicBezTo>
                                <a:cubicBezTo>
                                  <a:pt x="92166" y="74266"/>
                                  <a:pt x="102009" y="82319"/>
                                  <a:pt x="104693" y="87688"/>
                                </a:cubicBezTo>
                                <a:cubicBezTo>
                                  <a:pt x="107377" y="93951"/>
                                  <a:pt x="108272" y="100215"/>
                                  <a:pt x="108272" y="106478"/>
                                </a:cubicBezTo>
                                <a:cubicBezTo>
                                  <a:pt x="108272" y="118110"/>
                                  <a:pt x="103798" y="127953"/>
                                  <a:pt x="95745" y="136900"/>
                                </a:cubicBezTo>
                                <a:cubicBezTo>
                                  <a:pt x="87692" y="144953"/>
                                  <a:pt x="76954" y="149427"/>
                                  <a:pt x="65321" y="149427"/>
                                </a:cubicBezTo>
                                <a:lnTo>
                                  <a:pt x="43846" y="149427"/>
                                </a:lnTo>
                                <a:cubicBezTo>
                                  <a:pt x="15212" y="149427"/>
                                  <a:pt x="895" y="135111"/>
                                  <a:pt x="895" y="106478"/>
                                </a:cubicBezTo>
                                <a:lnTo>
                                  <a:pt x="22370" y="106478"/>
                                </a:lnTo>
                                <a:cubicBezTo>
                                  <a:pt x="24160" y="120794"/>
                                  <a:pt x="30424" y="127953"/>
                                  <a:pt x="42056" y="127953"/>
                                </a:cubicBezTo>
                                <a:cubicBezTo>
                                  <a:pt x="50109" y="127953"/>
                                  <a:pt x="55478" y="126163"/>
                                  <a:pt x="59058" y="123479"/>
                                </a:cubicBezTo>
                                <a:cubicBezTo>
                                  <a:pt x="62637" y="120794"/>
                                  <a:pt x="64426" y="116320"/>
                                  <a:pt x="64426" y="110057"/>
                                </a:cubicBezTo>
                                <a:cubicBezTo>
                                  <a:pt x="64426" y="103794"/>
                                  <a:pt x="53689" y="95741"/>
                                  <a:pt x="33108" y="84109"/>
                                </a:cubicBezTo>
                                <a:cubicBezTo>
                                  <a:pt x="16107" y="75161"/>
                                  <a:pt x="6264" y="67108"/>
                                  <a:pt x="3579" y="61740"/>
                                </a:cubicBezTo>
                                <a:cubicBezTo>
                                  <a:pt x="895" y="55476"/>
                                  <a:pt x="0" y="49213"/>
                                  <a:pt x="0" y="42949"/>
                                </a:cubicBezTo>
                                <a:cubicBezTo>
                                  <a:pt x="0" y="31317"/>
                                  <a:pt x="4474" y="21475"/>
                                  <a:pt x="12528" y="12527"/>
                                </a:cubicBezTo>
                                <a:cubicBezTo>
                                  <a:pt x="20581" y="4474"/>
                                  <a:pt x="31318" y="0"/>
                                  <a:pt x="42951" y="0"/>
                                </a:cubicBezTo>
                                <a:lnTo>
                                  <a:pt x="64426" y="0"/>
                                </a:lnTo>
                                <a:cubicBezTo>
                                  <a:pt x="93061" y="0"/>
                                  <a:pt x="107377" y="14316"/>
                                  <a:pt x="108272" y="42949"/>
                                </a:cubicBez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26859863" name="Freeform 2026859863"/>
                        <wps:cNvSpPr/>
                        <wps:spPr>
                          <a:xfrm>
                            <a:off x="1256314" y="42055"/>
                            <a:ext cx="127957" cy="214745"/>
                          </a:xfrm>
                          <a:custGeom>
                            <a:avLst/>
                            <a:gdLst>
                              <a:gd name="connsiteX0" fmla="*/ 127958 w 127957"/>
                              <a:gd name="connsiteY0" fmla="*/ 895 h 214745"/>
                              <a:gd name="connsiteX1" fmla="*/ 127958 w 127957"/>
                              <a:gd name="connsiteY1" fmla="*/ 171796 h 214745"/>
                              <a:gd name="connsiteX2" fmla="*/ 115430 w 127957"/>
                              <a:gd name="connsiteY2" fmla="*/ 202218 h 214745"/>
                              <a:gd name="connsiteX3" fmla="*/ 85902 w 127957"/>
                              <a:gd name="connsiteY3" fmla="*/ 214745 h 214745"/>
                              <a:gd name="connsiteX4" fmla="*/ 42951 w 127957"/>
                              <a:gd name="connsiteY4" fmla="*/ 214745 h 214745"/>
                              <a:gd name="connsiteX5" fmla="*/ 0 w 127957"/>
                              <a:gd name="connsiteY5" fmla="*/ 171796 h 214745"/>
                              <a:gd name="connsiteX6" fmla="*/ 21475 w 127957"/>
                              <a:gd name="connsiteY6" fmla="*/ 171796 h 214745"/>
                              <a:gd name="connsiteX7" fmla="*/ 42951 w 127957"/>
                              <a:gd name="connsiteY7" fmla="*/ 193271 h 214745"/>
                              <a:gd name="connsiteX8" fmla="*/ 64426 w 127957"/>
                              <a:gd name="connsiteY8" fmla="*/ 193271 h 214745"/>
                              <a:gd name="connsiteX9" fmla="*/ 79638 w 127957"/>
                              <a:gd name="connsiteY9" fmla="*/ 187007 h 214745"/>
                              <a:gd name="connsiteX10" fmla="*/ 85902 w 127957"/>
                              <a:gd name="connsiteY10" fmla="*/ 171796 h 214745"/>
                              <a:gd name="connsiteX11" fmla="*/ 85902 w 127957"/>
                              <a:gd name="connsiteY11" fmla="*/ 128847 h 214745"/>
                              <a:gd name="connsiteX12" fmla="*/ 64426 w 127957"/>
                              <a:gd name="connsiteY12" fmla="*/ 150322 h 214745"/>
                              <a:gd name="connsiteX13" fmla="*/ 42951 w 127957"/>
                              <a:gd name="connsiteY13" fmla="*/ 150322 h 214745"/>
                              <a:gd name="connsiteX14" fmla="*/ 12527 w 127957"/>
                              <a:gd name="connsiteY14" fmla="*/ 137795 h 214745"/>
                              <a:gd name="connsiteX15" fmla="*/ 0 w 127957"/>
                              <a:gd name="connsiteY15" fmla="*/ 107373 h 214745"/>
                              <a:gd name="connsiteX16" fmla="*/ 0 w 127957"/>
                              <a:gd name="connsiteY16" fmla="*/ 42949 h 214745"/>
                              <a:gd name="connsiteX17" fmla="*/ 12527 w 127957"/>
                              <a:gd name="connsiteY17" fmla="*/ 12527 h 214745"/>
                              <a:gd name="connsiteX18" fmla="*/ 42951 w 127957"/>
                              <a:gd name="connsiteY18" fmla="*/ 0 h 214745"/>
                              <a:gd name="connsiteX19" fmla="*/ 127958 w 127957"/>
                              <a:gd name="connsiteY19" fmla="*/ 0 h 214745"/>
                              <a:gd name="connsiteX20" fmla="*/ 85007 w 127957"/>
                              <a:gd name="connsiteY20" fmla="*/ 22369 h 214745"/>
                              <a:gd name="connsiteX21" fmla="*/ 63531 w 127957"/>
                              <a:gd name="connsiteY21" fmla="*/ 22369 h 214745"/>
                              <a:gd name="connsiteX22" fmla="*/ 48320 w 127957"/>
                              <a:gd name="connsiteY22" fmla="*/ 28633 h 214745"/>
                              <a:gd name="connsiteX23" fmla="*/ 42056 w 127957"/>
                              <a:gd name="connsiteY23" fmla="*/ 43844 h 214745"/>
                              <a:gd name="connsiteX24" fmla="*/ 42056 w 127957"/>
                              <a:gd name="connsiteY24" fmla="*/ 108267 h 214745"/>
                              <a:gd name="connsiteX25" fmla="*/ 48320 w 127957"/>
                              <a:gd name="connsiteY25" fmla="*/ 123479 h 214745"/>
                              <a:gd name="connsiteX26" fmla="*/ 63531 w 127957"/>
                              <a:gd name="connsiteY26" fmla="*/ 129742 h 214745"/>
                              <a:gd name="connsiteX27" fmla="*/ 78743 w 127957"/>
                              <a:gd name="connsiteY27" fmla="*/ 123479 h 214745"/>
                              <a:gd name="connsiteX28" fmla="*/ 85007 w 127957"/>
                              <a:gd name="connsiteY28" fmla="*/ 108267 h 214745"/>
                              <a:gd name="connsiteX29" fmla="*/ 85007 w 127957"/>
                              <a:gd name="connsiteY29" fmla="*/ 22369 h 2147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27957" h="214745">
                                <a:moveTo>
                                  <a:pt x="127958" y="895"/>
                                </a:moveTo>
                                <a:lnTo>
                                  <a:pt x="127958" y="171796"/>
                                </a:lnTo>
                                <a:cubicBezTo>
                                  <a:pt x="127958" y="183428"/>
                                  <a:pt x="123484" y="193271"/>
                                  <a:pt x="115430" y="202218"/>
                                </a:cubicBezTo>
                                <a:cubicBezTo>
                                  <a:pt x="107377" y="211166"/>
                                  <a:pt x="96639" y="214745"/>
                                  <a:pt x="85902" y="214745"/>
                                </a:cubicBezTo>
                                <a:lnTo>
                                  <a:pt x="42951" y="214745"/>
                                </a:lnTo>
                                <a:cubicBezTo>
                                  <a:pt x="17896" y="214745"/>
                                  <a:pt x="3579" y="200429"/>
                                  <a:pt x="0" y="171796"/>
                                </a:cubicBezTo>
                                <a:lnTo>
                                  <a:pt x="21475" y="171796"/>
                                </a:lnTo>
                                <a:cubicBezTo>
                                  <a:pt x="22370" y="186113"/>
                                  <a:pt x="29529" y="193271"/>
                                  <a:pt x="42951" y="193271"/>
                                </a:cubicBezTo>
                                <a:lnTo>
                                  <a:pt x="64426" y="193271"/>
                                </a:lnTo>
                                <a:cubicBezTo>
                                  <a:pt x="70690" y="193271"/>
                                  <a:pt x="75164" y="191481"/>
                                  <a:pt x="79638" y="187007"/>
                                </a:cubicBezTo>
                                <a:cubicBezTo>
                                  <a:pt x="84112" y="182534"/>
                                  <a:pt x="85902" y="178060"/>
                                  <a:pt x="85902" y="171796"/>
                                </a:cubicBezTo>
                                <a:lnTo>
                                  <a:pt x="85902" y="128847"/>
                                </a:lnTo>
                                <a:cubicBezTo>
                                  <a:pt x="84112" y="143164"/>
                                  <a:pt x="76953" y="150322"/>
                                  <a:pt x="64426" y="150322"/>
                                </a:cubicBezTo>
                                <a:lnTo>
                                  <a:pt x="42951" y="150322"/>
                                </a:lnTo>
                                <a:cubicBezTo>
                                  <a:pt x="31318" y="150322"/>
                                  <a:pt x="21475" y="145848"/>
                                  <a:pt x="12527" y="137795"/>
                                </a:cubicBezTo>
                                <a:cubicBezTo>
                                  <a:pt x="4474" y="129742"/>
                                  <a:pt x="0" y="119005"/>
                                  <a:pt x="0" y="107373"/>
                                </a:cubicBezTo>
                                <a:lnTo>
                                  <a:pt x="0" y="42949"/>
                                </a:lnTo>
                                <a:cubicBezTo>
                                  <a:pt x="0" y="31317"/>
                                  <a:pt x="4474" y="21474"/>
                                  <a:pt x="12527" y="12527"/>
                                </a:cubicBezTo>
                                <a:cubicBezTo>
                                  <a:pt x="20581" y="4474"/>
                                  <a:pt x="31318" y="0"/>
                                  <a:pt x="42951" y="0"/>
                                </a:cubicBezTo>
                                <a:lnTo>
                                  <a:pt x="127958" y="0"/>
                                </a:lnTo>
                                <a:close/>
                                <a:moveTo>
                                  <a:pt x="85007" y="22369"/>
                                </a:moveTo>
                                <a:lnTo>
                                  <a:pt x="63531" y="22369"/>
                                </a:lnTo>
                                <a:cubicBezTo>
                                  <a:pt x="58163" y="22369"/>
                                  <a:pt x="52794" y="24159"/>
                                  <a:pt x="48320" y="28633"/>
                                </a:cubicBezTo>
                                <a:cubicBezTo>
                                  <a:pt x="43846" y="33106"/>
                                  <a:pt x="42056" y="37580"/>
                                  <a:pt x="42056" y="43844"/>
                                </a:cubicBezTo>
                                <a:lnTo>
                                  <a:pt x="42056" y="108267"/>
                                </a:lnTo>
                                <a:cubicBezTo>
                                  <a:pt x="42056" y="113636"/>
                                  <a:pt x="43846" y="119005"/>
                                  <a:pt x="48320" y="123479"/>
                                </a:cubicBezTo>
                                <a:cubicBezTo>
                                  <a:pt x="52794" y="127952"/>
                                  <a:pt x="57268" y="129742"/>
                                  <a:pt x="63531" y="129742"/>
                                </a:cubicBezTo>
                                <a:cubicBezTo>
                                  <a:pt x="69795" y="129742"/>
                                  <a:pt x="74269" y="127952"/>
                                  <a:pt x="78743" y="123479"/>
                                </a:cubicBezTo>
                                <a:cubicBezTo>
                                  <a:pt x="83217" y="119005"/>
                                  <a:pt x="85007" y="114531"/>
                                  <a:pt x="85007" y="108267"/>
                                </a:cubicBezTo>
                                <a:lnTo>
                                  <a:pt x="85007" y="22369"/>
                                </a:ln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83938601" name="Freeform 1483938601"/>
                        <wps:cNvSpPr/>
                        <wps:spPr>
                          <a:xfrm>
                            <a:off x="1426328" y="42949"/>
                            <a:ext cx="128852" cy="150321"/>
                          </a:xfrm>
                          <a:custGeom>
                            <a:avLst/>
                            <a:gdLst>
                              <a:gd name="connsiteX0" fmla="*/ 42951 w 128852"/>
                              <a:gd name="connsiteY0" fmla="*/ 0 h 150321"/>
                              <a:gd name="connsiteX1" fmla="*/ 85902 w 128852"/>
                              <a:gd name="connsiteY1" fmla="*/ 0 h 150321"/>
                              <a:gd name="connsiteX2" fmla="*/ 116325 w 128852"/>
                              <a:gd name="connsiteY2" fmla="*/ 12527 h 150321"/>
                              <a:gd name="connsiteX3" fmla="*/ 128853 w 128852"/>
                              <a:gd name="connsiteY3" fmla="*/ 42949 h 150321"/>
                              <a:gd name="connsiteX4" fmla="*/ 128853 w 128852"/>
                              <a:gd name="connsiteY4" fmla="*/ 107373 h 150321"/>
                              <a:gd name="connsiteX5" fmla="*/ 116325 w 128852"/>
                              <a:gd name="connsiteY5" fmla="*/ 137795 h 150321"/>
                              <a:gd name="connsiteX6" fmla="*/ 85902 w 128852"/>
                              <a:gd name="connsiteY6" fmla="*/ 150322 h 150321"/>
                              <a:gd name="connsiteX7" fmla="*/ 42951 w 128852"/>
                              <a:gd name="connsiteY7" fmla="*/ 150322 h 150321"/>
                              <a:gd name="connsiteX8" fmla="*/ 12527 w 128852"/>
                              <a:gd name="connsiteY8" fmla="*/ 137795 h 150321"/>
                              <a:gd name="connsiteX9" fmla="*/ 0 w 128852"/>
                              <a:gd name="connsiteY9" fmla="*/ 107373 h 150321"/>
                              <a:gd name="connsiteX10" fmla="*/ 0 w 128852"/>
                              <a:gd name="connsiteY10" fmla="*/ 42949 h 150321"/>
                              <a:gd name="connsiteX11" fmla="*/ 12527 w 128852"/>
                              <a:gd name="connsiteY11" fmla="*/ 12527 h 150321"/>
                              <a:gd name="connsiteX12" fmla="*/ 42951 w 128852"/>
                              <a:gd name="connsiteY12" fmla="*/ 0 h 150321"/>
                              <a:gd name="connsiteX13" fmla="*/ 42951 w 128852"/>
                              <a:gd name="connsiteY13" fmla="*/ 42949 h 150321"/>
                              <a:gd name="connsiteX14" fmla="*/ 42951 w 128852"/>
                              <a:gd name="connsiteY14" fmla="*/ 107373 h 150321"/>
                              <a:gd name="connsiteX15" fmla="*/ 49215 w 128852"/>
                              <a:gd name="connsiteY15" fmla="*/ 122584 h 150321"/>
                              <a:gd name="connsiteX16" fmla="*/ 64426 w 128852"/>
                              <a:gd name="connsiteY16" fmla="*/ 128847 h 150321"/>
                              <a:gd name="connsiteX17" fmla="*/ 79638 w 128852"/>
                              <a:gd name="connsiteY17" fmla="*/ 122584 h 150321"/>
                              <a:gd name="connsiteX18" fmla="*/ 85902 w 128852"/>
                              <a:gd name="connsiteY18" fmla="*/ 107373 h 150321"/>
                              <a:gd name="connsiteX19" fmla="*/ 85902 w 128852"/>
                              <a:gd name="connsiteY19" fmla="*/ 42949 h 150321"/>
                              <a:gd name="connsiteX20" fmla="*/ 79638 w 128852"/>
                              <a:gd name="connsiteY20" fmla="*/ 27738 h 150321"/>
                              <a:gd name="connsiteX21" fmla="*/ 64426 w 128852"/>
                              <a:gd name="connsiteY21" fmla="*/ 21475 h 150321"/>
                              <a:gd name="connsiteX22" fmla="*/ 49215 w 128852"/>
                              <a:gd name="connsiteY22" fmla="*/ 27738 h 150321"/>
                              <a:gd name="connsiteX23" fmla="*/ 42951 w 128852"/>
                              <a:gd name="connsiteY23" fmla="*/ 42949 h 1503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28852" h="150321">
                                <a:moveTo>
                                  <a:pt x="42951" y="0"/>
                                </a:moveTo>
                                <a:lnTo>
                                  <a:pt x="85902" y="0"/>
                                </a:lnTo>
                                <a:cubicBezTo>
                                  <a:pt x="97534" y="0"/>
                                  <a:pt x="107377" y="4474"/>
                                  <a:pt x="116325" y="12527"/>
                                </a:cubicBezTo>
                                <a:cubicBezTo>
                                  <a:pt x="124379" y="20580"/>
                                  <a:pt x="128853" y="31317"/>
                                  <a:pt x="128853" y="42949"/>
                                </a:cubicBezTo>
                                <a:lnTo>
                                  <a:pt x="128853" y="107373"/>
                                </a:lnTo>
                                <a:cubicBezTo>
                                  <a:pt x="128853" y="119005"/>
                                  <a:pt x="124379" y="128847"/>
                                  <a:pt x="116325" y="137795"/>
                                </a:cubicBezTo>
                                <a:cubicBezTo>
                                  <a:pt x="108272" y="146743"/>
                                  <a:pt x="97534" y="150322"/>
                                  <a:pt x="85902" y="150322"/>
                                </a:cubicBezTo>
                                <a:lnTo>
                                  <a:pt x="42951" y="150322"/>
                                </a:lnTo>
                                <a:cubicBezTo>
                                  <a:pt x="31318" y="150322"/>
                                  <a:pt x="21475" y="145848"/>
                                  <a:pt x="12527" y="137795"/>
                                </a:cubicBezTo>
                                <a:cubicBezTo>
                                  <a:pt x="4474" y="129742"/>
                                  <a:pt x="0" y="119005"/>
                                  <a:pt x="0" y="107373"/>
                                </a:cubicBezTo>
                                <a:lnTo>
                                  <a:pt x="0" y="42949"/>
                                </a:lnTo>
                                <a:cubicBezTo>
                                  <a:pt x="0" y="31317"/>
                                  <a:pt x="4474" y="21475"/>
                                  <a:pt x="12527" y="12527"/>
                                </a:cubicBezTo>
                                <a:cubicBezTo>
                                  <a:pt x="21475" y="4474"/>
                                  <a:pt x="31318" y="0"/>
                                  <a:pt x="42951" y="0"/>
                                </a:cubicBezTo>
                                <a:close/>
                                <a:moveTo>
                                  <a:pt x="42951" y="42949"/>
                                </a:moveTo>
                                <a:lnTo>
                                  <a:pt x="42951" y="107373"/>
                                </a:lnTo>
                                <a:cubicBezTo>
                                  <a:pt x="42951" y="112741"/>
                                  <a:pt x="44741" y="118110"/>
                                  <a:pt x="49215" y="122584"/>
                                </a:cubicBezTo>
                                <a:cubicBezTo>
                                  <a:pt x="53689" y="127058"/>
                                  <a:pt x="58163" y="128847"/>
                                  <a:pt x="64426" y="128847"/>
                                </a:cubicBezTo>
                                <a:cubicBezTo>
                                  <a:pt x="70690" y="128847"/>
                                  <a:pt x="75164" y="127058"/>
                                  <a:pt x="79638" y="122584"/>
                                </a:cubicBezTo>
                                <a:cubicBezTo>
                                  <a:pt x="84112" y="118110"/>
                                  <a:pt x="85902" y="113636"/>
                                  <a:pt x="85902" y="107373"/>
                                </a:cubicBezTo>
                                <a:lnTo>
                                  <a:pt x="85902" y="42949"/>
                                </a:lnTo>
                                <a:cubicBezTo>
                                  <a:pt x="85902" y="37581"/>
                                  <a:pt x="84112" y="32212"/>
                                  <a:pt x="79638" y="27738"/>
                                </a:cubicBezTo>
                                <a:cubicBezTo>
                                  <a:pt x="75164" y="23264"/>
                                  <a:pt x="70690" y="21475"/>
                                  <a:pt x="64426" y="21475"/>
                                </a:cubicBezTo>
                                <a:cubicBezTo>
                                  <a:pt x="59057" y="21475"/>
                                  <a:pt x="53689" y="23264"/>
                                  <a:pt x="49215" y="27738"/>
                                </a:cubicBezTo>
                                <a:cubicBezTo>
                                  <a:pt x="44741" y="32212"/>
                                  <a:pt x="42951" y="36686"/>
                                  <a:pt x="42951" y="42949"/>
                                </a:cubicBez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3074560" name="Freeform 333074560"/>
                        <wps:cNvSpPr/>
                        <wps:spPr>
                          <a:xfrm>
                            <a:off x="1597237" y="42949"/>
                            <a:ext cx="128852" cy="149427"/>
                          </a:xfrm>
                          <a:custGeom>
                            <a:avLst/>
                            <a:gdLst>
                              <a:gd name="connsiteX0" fmla="*/ 85902 w 128852"/>
                              <a:gd name="connsiteY0" fmla="*/ 64424 h 149427"/>
                              <a:gd name="connsiteX1" fmla="*/ 85902 w 128852"/>
                              <a:gd name="connsiteY1" fmla="*/ 42949 h 149427"/>
                              <a:gd name="connsiteX2" fmla="*/ 79638 w 128852"/>
                              <a:gd name="connsiteY2" fmla="*/ 27738 h 149427"/>
                              <a:gd name="connsiteX3" fmla="*/ 64426 w 128852"/>
                              <a:gd name="connsiteY3" fmla="*/ 21475 h 149427"/>
                              <a:gd name="connsiteX4" fmla="*/ 42951 w 128852"/>
                              <a:gd name="connsiteY4" fmla="*/ 21475 h 149427"/>
                              <a:gd name="connsiteX5" fmla="*/ 21476 w 128852"/>
                              <a:gd name="connsiteY5" fmla="*/ 42949 h 149427"/>
                              <a:gd name="connsiteX6" fmla="*/ 0 w 128852"/>
                              <a:gd name="connsiteY6" fmla="*/ 42949 h 149427"/>
                              <a:gd name="connsiteX7" fmla="*/ 42951 w 128852"/>
                              <a:gd name="connsiteY7" fmla="*/ 0 h 149427"/>
                              <a:gd name="connsiteX8" fmla="*/ 85902 w 128852"/>
                              <a:gd name="connsiteY8" fmla="*/ 0 h 149427"/>
                              <a:gd name="connsiteX9" fmla="*/ 116325 w 128852"/>
                              <a:gd name="connsiteY9" fmla="*/ 12527 h 149427"/>
                              <a:gd name="connsiteX10" fmla="*/ 128853 w 128852"/>
                              <a:gd name="connsiteY10" fmla="*/ 42949 h 149427"/>
                              <a:gd name="connsiteX11" fmla="*/ 128853 w 128852"/>
                              <a:gd name="connsiteY11" fmla="*/ 149427 h 149427"/>
                              <a:gd name="connsiteX12" fmla="*/ 85902 w 128852"/>
                              <a:gd name="connsiteY12" fmla="*/ 149427 h 149427"/>
                              <a:gd name="connsiteX13" fmla="*/ 85902 w 128852"/>
                              <a:gd name="connsiteY13" fmla="*/ 127953 h 149427"/>
                              <a:gd name="connsiteX14" fmla="*/ 64426 w 128852"/>
                              <a:gd name="connsiteY14" fmla="*/ 149427 h 149427"/>
                              <a:gd name="connsiteX15" fmla="*/ 42951 w 128852"/>
                              <a:gd name="connsiteY15" fmla="*/ 149427 h 149427"/>
                              <a:gd name="connsiteX16" fmla="*/ 12528 w 128852"/>
                              <a:gd name="connsiteY16" fmla="*/ 136900 h 149427"/>
                              <a:gd name="connsiteX17" fmla="*/ 0 w 128852"/>
                              <a:gd name="connsiteY17" fmla="*/ 106478 h 149427"/>
                              <a:gd name="connsiteX18" fmla="*/ 12528 w 128852"/>
                              <a:gd name="connsiteY18" fmla="*/ 76056 h 149427"/>
                              <a:gd name="connsiteX19" fmla="*/ 42951 w 128852"/>
                              <a:gd name="connsiteY19" fmla="*/ 63529 h 149427"/>
                              <a:gd name="connsiteX20" fmla="*/ 85902 w 128852"/>
                              <a:gd name="connsiteY20" fmla="*/ 63529 h 149427"/>
                              <a:gd name="connsiteX21" fmla="*/ 85902 w 128852"/>
                              <a:gd name="connsiteY21" fmla="*/ 85898 h 149427"/>
                              <a:gd name="connsiteX22" fmla="*/ 64426 w 128852"/>
                              <a:gd name="connsiteY22" fmla="*/ 85898 h 149427"/>
                              <a:gd name="connsiteX23" fmla="*/ 49215 w 128852"/>
                              <a:gd name="connsiteY23" fmla="*/ 92162 h 149427"/>
                              <a:gd name="connsiteX24" fmla="*/ 42951 w 128852"/>
                              <a:gd name="connsiteY24" fmla="*/ 107373 h 149427"/>
                              <a:gd name="connsiteX25" fmla="*/ 49215 w 128852"/>
                              <a:gd name="connsiteY25" fmla="*/ 122584 h 149427"/>
                              <a:gd name="connsiteX26" fmla="*/ 64426 w 128852"/>
                              <a:gd name="connsiteY26" fmla="*/ 128847 h 149427"/>
                              <a:gd name="connsiteX27" fmla="*/ 79638 w 128852"/>
                              <a:gd name="connsiteY27" fmla="*/ 122584 h 149427"/>
                              <a:gd name="connsiteX28" fmla="*/ 85902 w 128852"/>
                              <a:gd name="connsiteY28" fmla="*/ 107373 h 149427"/>
                              <a:gd name="connsiteX29" fmla="*/ 85902 w 128852"/>
                              <a:gd name="connsiteY29" fmla="*/ 85898 h 149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28852" h="149427">
                                <a:moveTo>
                                  <a:pt x="85902" y="64424"/>
                                </a:moveTo>
                                <a:lnTo>
                                  <a:pt x="85902" y="42949"/>
                                </a:lnTo>
                                <a:cubicBezTo>
                                  <a:pt x="85902" y="37581"/>
                                  <a:pt x="84112" y="32212"/>
                                  <a:pt x="79638" y="27738"/>
                                </a:cubicBezTo>
                                <a:cubicBezTo>
                                  <a:pt x="75164" y="23264"/>
                                  <a:pt x="70690" y="21475"/>
                                  <a:pt x="64426" y="21475"/>
                                </a:cubicBezTo>
                                <a:lnTo>
                                  <a:pt x="42951" y="21475"/>
                                </a:lnTo>
                                <a:cubicBezTo>
                                  <a:pt x="30424" y="21475"/>
                                  <a:pt x="23265" y="28633"/>
                                  <a:pt x="21476" y="42949"/>
                                </a:cubicBezTo>
                                <a:lnTo>
                                  <a:pt x="0" y="42949"/>
                                </a:lnTo>
                                <a:cubicBezTo>
                                  <a:pt x="3579" y="14316"/>
                                  <a:pt x="17896" y="0"/>
                                  <a:pt x="42951" y="0"/>
                                </a:cubicBezTo>
                                <a:lnTo>
                                  <a:pt x="85902" y="0"/>
                                </a:lnTo>
                                <a:cubicBezTo>
                                  <a:pt x="97535" y="0"/>
                                  <a:pt x="107377" y="4474"/>
                                  <a:pt x="116325" y="12527"/>
                                </a:cubicBezTo>
                                <a:cubicBezTo>
                                  <a:pt x="124379" y="20580"/>
                                  <a:pt x="128853" y="31317"/>
                                  <a:pt x="128853" y="42949"/>
                                </a:cubicBezTo>
                                <a:lnTo>
                                  <a:pt x="128853" y="149427"/>
                                </a:lnTo>
                                <a:lnTo>
                                  <a:pt x="85902" y="149427"/>
                                </a:lnTo>
                                <a:lnTo>
                                  <a:pt x="85902" y="127953"/>
                                </a:lnTo>
                                <a:cubicBezTo>
                                  <a:pt x="84112" y="142269"/>
                                  <a:pt x="76954" y="149427"/>
                                  <a:pt x="64426" y="149427"/>
                                </a:cubicBezTo>
                                <a:lnTo>
                                  <a:pt x="42951" y="149427"/>
                                </a:lnTo>
                                <a:cubicBezTo>
                                  <a:pt x="31318" y="149427"/>
                                  <a:pt x="21476" y="144953"/>
                                  <a:pt x="12528" y="136900"/>
                                </a:cubicBezTo>
                                <a:cubicBezTo>
                                  <a:pt x="4474" y="128847"/>
                                  <a:pt x="0" y="118110"/>
                                  <a:pt x="0" y="106478"/>
                                </a:cubicBezTo>
                                <a:cubicBezTo>
                                  <a:pt x="0" y="94846"/>
                                  <a:pt x="4474" y="85003"/>
                                  <a:pt x="12528" y="76056"/>
                                </a:cubicBezTo>
                                <a:cubicBezTo>
                                  <a:pt x="20581" y="68003"/>
                                  <a:pt x="31318" y="63529"/>
                                  <a:pt x="42951" y="63529"/>
                                </a:cubicBezTo>
                                <a:lnTo>
                                  <a:pt x="85902" y="63529"/>
                                </a:lnTo>
                                <a:close/>
                                <a:moveTo>
                                  <a:pt x="85902" y="85898"/>
                                </a:moveTo>
                                <a:lnTo>
                                  <a:pt x="64426" y="85898"/>
                                </a:lnTo>
                                <a:cubicBezTo>
                                  <a:pt x="59058" y="85898"/>
                                  <a:pt x="53689" y="87688"/>
                                  <a:pt x="49215" y="92162"/>
                                </a:cubicBezTo>
                                <a:cubicBezTo>
                                  <a:pt x="44741" y="96636"/>
                                  <a:pt x="42951" y="101109"/>
                                  <a:pt x="42951" y="107373"/>
                                </a:cubicBezTo>
                                <a:cubicBezTo>
                                  <a:pt x="42951" y="113636"/>
                                  <a:pt x="44741" y="118110"/>
                                  <a:pt x="49215" y="122584"/>
                                </a:cubicBezTo>
                                <a:cubicBezTo>
                                  <a:pt x="53689" y="127058"/>
                                  <a:pt x="58163" y="128847"/>
                                  <a:pt x="64426" y="128847"/>
                                </a:cubicBezTo>
                                <a:cubicBezTo>
                                  <a:pt x="70690" y="128847"/>
                                  <a:pt x="75164" y="127058"/>
                                  <a:pt x="79638" y="122584"/>
                                </a:cubicBezTo>
                                <a:cubicBezTo>
                                  <a:pt x="84112" y="118110"/>
                                  <a:pt x="85902" y="113636"/>
                                  <a:pt x="85902" y="107373"/>
                                </a:cubicBezTo>
                                <a:lnTo>
                                  <a:pt x="85902" y="85898"/>
                                </a:ln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9898669" name="Freeform 419898669"/>
                        <wps:cNvSpPr/>
                        <wps:spPr>
                          <a:xfrm>
                            <a:off x="1769041" y="0"/>
                            <a:ext cx="42950" cy="192376"/>
                          </a:xfrm>
                          <a:custGeom>
                            <a:avLst/>
                            <a:gdLst>
                              <a:gd name="connsiteX0" fmla="*/ 0 w 42950"/>
                              <a:gd name="connsiteY0" fmla="*/ 192376 h 192376"/>
                              <a:gd name="connsiteX1" fmla="*/ 0 w 42950"/>
                              <a:gd name="connsiteY1" fmla="*/ 0 h 192376"/>
                              <a:gd name="connsiteX2" fmla="*/ 42951 w 42950"/>
                              <a:gd name="connsiteY2" fmla="*/ 0 h 192376"/>
                              <a:gd name="connsiteX3" fmla="*/ 42951 w 42950"/>
                              <a:gd name="connsiteY3" fmla="*/ 192376 h 192376"/>
                              <a:gd name="connsiteX4" fmla="*/ 0 w 42950"/>
                              <a:gd name="connsiteY4" fmla="*/ 192376 h 1923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950" h="192376">
                                <a:moveTo>
                                  <a:pt x="0" y="192376"/>
                                </a:moveTo>
                                <a:lnTo>
                                  <a:pt x="0" y="0"/>
                                </a:lnTo>
                                <a:lnTo>
                                  <a:pt x="42951" y="0"/>
                                </a:lnTo>
                                <a:lnTo>
                                  <a:pt x="42951" y="192376"/>
                                </a:lnTo>
                                <a:lnTo>
                                  <a:pt x="0" y="192376"/>
                                </a:ln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5819008" name="Freeform 395819008"/>
                        <wps:cNvSpPr/>
                        <wps:spPr>
                          <a:xfrm>
                            <a:off x="1852258" y="42949"/>
                            <a:ext cx="108272" cy="149427"/>
                          </a:xfrm>
                          <a:custGeom>
                            <a:avLst/>
                            <a:gdLst>
                              <a:gd name="connsiteX0" fmla="*/ 108272 w 108272"/>
                              <a:gd name="connsiteY0" fmla="*/ 42949 h 149427"/>
                              <a:gd name="connsiteX1" fmla="*/ 86797 w 108272"/>
                              <a:gd name="connsiteY1" fmla="*/ 42949 h 149427"/>
                              <a:gd name="connsiteX2" fmla="*/ 66216 w 108272"/>
                              <a:gd name="connsiteY2" fmla="*/ 21475 h 149427"/>
                              <a:gd name="connsiteX3" fmla="*/ 49215 w 108272"/>
                              <a:gd name="connsiteY3" fmla="*/ 25949 h 149427"/>
                              <a:gd name="connsiteX4" fmla="*/ 43846 w 108272"/>
                              <a:gd name="connsiteY4" fmla="*/ 39370 h 149427"/>
                              <a:gd name="connsiteX5" fmla="*/ 75164 w 108272"/>
                              <a:gd name="connsiteY5" fmla="*/ 65319 h 149427"/>
                              <a:gd name="connsiteX6" fmla="*/ 104693 w 108272"/>
                              <a:gd name="connsiteY6" fmla="*/ 87688 h 149427"/>
                              <a:gd name="connsiteX7" fmla="*/ 108272 w 108272"/>
                              <a:gd name="connsiteY7" fmla="*/ 106478 h 149427"/>
                              <a:gd name="connsiteX8" fmla="*/ 95745 w 108272"/>
                              <a:gd name="connsiteY8" fmla="*/ 136900 h 149427"/>
                              <a:gd name="connsiteX9" fmla="*/ 65321 w 108272"/>
                              <a:gd name="connsiteY9" fmla="*/ 149427 h 149427"/>
                              <a:gd name="connsiteX10" fmla="*/ 43846 w 108272"/>
                              <a:gd name="connsiteY10" fmla="*/ 149427 h 149427"/>
                              <a:gd name="connsiteX11" fmla="*/ 895 w 108272"/>
                              <a:gd name="connsiteY11" fmla="*/ 106478 h 149427"/>
                              <a:gd name="connsiteX12" fmla="*/ 22370 w 108272"/>
                              <a:gd name="connsiteY12" fmla="*/ 106478 h 149427"/>
                              <a:gd name="connsiteX13" fmla="*/ 42056 w 108272"/>
                              <a:gd name="connsiteY13" fmla="*/ 127953 h 149427"/>
                              <a:gd name="connsiteX14" fmla="*/ 59058 w 108272"/>
                              <a:gd name="connsiteY14" fmla="*/ 123479 h 149427"/>
                              <a:gd name="connsiteX15" fmla="*/ 64426 w 108272"/>
                              <a:gd name="connsiteY15" fmla="*/ 110057 h 149427"/>
                              <a:gd name="connsiteX16" fmla="*/ 33108 w 108272"/>
                              <a:gd name="connsiteY16" fmla="*/ 84109 h 149427"/>
                              <a:gd name="connsiteX17" fmla="*/ 3579 w 108272"/>
                              <a:gd name="connsiteY17" fmla="*/ 61740 h 149427"/>
                              <a:gd name="connsiteX18" fmla="*/ 0 w 108272"/>
                              <a:gd name="connsiteY18" fmla="*/ 42949 h 149427"/>
                              <a:gd name="connsiteX19" fmla="*/ 12528 w 108272"/>
                              <a:gd name="connsiteY19" fmla="*/ 12527 h 149427"/>
                              <a:gd name="connsiteX20" fmla="*/ 42951 w 108272"/>
                              <a:gd name="connsiteY20" fmla="*/ 0 h 149427"/>
                              <a:gd name="connsiteX21" fmla="*/ 64426 w 108272"/>
                              <a:gd name="connsiteY21" fmla="*/ 0 h 149427"/>
                              <a:gd name="connsiteX22" fmla="*/ 108272 w 108272"/>
                              <a:gd name="connsiteY22" fmla="*/ 42949 h 149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8272" h="149427">
                                <a:moveTo>
                                  <a:pt x="108272" y="42949"/>
                                </a:moveTo>
                                <a:lnTo>
                                  <a:pt x="86797" y="42949"/>
                                </a:lnTo>
                                <a:cubicBezTo>
                                  <a:pt x="85007" y="28633"/>
                                  <a:pt x="77849" y="21475"/>
                                  <a:pt x="66216" y="21475"/>
                                </a:cubicBezTo>
                                <a:cubicBezTo>
                                  <a:pt x="59058" y="21475"/>
                                  <a:pt x="52794" y="23264"/>
                                  <a:pt x="49215" y="25949"/>
                                </a:cubicBezTo>
                                <a:cubicBezTo>
                                  <a:pt x="45635" y="28633"/>
                                  <a:pt x="43846" y="33107"/>
                                  <a:pt x="43846" y="39370"/>
                                </a:cubicBezTo>
                                <a:cubicBezTo>
                                  <a:pt x="43846" y="45633"/>
                                  <a:pt x="54583" y="54581"/>
                                  <a:pt x="75164" y="65319"/>
                                </a:cubicBezTo>
                                <a:cubicBezTo>
                                  <a:pt x="92166" y="74266"/>
                                  <a:pt x="102009" y="82319"/>
                                  <a:pt x="104693" y="87688"/>
                                </a:cubicBezTo>
                                <a:cubicBezTo>
                                  <a:pt x="107377" y="93951"/>
                                  <a:pt x="108272" y="100215"/>
                                  <a:pt x="108272" y="106478"/>
                                </a:cubicBezTo>
                                <a:cubicBezTo>
                                  <a:pt x="108272" y="118110"/>
                                  <a:pt x="103798" y="127953"/>
                                  <a:pt x="95745" y="136900"/>
                                </a:cubicBezTo>
                                <a:cubicBezTo>
                                  <a:pt x="87692" y="144953"/>
                                  <a:pt x="76954" y="149427"/>
                                  <a:pt x="65321" y="149427"/>
                                </a:cubicBezTo>
                                <a:lnTo>
                                  <a:pt x="43846" y="149427"/>
                                </a:lnTo>
                                <a:cubicBezTo>
                                  <a:pt x="15212" y="149427"/>
                                  <a:pt x="895" y="135111"/>
                                  <a:pt x="895" y="106478"/>
                                </a:cubicBezTo>
                                <a:lnTo>
                                  <a:pt x="22370" y="106478"/>
                                </a:lnTo>
                                <a:cubicBezTo>
                                  <a:pt x="24160" y="120794"/>
                                  <a:pt x="30424" y="127953"/>
                                  <a:pt x="42056" y="127953"/>
                                </a:cubicBezTo>
                                <a:cubicBezTo>
                                  <a:pt x="50109" y="127953"/>
                                  <a:pt x="55478" y="126163"/>
                                  <a:pt x="59058" y="123479"/>
                                </a:cubicBezTo>
                                <a:cubicBezTo>
                                  <a:pt x="62637" y="120794"/>
                                  <a:pt x="64426" y="116320"/>
                                  <a:pt x="64426" y="110057"/>
                                </a:cubicBezTo>
                                <a:cubicBezTo>
                                  <a:pt x="64426" y="103794"/>
                                  <a:pt x="53689" y="95741"/>
                                  <a:pt x="33108" y="84109"/>
                                </a:cubicBezTo>
                                <a:cubicBezTo>
                                  <a:pt x="16107" y="75161"/>
                                  <a:pt x="6264" y="67108"/>
                                  <a:pt x="3579" y="61740"/>
                                </a:cubicBezTo>
                                <a:cubicBezTo>
                                  <a:pt x="895" y="55476"/>
                                  <a:pt x="0" y="49213"/>
                                  <a:pt x="0" y="42949"/>
                                </a:cubicBezTo>
                                <a:cubicBezTo>
                                  <a:pt x="0" y="31317"/>
                                  <a:pt x="4474" y="21475"/>
                                  <a:pt x="12528" y="12527"/>
                                </a:cubicBezTo>
                                <a:cubicBezTo>
                                  <a:pt x="20581" y="4474"/>
                                  <a:pt x="31318" y="0"/>
                                  <a:pt x="42951" y="0"/>
                                </a:cubicBezTo>
                                <a:lnTo>
                                  <a:pt x="64426" y="0"/>
                                </a:lnTo>
                                <a:cubicBezTo>
                                  <a:pt x="92166" y="0"/>
                                  <a:pt x="106483" y="14316"/>
                                  <a:pt x="108272" y="42949"/>
                                </a:cubicBezTo>
                                <a:close/>
                              </a:path>
                            </a:pathLst>
                          </a:custGeom>
                          <a:solidFill>
                            <a:srgbClr val="231F20"/>
                          </a:solidFill>
                          <a:ln w="893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AB7122" id="Graphic 46" o:spid="_x0000_s1026" style="position:absolute;margin-left:11pt;margin-top:13.55pt;width:164.9pt;height:21.6pt;z-index:251742719;mso-width-relative:margin;mso-height-relative:margin" coordsize="19605,2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">
                <o:lock v:ext="edit" aspectratio="t"/>
                <v:shape id="Freeform 71993776" o:spid="_x0000_s1027" style="position:absolute;top:429;width:1288;height:1494;visibility:visible;mso-wrap-style:square;v-text-anchor:middle" coordsize="128852,149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" path="m85902,64424r,-21475c85902,37581,84112,32212,79638,27738,75164,23264,70690,21475,64426,21475r-21475,c30424,21475,23265,28633,21475,42949l,42949c3579,14316,17896,,42951,l85902,v11632,,21475,4474,30423,12527c124379,20580,128853,31317,128853,42949r,106478l85902,149427r,-21474c84112,142269,76954,149427,64426,149427r-21475,c31318,149427,21475,144953,12527,136900,4474,128847,,118110,,106478,,94846,4474,85003,12527,76056,20581,68003,31318,63529,42951,63529r42951,l85902,64424xm85902,85898r-21476,c59057,85898,53689,87688,49215,92162v-4474,4474,-6264,8947,-6264,15211c42951,113636,44741,118110,49215,122584v4474,4474,8948,6263,15211,6263c70690,128847,75164,127058,79638,122584v4474,-4474,6264,-8948,6264,-15211l85902,85898xe" fillcolor="#231f20" stroked="f" strokeweight=".24817mm">
                  <v:stroke joinstyle="miter"/>
                  <v:path arrowok="t" o:connecttype="custom" o:connectlocs="85902,64424;85902,42949;79638,27738;64426,21475;42951,21475;21475,42949;0,42949;42951,0;85902,0;116325,12527;128853,42949;128853,149427;85902,149427;85902,127953;64426,149427;42951,149427;12527,136900;0,106478;12527,76056;42951,63529;85902,63529;85902,85898;64426,85898;49215,92162;42951,107373;49215,122584;64426,128847;79638,122584;85902,107373;85902,85898" o:connectangles="0,0,0,0,0,0,0,0,0,0,0,0,0,0,0,0,0,0,0,0,0,0,0,0,0,0,0,0,0,0"/>
                </v:shape>
                <v:shape id="Freeform 804978461" o:spid="_x0000_s1028" style="position:absolute;left:1709;top:429;width:1279;height:1494;visibility:visible;mso-wrap-style:square;v-text-anchor:middle" coordsize="127957,149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" path="m,149427l,,42951,r,21475c43846,14316,45635,8948,49215,5369,52794,1790,57268,,63532,l85007,v11633,,21476,4474,30424,12527c123484,20580,127958,31317,127958,42949r,106478l85007,149427r,-106478c85007,37581,83217,32212,78743,27738,74269,23264,69795,21475,63532,21475v-5369,,-10738,1789,-15212,6263c43846,32212,42056,36686,42056,42949r,106478l,149427xe" fillcolor="#231f20" stroked="f" strokeweight=".24817mm">
                  <v:stroke joinstyle="miter"/>
                  <v:path arrowok="t" o:connecttype="custom" o:connectlocs="0,149427;0,0;42951,0;42951,21475;49215,5369;63532,0;85007,0;115431,12527;127958,42949;127958,149427;85007,149427;85007,42949;78743,27738;63532,21475;48320,27738;42056,42949;42056,149427;0,149427" o:connectangles="0,0,0,0,0,0,0,0,0,0,0,0,0,0,0,0,0,0"/>
                </v:shape>
                <v:shape id="Freeform 1375450473" o:spid="_x0000_s1029" style="position:absolute;left:3418;top:429;width:1288;height:1494;visibility:visible;mso-wrap-style:square;v-text-anchor:middle" coordsize="128852,149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" path="m85902,64424r,-21475c85902,37581,84112,32212,79638,27738,75164,23264,70690,21475,64426,21475r-21475,c30424,21475,23265,28633,21475,42949l,42949c3579,14316,17896,,42951,l85902,v11632,,21475,4474,30423,12527c124379,20580,128853,31317,128853,42949r,106478l85902,149427r,-21474c84112,142269,76954,149427,64426,149427r-21475,c31318,149427,21475,144953,12527,136900,4474,128847,,118110,,106478,,94846,4474,85003,12527,76056,20581,68003,31318,63529,42951,63529r42951,l85902,64424xm85902,85898r-21476,c59058,85898,53689,87688,49215,92162v-4474,4474,-6264,8947,-6264,15211c42951,113636,44741,118110,49215,122584v4474,4474,8948,6263,15211,6263c70690,128847,75164,127058,79638,122584v4474,-4474,6264,-8948,6264,-15211l85902,85898xe" fillcolor="#231f20" stroked="f" strokeweight=".24817mm">
                  <v:stroke joinstyle="miter"/>
                  <v:path arrowok="t" o:connecttype="custom" o:connectlocs="85902,64424;85902,42949;79638,27738;64426,21475;42951,21475;21475,42949;0,42949;42951,0;85902,0;116325,12527;128853,42949;128853,149427;85902,149427;85902,127953;64426,149427;42951,149427;12527,136900;0,106478;12527,76056;42951,63529;85902,63529;85902,85898;64426,85898;49215,92162;42951,107373;49215,122584;64426,128847;79638,122584;85902,107373;85902,85898" o:connectangles="0,0,0,0,0,0,0,0,0,0,0,0,0,0,0,0,0,0,0,0,0,0,0,0,0,0,0,0,0,0"/>
                </v:shape>
                <v:shape id="Freeform 408171482" o:spid="_x0000_s1030" style="position:absolute;left:5127;width:429;height:1923;visibility:visible;mso-wrap-style:square;v-text-anchor:middle" coordsize="42950,192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" path="m,192376l,,42951,r,192376l,192376xe" fillcolor="#231f20" stroked="f" strokeweight=".24817mm">
                  <v:stroke joinstyle="miter"/>
                  <v:path arrowok="t" o:connecttype="custom" o:connectlocs="0,192376;0,0;42951,0;42951,192376;0,192376" o:connectangles="0,0,0,0,0"/>
                </v:shape>
                <v:shape id="Freeform 723297719" o:spid="_x0000_s1031" style="position:absolute;left:5986;top:429;width:1288;height:2138;visibility:visible;mso-wrap-style:square;v-text-anchor:middle" coordsize="128852,21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" path="m21476,170902v894,14316,8053,21474,21475,21474l64426,192376v6264,,10738,-1789,15212,-6263c84112,181639,85902,177165,85902,170902r,-42949c84112,142269,76954,149427,64426,149427r-21475,c31318,149427,21476,144953,12527,136900,4474,128847,,118110,,106478l,,42951,r,106478c42951,111847,44741,117215,49215,121689v4474,4474,8948,6264,15211,6264c70690,127953,75164,126163,79638,121689v4474,-4474,6264,-8948,6264,-15211l85902,r42951,l128853,170902v,11632,-4474,21474,-12528,30422c108272,209377,97534,213851,85902,213851r-42951,c17896,213851,3579,199534,,170902r21476,xe" fillcolor="#231f20" stroked="f" strokeweight=".24817mm">
                  <v:stroke joinstyle="miter"/>
                  <v:path arrowok="t" o:connecttype="custom" o:connectlocs="21476,170902;42951,192376;64426,192376;79638,186113;85902,170902;85902,127953;64426,149427;42951,149427;12527,136900;0,106478;0,0;42951,0;42951,106478;49215,121689;64426,127953;79638,121689;85902,106478;85902,0;128853,0;128853,170902;116325,201324;85902,213851;42951,213851;0,170902;21476,170902" o:connectangles="0,0,0,0,0,0,0,0,0,0,0,0,0,0,0,0,0,0,0,0,0,0,0,0,0"/>
                </v:shape>
                <v:shape id="Freeform 1339719430" o:spid="_x0000_s1032" style="position:absolute;left:7677;top:429;width:1083;height:1494;visibility:visible;mso-wrap-style:square;v-text-anchor:middle" coordsize="108272,149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" path="m108272,42949r-21476,c85007,28633,77848,21475,66216,21475v-7158,,-13422,1789,-17001,4474c45635,28633,43846,33107,43846,39370v,6263,10737,15211,31318,25949c92165,74266,102008,82319,104693,87688v2684,6263,3579,12527,3579,18790c108272,118110,103798,127953,95745,136900v-8054,8053,-18791,12527,-30424,12527l43846,149427c15212,149427,895,135111,895,106478r21475,c24160,120794,30424,127953,42056,127953v8053,,13422,-1790,17002,-4474c62637,120794,64426,116320,64426,110057v,-6263,-10737,-14316,-31318,-25948c16106,75161,6264,67108,3579,61740,895,55476,,49213,,42949,,31317,4474,21475,12527,12527,20581,4474,31318,,42951,l64426,v27739,,42056,14316,43846,42949xe" fillcolor="#231f20" stroked="f" strokeweight=".24817mm">
                  <v:stroke joinstyle="miter"/>
                  <v:path arrowok="t" o:connecttype="custom" o:connectlocs="108272,42949;86796,42949;66216,21475;49215,25949;43846,39370;75164,65319;104693,87688;108272,106478;95745,136900;65321,149427;43846,149427;895,106478;22370,106478;42056,127953;59058,123479;64426,110057;33108,84109;3579,61740;0,42949;12527,12527;42951,0;64426,0;108272,42949" o:connectangles="0,0,0,0,0,0,0,0,0,0,0,0,0,0,0,0,0,0,0,0,0,0,0"/>
                </v:shape>
                <v:shape id="Freeform 441843778" o:spid="_x0000_s1033" style="position:absolute;left:9189;width:430;height:1923;visibility:visible;mso-wrap-style:square;v-text-anchor:middle" coordsize="42950,192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" path="m,21474l,,42951,r,21474l,21474xm,192376l,42949r42951,l42951,192376,,192376xe" fillcolor="#231f20" stroked="f" strokeweight=".24817mm">
                  <v:stroke joinstyle="miter"/>
                  <v:path arrowok="t" o:connecttype="custom" o:connectlocs="0,21474;0,0;42951,0;42951,21474;0,21474;0,192376;0,42949;42951,42949;42951,192376;0,192376" o:connectangles="0,0,0,0,0,0,0,0,0,0"/>
                </v:shape>
                <v:shape id="Freeform 2120507766" o:spid="_x0000_s1034" style="position:absolute;left:10021;top:429;width:1083;height:1494;visibility:visible;mso-wrap-style:square;v-text-anchor:middle" coordsize="108272,149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" path="m108272,42949r-21475,c85007,28633,77849,21475,66216,21475v-7158,,-13422,1789,-17001,4474c45635,28633,43846,33107,43846,39370v,6263,10737,15211,31318,25949c92166,74266,102009,82319,104693,87688v2684,6263,3579,12527,3579,18790c108272,118110,103798,127953,95745,136900v-8053,8053,-18791,12527,-30424,12527l43846,149427c15212,149427,895,135111,895,106478r21475,c24160,120794,30424,127953,42056,127953v8053,,13422,-1790,17002,-4474c62637,120794,64426,116320,64426,110057v,-6263,-10737,-14316,-31318,-25948c16107,75161,6264,67108,3579,61740,895,55476,,49213,,42949,,31317,4474,21475,12528,12527,20581,4474,31318,,42951,l64426,v28635,,42951,14316,43846,42949xe" fillcolor="#231f20" stroked="f" strokeweight=".24817mm">
                  <v:stroke joinstyle="miter"/>
                  <v:path arrowok="t" o:connecttype="custom" o:connectlocs="108272,42949;86797,42949;66216,21475;49215,25949;43846,39370;75164,65319;104693,87688;108272,106478;95745,136900;65321,149427;43846,149427;895,106478;22370,106478;42056,127953;59058,123479;64426,110057;33108,84109;3579,61740;0,42949;12528,12527;42951,0;64426,0;108272,42949" o:connectangles="0,0,0,0,0,0,0,0,0,0,0,0,0,0,0,0,0,0,0,0,0,0,0"/>
                </v:shape>
                <v:shape id="Freeform 2026859863" o:spid="_x0000_s1035" style="position:absolute;left:12563;top:420;width:1279;height:2148;visibility:visible;mso-wrap-style:square;v-text-anchor:middle" coordsize="127957,214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" path="m127958,895r,170901c127958,183428,123484,193271,115430,202218v-8053,8948,-18791,12527,-29528,12527l42951,214745c17896,214745,3579,200429,,171796r21475,c22370,186113,29529,193271,42951,193271r21475,c70690,193271,75164,191481,79638,187007v4474,-4473,6264,-8947,6264,-15211l85902,128847v-1790,14317,-8949,21475,-21476,21475l42951,150322v-11633,,-21476,-4474,-30424,-12527c4474,129742,,119005,,107373l,42949c,31317,4474,21474,12527,12527,20581,4474,31318,,42951,r85007,l127958,895xm85007,22369r-21476,c58163,22369,52794,24159,48320,28633v-4474,4473,-6264,8947,-6264,15211l42056,108267v,5369,1790,10738,6264,15212c52794,127952,57268,129742,63531,129742v6264,,10738,-1790,15212,-6263c83217,119005,85007,114531,85007,108267r,-85898xe" fillcolor="#231f20" stroked="f" strokeweight=".24817mm">
                  <v:stroke joinstyle="miter"/>
                  <v:path arrowok="t" o:connecttype="custom" o:connectlocs="127958,895;127958,171796;115430,202218;85902,214745;42951,214745;0,171796;21475,171796;42951,193271;64426,193271;79638,187007;85902,171796;85902,128847;64426,150322;42951,150322;12527,137795;0,107373;0,42949;12527,12527;42951,0;127958,0;85007,22369;63531,22369;48320,28633;42056,43844;42056,108267;48320,123479;63531,129742;78743,123479;85007,108267;85007,22369" o:connectangles="0,0,0,0,0,0,0,0,0,0,0,0,0,0,0,0,0,0,0,0,0,0,0,0,0,0,0,0,0,0"/>
                </v:shape>
                <v:shape id="Freeform 1483938601" o:spid="_x0000_s1036" style="position:absolute;left:14263;top:429;width:1288;height:1503;visibility:visible;mso-wrap-style:square;v-text-anchor:middle" coordsize="128852,150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" path="m42951,l85902,v11632,,21475,4474,30423,12527c124379,20580,128853,31317,128853,42949r,64424c128853,119005,124379,128847,116325,137795v-8053,8948,-18791,12527,-30423,12527l42951,150322v-11633,,-21476,-4474,-30424,-12527c4474,129742,,119005,,107373l,42949c,31317,4474,21475,12527,12527,21475,4474,31318,,42951,xm42951,42949r,64424c42951,112741,44741,118110,49215,122584v4474,4474,8948,6263,15211,6263c70690,128847,75164,127058,79638,122584v4474,-4474,6264,-8948,6264,-15211l85902,42949v,-5368,-1790,-10737,-6264,-15211c75164,23264,70690,21475,64426,21475v-5369,,-10737,1789,-15211,6263c44741,32212,42951,36686,42951,42949xe" fillcolor="#231f20" stroked="f" strokeweight=".24817mm">
                  <v:stroke joinstyle="miter"/>
                  <v:path arrowok="t" o:connecttype="custom" o:connectlocs="42951,0;85902,0;116325,12527;128853,42949;128853,107373;116325,137795;85902,150322;42951,150322;12527,137795;0,107373;0,42949;12527,12527;42951,0;42951,42949;42951,107373;49215,122584;64426,128847;79638,122584;85902,107373;85902,42949;79638,27738;64426,21475;49215,27738;42951,42949" o:connectangles="0,0,0,0,0,0,0,0,0,0,0,0,0,0,0,0,0,0,0,0,0,0,0,0"/>
                </v:shape>
                <v:shape id="Freeform 333074560" o:spid="_x0000_s1037" style="position:absolute;left:15972;top:429;width:1288;height:1494;visibility:visible;mso-wrap-style:square;v-text-anchor:middle" coordsize="128852,149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" path="m85902,64424r,-21475c85902,37581,84112,32212,79638,27738,75164,23264,70690,21475,64426,21475r-21475,c30424,21475,23265,28633,21476,42949l,42949c3579,14316,17896,,42951,l85902,v11633,,21475,4474,30423,12527c124379,20580,128853,31317,128853,42949r,106478l85902,149427r,-21474c84112,142269,76954,149427,64426,149427r-21475,c31318,149427,21476,144953,12528,136900,4474,128847,,118110,,106478,,94846,4474,85003,12528,76056,20581,68003,31318,63529,42951,63529r42951,l85902,64424xm85902,85898r-21476,c59058,85898,53689,87688,49215,92162v-4474,4474,-6264,8947,-6264,15211c42951,113636,44741,118110,49215,122584v4474,4474,8948,6263,15211,6263c70690,128847,75164,127058,79638,122584v4474,-4474,6264,-8948,6264,-15211l85902,85898xe" fillcolor="#231f20" stroked="f" strokeweight=".24817mm">
                  <v:stroke joinstyle="miter"/>
                  <v:path arrowok="t" o:connecttype="custom" o:connectlocs="85902,64424;85902,42949;79638,27738;64426,21475;42951,21475;21476,42949;0,42949;42951,0;85902,0;116325,12527;128853,42949;128853,149427;85902,149427;85902,127953;64426,149427;42951,149427;12528,136900;0,106478;12528,76056;42951,63529;85902,63529;85902,85898;64426,85898;49215,92162;42951,107373;49215,122584;64426,128847;79638,122584;85902,107373;85902,85898" o:connectangles="0,0,0,0,0,0,0,0,0,0,0,0,0,0,0,0,0,0,0,0,0,0,0,0,0,0,0,0,0,0"/>
                </v:shape>
                <v:shape id="Freeform 419898669" o:spid="_x0000_s1038" style="position:absolute;left:17690;width:429;height:1923;visibility:visible;mso-wrap-style:square;v-text-anchor:middle" coordsize="42950,192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" path="m,192376l,,42951,r,192376l,192376xe" fillcolor="#231f20" stroked="f" strokeweight=".24817mm">
                  <v:stroke joinstyle="miter"/>
                  <v:path arrowok="t" o:connecttype="custom" o:connectlocs="0,192376;0,0;42951,0;42951,192376;0,192376" o:connectangles="0,0,0,0,0"/>
                </v:shape>
                <v:shape id="Freeform 395819008" o:spid="_x0000_s1039" style="position:absolute;left:18522;top:429;width:1083;height:1494;visibility:visible;mso-wrap-style:square;v-text-anchor:middle" coordsize="108272,149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" path="m108272,42949r-21475,c85007,28633,77849,21475,66216,21475v-7158,,-13422,1789,-17001,4474c45635,28633,43846,33107,43846,39370v,6263,10737,15211,31318,25949c92166,74266,102009,82319,104693,87688v2684,6263,3579,12527,3579,18790c108272,118110,103798,127953,95745,136900v-8053,8053,-18791,12527,-30424,12527l43846,149427c15212,149427,895,135111,895,106478r21475,c24160,120794,30424,127953,42056,127953v8053,,13422,-1790,17002,-4474c62637,120794,64426,116320,64426,110057v,-6263,-10737,-14316,-31318,-25948c16107,75161,6264,67108,3579,61740,895,55476,,49213,,42949,,31317,4474,21475,12528,12527,20581,4474,31318,,42951,l64426,v27740,,42057,14316,43846,42949xe" fillcolor="#231f20" stroked="f" strokeweight=".24817mm">
                  <v:stroke joinstyle="miter"/>
                  <v:path arrowok="t" o:connecttype="custom" o:connectlocs="108272,42949;86797,42949;66216,21475;49215,25949;43846,39370;75164,65319;104693,87688;108272,106478;95745,136900;65321,149427;43846,149427;895,106478;22370,106478;42056,127953;59058,123479;64426,110057;33108,84109;3579,61740;0,42949;12528,12527;42951,0;64426,0;108272,42949" o:connectangles="0,0,0,0,0,0,0,0,0,0,0,0,0,0,0,0,0,0,0,0,0,0,0"/>
                </v:shape>
              </v:group>
            </w:pict>
          </mc:Fallback>
        </mc:AlternateContent>
      </w:r>
    </w:p>
    <w:p w14:paraId="7AD99932" w14:textId="19A902C9" w:rsidR="00B639C7" w:rsidRDefault="00406BA1" w:rsidP="00A86120">
      <w:pPr>
        <w:spacing w:after="0" w:line="240" w:lineRule="auto"/>
        <w:rPr>
          <w:rFonts w:cs="Arial"/>
          <w:b/>
          <w:noProof/>
          <w:color w:val="595959" w:themeColor="text1" w:themeTint="A6"/>
          <w:sz w:val="48"/>
          <w:szCs w:val="32"/>
        </w:rPr>
        <w:sectPr w:rsidR="00B639C7" w:rsidSect="00BF4EF7">
          <w:headerReference w:type="default" r:id="rId10"/>
          <w:pgSz w:w="15840" w:h="12240" w:orient="landscape"/>
          <w:pgMar w:top="441" w:right="576" w:bottom="576" w:left="621" w:header="0" w:footer="0" w:gutter="0"/>
          <w:cols w:space="720"/>
          <w:titlePg/>
          <w:docGrid w:linePitch="360"/>
        </w:sectPr>
      </w:pPr>
      <w:r w:rsidRPr="00A86120">
        <w:rPr>
          <w:noProof/>
          <w:sz w:val="18"/>
          <w:szCs w:val="21"/>
        </w:rPr>
        <mc:AlternateContent>
          <mc:Choice Requires="wps">
            <w:drawing>
              <wp:anchor distT="0" distB="0" distL="114300" distR="114300" simplePos="0" relativeHeight="251685888" behindDoc="1" locked="0" layoutInCell="1" allowOverlap="1" wp14:anchorId="23F08D67" wp14:editId="2B40230A">
                <wp:simplePos x="0" y="0"/>
                <wp:positionH relativeFrom="column">
                  <wp:posOffset>10160</wp:posOffset>
                </wp:positionH>
                <wp:positionV relativeFrom="paragraph">
                  <wp:posOffset>106535</wp:posOffset>
                </wp:positionV>
                <wp:extent cx="6238240" cy="2268220"/>
                <wp:effectExtent l="0" t="0" r="0" b="0"/>
                <wp:wrapNone/>
                <wp:docPr id="1481445879" name="Rectangle 1481445879"/>
                <wp:cNvGraphicFramePr/>
                <a:graphic xmlns:a="http://schemas.openxmlformats.org/drawingml/2006/main">
                  <a:graphicData uri="http://schemas.microsoft.com/office/word/2010/wordprocessingShape">
                    <wps:wsp>
                      <wps:cNvSpPr/>
                      <wps:spPr>
                        <a:xfrm>
                          <a:off x="0" y="0"/>
                          <a:ext cx="6238240" cy="22682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B95B79" w14:textId="5A3E2B3E" w:rsidR="00B639C7" w:rsidRPr="00C7462E" w:rsidRDefault="00C7462E" w:rsidP="00E42708">
                            <w:pPr>
                              <w:spacing w:after="100" w:line="276" w:lineRule="auto"/>
                              <w:rPr>
                                <w:color w:val="000000" w:themeColor="text1"/>
                                <w:sz w:val="22"/>
                              </w:rPr>
                            </w:pPr>
                            <w:r w:rsidRPr="00C7462E">
                              <w:rPr>
                                <w:color w:val="000000" w:themeColor="text1"/>
                                <w:sz w:val="22"/>
                              </w:rPr>
                              <w:t xml:space="preserve">Enter Text </w:t>
                            </w: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F08D67" id="Rectangle 1481445879" o:spid="_x0000_s1026" style="position:absolute;margin-left:.8pt;margin-top:8.4pt;width:491.2pt;height:178.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" filled="f" stroked="f" strokeweight="1pt">
                <v:textbox inset="10.8pt">
                  <w:txbxContent>
                    <w:p w14:paraId="70B95B79" w14:textId="5A3E2B3E" w:rsidR="00B639C7" w:rsidRPr="00C7462E" w:rsidRDefault="00C7462E" w:rsidP="00E42708">
                      <w:pPr>
                        <w:spacing w:after="100" w:line="276" w:lineRule="auto"/>
                        <w:rPr>
                          <w:color w:val="000000" w:themeColor="text1"/>
                          <w:sz w:val="22"/>
                        </w:rPr>
                      </w:pPr>
                      <w:r w:rsidRPr="00C7462E">
                        <w:rPr>
                          <w:color w:val="000000" w:themeColor="text1"/>
                          <w:sz w:val="22"/>
                        </w:rPr>
                        <w:t xml:space="preserve">Enter Text </w:t>
                      </w:r>
                    </w:p>
                  </w:txbxContent>
                </v:textbox>
              </v:rect>
            </w:pict>
          </mc:Fallback>
        </mc:AlternateContent>
      </w:r>
      <w:r w:rsidR="00E42708" w:rsidRPr="00A86120">
        <w:rPr>
          <w:noProof/>
          <w:sz w:val="18"/>
          <w:szCs w:val="21"/>
        </w:rPr>
        <mc:AlternateContent>
          <mc:Choice Requires="wps">
            <w:drawing>
              <wp:anchor distT="0" distB="0" distL="114300" distR="114300" simplePos="0" relativeHeight="251679744" behindDoc="1" locked="0" layoutInCell="1" allowOverlap="1" wp14:anchorId="744E481A" wp14:editId="016B6777">
                <wp:simplePos x="0" y="0"/>
                <wp:positionH relativeFrom="column">
                  <wp:posOffset>10160</wp:posOffset>
                </wp:positionH>
                <wp:positionV relativeFrom="paragraph">
                  <wp:posOffset>3470910</wp:posOffset>
                </wp:positionV>
                <wp:extent cx="4559935" cy="2707005"/>
                <wp:effectExtent l="0" t="0" r="0" b="0"/>
                <wp:wrapNone/>
                <wp:docPr id="989873744" name="Rectangle 989873744"/>
                <wp:cNvGraphicFramePr/>
                <a:graphic xmlns:a="http://schemas.openxmlformats.org/drawingml/2006/main">
                  <a:graphicData uri="http://schemas.microsoft.com/office/word/2010/wordprocessingShape">
                    <wps:wsp>
                      <wps:cNvSpPr/>
                      <wps:spPr>
                        <a:xfrm>
                          <a:off x="0" y="0"/>
                          <a:ext cx="4559935" cy="270700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C4EE32" w14:textId="79A8C298" w:rsidR="00B639C7" w:rsidRPr="00C7462E" w:rsidRDefault="00C7462E" w:rsidP="00406BA1">
                            <w:pPr>
                              <w:spacing w:after="80" w:line="240" w:lineRule="auto"/>
                              <w:rPr>
                                <w:bCs/>
                                <w:color w:val="000000" w:themeColor="text1"/>
                                <w:sz w:val="22"/>
                              </w:rPr>
                            </w:pPr>
                            <w:r w:rsidRPr="00C7462E">
                              <w:rPr>
                                <w:bCs/>
                                <w:color w:val="000000" w:themeColor="text1"/>
                                <w:sz w:val="22"/>
                              </w:rPr>
                              <w:t xml:space="preserve">Enter Text </w:t>
                            </w: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E481A" id="Rectangle 989873744" o:spid="_x0000_s1027" style="position:absolute;margin-left:.8pt;margin-top:273.3pt;width:359.05pt;height:213.1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" filled="f" stroked="f" strokeweight="1pt">
                <v:textbox inset="10.8pt">
                  <w:txbxContent>
                    <w:p w14:paraId="6AC4EE32" w14:textId="79A8C298" w:rsidR="00B639C7" w:rsidRPr="00C7462E" w:rsidRDefault="00C7462E" w:rsidP="00406BA1">
                      <w:pPr>
                        <w:spacing w:after="80" w:line="240" w:lineRule="auto"/>
                        <w:rPr>
                          <w:bCs/>
                          <w:color w:val="000000" w:themeColor="text1"/>
                          <w:sz w:val="22"/>
                        </w:rPr>
                      </w:pPr>
                      <w:r w:rsidRPr="00C7462E">
                        <w:rPr>
                          <w:bCs/>
                          <w:color w:val="000000" w:themeColor="text1"/>
                          <w:sz w:val="22"/>
                        </w:rPr>
                        <w:t xml:space="preserve">Enter Text </w:t>
                      </w:r>
                    </w:p>
                  </w:txbxContent>
                </v:textbox>
              </v:rect>
            </w:pict>
          </mc:Fallback>
        </mc:AlternateContent>
      </w:r>
      <w:r w:rsidR="00E42708" w:rsidRPr="00A86120">
        <w:rPr>
          <w:noProof/>
          <w:sz w:val="18"/>
          <w:szCs w:val="21"/>
        </w:rPr>
        <mc:AlternateContent>
          <mc:Choice Requires="wps">
            <w:drawing>
              <wp:anchor distT="0" distB="0" distL="114300" distR="114300" simplePos="0" relativeHeight="251744767" behindDoc="1" locked="0" layoutInCell="1" allowOverlap="1" wp14:anchorId="0C3CE988" wp14:editId="4E399460">
                <wp:simplePos x="0" y="0"/>
                <wp:positionH relativeFrom="column">
                  <wp:posOffset>4695825</wp:posOffset>
                </wp:positionH>
                <wp:positionV relativeFrom="paragraph">
                  <wp:posOffset>3471400</wp:posOffset>
                </wp:positionV>
                <wp:extent cx="4559935" cy="2707005"/>
                <wp:effectExtent l="0" t="0" r="0" b="0"/>
                <wp:wrapNone/>
                <wp:docPr id="1575109345" name="Rectangle 1575109345"/>
                <wp:cNvGraphicFramePr/>
                <a:graphic xmlns:a="http://schemas.openxmlformats.org/drawingml/2006/main">
                  <a:graphicData uri="http://schemas.microsoft.com/office/word/2010/wordprocessingShape">
                    <wps:wsp>
                      <wps:cNvSpPr/>
                      <wps:spPr>
                        <a:xfrm>
                          <a:off x="0" y="0"/>
                          <a:ext cx="4559935" cy="270700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A62C01" w14:textId="6C043D18" w:rsidR="00E42708" w:rsidRPr="00C7462E" w:rsidRDefault="00C7462E" w:rsidP="00C7462E">
                            <w:pPr>
                              <w:spacing w:after="100" w:line="276" w:lineRule="auto"/>
                              <w:rPr>
                                <w:color w:val="000000" w:themeColor="text1"/>
                                <w:sz w:val="22"/>
                              </w:rPr>
                            </w:pPr>
                            <w:r w:rsidRPr="00C7462E">
                              <w:rPr>
                                <w:color w:val="000000" w:themeColor="text1"/>
                                <w:sz w:val="22"/>
                              </w:rPr>
                              <w:t xml:space="preserve">Enter Text </w:t>
                            </w: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3CE988" id="Rectangle 1575109345" o:spid="_x0000_s1028" style="position:absolute;margin-left:369.75pt;margin-top:273.35pt;width:359.05pt;height:213.15pt;z-index:-2515717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" filled="f" stroked="f" strokeweight="1pt">
                <v:textbox inset="10.8pt">
                  <w:txbxContent>
                    <w:p w14:paraId="7DA62C01" w14:textId="6C043D18" w:rsidR="00E42708" w:rsidRPr="00C7462E" w:rsidRDefault="00C7462E" w:rsidP="00C7462E">
                      <w:pPr>
                        <w:spacing w:after="100" w:line="276" w:lineRule="auto"/>
                        <w:rPr>
                          <w:color w:val="000000" w:themeColor="text1"/>
                          <w:sz w:val="22"/>
                        </w:rPr>
                      </w:pPr>
                      <w:r w:rsidRPr="00C7462E">
                        <w:rPr>
                          <w:color w:val="000000" w:themeColor="text1"/>
                          <w:sz w:val="22"/>
                        </w:rPr>
                        <w:t>Enter Text</w:t>
                      </w:r>
                      <w:r w:rsidRPr="00C7462E">
                        <w:rPr>
                          <w:color w:val="000000" w:themeColor="text1"/>
                          <w:sz w:val="22"/>
                        </w:rPr>
                        <w:t xml:space="preserve"> </w:t>
                      </w:r>
                    </w:p>
                  </w:txbxContent>
                </v:textbox>
              </v:rect>
            </w:pict>
          </mc:Fallback>
        </mc:AlternateContent>
      </w:r>
      <w:r w:rsidR="00E42708" w:rsidRPr="00A86120">
        <w:rPr>
          <w:noProof/>
          <w:sz w:val="18"/>
          <w:szCs w:val="21"/>
        </w:rPr>
        <mc:AlternateContent>
          <mc:Choice Requires="wps">
            <w:drawing>
              <wp:anchor distT="0" distB="0" distL="114300" distR="114300" simplePos="0" relativeHeight="251746815" behindDoc="1" locked="0" layoutInCell="1" allowOverlap="1" wp14:anchorId="05BC602E" wp14:editId="11FE0F8E">
                <wp:simplePos x="0" y="0"/>
                <wp:positionH relativeFrom="column">
                  <wp:posOffset>0</wp:posOffset>
                </wp:positionH>
                <wp:positionV relativeFrom="paragraph">
                  <wp:posOffset>2837815</wp:posOffset>
                </wp:positionV>
                <wp:extent cx="4559935" cy="640080"/>
                <wp:effectExtent l="0" t="0" r="0" b="0"/>
                <wp:wrapNone/>
                <wp:docPr id="716085030" name="Rectangle 716085030"/>
                <wp:cNvGraphicFramePr/>
                <a:graphic xmlns:a="http://schemas.openxmlformats.org/drawingml/2006/main">
                  <a:graphicData uri="http://schemas.microsoft.com/office/word/2010/wordprocessingShape">
                    <wps:wsp>
                      <wps:cNvSpPr/>
                      <wps:spPr>
                        <a:xfrm>
                          <a:off x="0" y="0"/>
                          <a:ext cx="4559935" cy="6400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983B95" w14:textId="33CB56DF" w:rsidR="00E42708" w:rsidRPr="00E42708" w:rsidRDefault="00E42708" w:rsidP="00E42708">
                            <w:pPr>
                              <w:spacing w:after="120" w:line="240" w:lineRule="auto"/>
                              <w:rPr>
                                <w:color w:val="404040" w:themeColor="text1" w:themeTint="BF"/>
                                <w:szCs w:val="20"/>
                              </w:rPr>
                            </w:pPr>
                            <w:r w:rsidRPr="00E42708">
                              <w:rPr>
                                <w:color w:val="404040" w:themeColor="text1" w:themeTint="BF"/>
                                <w:szCs w:val="20"/>
                              </w:rPr>
                              <w:t xml:space="preserve">In the </w:t>
                            </w:r>
                            <w:r w:rsidRPr="00D73232">
                              <w:rPr>
                                <w:i/>
                                <w:iCs/>
                                <w:color w:val="404040" w:themeColor="text1" w:themeTint="BF"/>
                                <w:szCs w:val="20"/>
                              </w:rPr>
                              <w:t>Strengths</w:t>
                            </w:r>
                            <w:r w:rsidRPr="00E42708">
                              <w:rPr>
                                <w:color w:val="404040" w:themeColor="text1" w:themeTint="BF"/>
                                <w:szCs w:val="20"/>
                              </w:rPr>
                              <w:t xml:space="preserve"> section of your marketing SWOT analysis, detail the unique advantages, assets, resources, and attributes that give the organization a competitive edge in its market. </w:t>
                            </w:r>
                          </w:p>
                          <w:p w14:paraId="7F0A83CD" w14:textId="66946FF7" w:rsidR="00E42708" w:rsidRPr="00E42708" w:rsidRDefault="00E42708" w:rsidP="00E42708">
                            <w:pPr>
                              <w:spacing w:afterLines="60" w:after="144" w:line="240" w:lineRule="auto"/>
                              <w:rPr>
                                <w:b/>
                                <w:color w:val="404040" w:themeColor="text1" w:themeTint="BF"/>
                                <w:sz w:val="16"/>
                                <w:szCs w:val="16"/>
                              </w:rPr>
                            </w:pP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BC602E" id="Rectangle 716085030" o:spid="_x0000_s1029" style="position:absolute;margin-left:0;margin-top:223.45pt;width:359.05pt;height:50.4pt;z-index:-2515696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" filled="f" stroked="f" strokeweight="1pt">
                <v:textbox inset="10.8pt">
                  <w:txbxContent>
                    <w:p w14:paraId="67983B95" w14:textId="33CB56DF" w:rsidR="00E42708" w:rsidRPr="00E42708" w:rsidRDefault="00E42708" w:rsidP="00E42708">
                      <w:pPr>
                        <w:spacing w:after="120" w:line="240" w:lineRule="auto"/>
                        <w:rPr>
                          <w:color w:val="404040" w:themeColor="text1" w:themeTint="BF"/>
                          <w:szCs w:val="20"/>
                        </w:rPr>
                      </w:pPr>
                      <w:r w:rsidRPr="00E42708">
                        <w:rPr>
                          <w:color w:val="404040" w:themeColor="text1" w:themeTint="BF"/>
                          <w:szCs w:val="20"/>
                        </w:rPr>
                        <w:t xml:space="preserve">In the </w:t>
                      </w:r>
                      <w:r w:rsidRPr="00D73232">
                        <w:rPr>
                          <w:i/>
                          <w:iCs/>
                          <w:color w:val="404040" w:themeColor="text1" w:themeTint="BF"/>
                          <w:szCs w:val="20"/>
                        </w:rPr>
                        <w:t>Strengths</w:t>
                      </w:r>
                      <w:r w:rsidRPr="00E42708">
                        <w:rPr>
                          <w:color w:val="404040" w:themeColor="text1" w:themeTint="BF"/>
                          <w:szCs w:val="20"/>
                        </w:rPr>
                        <w:t xml:space="preserve"> section of your marketing SWOT analysis, detail the unique advantages, assets, resources, and attributes that give the organization a competitive edge in its market. </w:t>
                      </w:r>
                    </w:p>
                    <w:p w14:paraId="7F0A83CD" w14:textId="66946FF7" w:rsidR="00E42708" w:rsidRPr="00E42708" w:rsidRDefault="00E42708" w:rsidP="00E42708">
                      <w:pPr>
                        <w:spacing w:afterLines="60" w:after="144" w:line="240" w:lineRule="auto"/>
                        <w:rPr>
                          <w:b/>
                          <w:color w:val="404040" w:themeColor="text1" w:themeTint="BF"/>
                          <w:sz w:val="16"/>
                          <w:szCs w:val="16"/>
                        </w:rPr>
                      </w:pPr>
                    </w:p>
                  </w:txbxContent>
                </v:textbox>
              </v:rect>
            </w:pict>
          </mc:Fallback>
        </mc:AlternateContent>
      </w:r>
      <w:r w:rsidR="00E42708" w:rsidRPr="00A86120">
        <w:rPr>
          <w:noProof/>
          <w:sz w:val="18"/>
          <w:szCs w:val="21"/>
        </w:rPr>
        <mc:AlternateContent>
          <mc:Choice Requires="wps">
            <w:drawing>
              <wp:anchor distT="0" distB="0" distL="114300" distR="114300" simplePos="0" relativeHeight="251747839" behindDoc="1" locked="0" layoutInCell="1" allowOverlap="1" wp14:anchorId="0E61316A" wp14:editId="5AA7648B">
                <wp:simplePos x="0" y="0"/>
                <wp:positionH relativeFrom="column">
                  <wp:posOffset>4685665</wp:posOffset>
                </wp:positionH>
                <wp:positionV relativeFrom="paragraph">
                  <wp:posOffset>2837815</wp:posOffset>
                </wp:positionV>
                <wp:extent cx="4559935" cy="640080"/>
                <wp:effectExtent l="0" t="0" r="0" b="0"/>
                <wp:wrapNone/>
                <wp:docPr id="1542991215" name="Rectangle 1542991215"/>
                <wp:cNvGraphicFramePr/>
                <a:graphic xmlns:a="http://schemas.openxmlformats.org/drawingml/2006/main">
                  <a:graphicData uri="http://schemas.microsoft.com/office/word/2010/wordprocessingShape">
                    <wps:wsp>
                      <wps:cNvSpPr/>
                      <wps:spPr>
                        <a:xfrm>
                          <a:off x="0" y="0"/>
                          <a:ext cx="4559935" cy="6400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871768" w14:textId="11DBBE12" w:rsidR="00E42708" w:rsidRPr="00E42708" w:rsidRDefault="00E42708" w:rsidP="00E42708">
                            <w:pPr>
                              <w:spacing w:after="120" w:line="240" w:lineRule="auto"/>
                              <w:rPr>
                                <w:color w:val="404040" w:themeColor="text1" w:themeTint="BF"/>
                                <w:szCs w:val="20"/>
                              </w:rPr>
                            </w:pPr>
                            <w:r w:rsidRPr="00E42708">
                              <w:rPr>
                                <w:color w:val="404040" w:themeColor="text1" w:themeTint="BF"/>
                                <w:szCs w:val="20"/>
                              </w:rPr>
                              <w:t xml:space="preserve">In the </w:t>
                            </w:r>
                            <w:r w:rsidRPr="00D73232">
                              <w:rPr>
                                <w:i/>
                                <w:iCs/>
                                <w:color w:val="404040" w:themeColor="text1" w:themeTint="BF"/>
                                <w:szCs w:val="20"/>
                              </w:rPr>
                              <w:t>Weaknesses</w:t>
                            </w:r>
                            <w:r w:rsidRPr="00E42708">
                              <w:rPr>
                                <w:color w:val="404040" w:themeColor="text1" w:themeTint="BF"/>
                                <w:szCs w:val="20"/>
                              </w:rPr>
                              <w:t xml:space="preserve"> section of your marketing SWOT analysis, pinpoint </w:t>
                            </w:r>
                            <w:r w:rsidR="00D73232">
                              <w:rPr>
                                <w:color w:val="404040" w:themeColor="text1" w:themeTint="BF"/>
                                <w:szCs w:val="20"/>
                              </w:rPr>
                              <w:t xml:space="preserve">the </w:t>
                            </w:r>
                            <w:r w:rsidRPr="00E42708">
                              <w:rPr>
                                <w:color w:val="404040" w:themeColor="text1" w:themeTint="BF"/>
                                <w:szCs w:val="20"/>
                              </w:rPr>
                              <w:t xml:space="preserve">areas of improvement, challenges, and limitations </w:t>
                            </w:r>
                            <w:r w:rsidR="00D73232">
                              <w:rPr>
                                <w:color w:val="404040" w:themeColor="text1" w:themeTint="BF"/>
                                <w:szCs w:val="20"/>
                              </w:rPr>
                              <w:t xml:space="preserve">that </w:t>
                            </w:r>
                            <w:r w:rsidRPr="00E42708">
                              <w:rPr>
                                <w:color w:val="404040" w:themeColor="text1" w:themeTint="BF"/>
                                <w:szCs w:val="20"/>
                              </w:rPr>
                              <w:t>the organization faces</w:t>
                            </w:r>
                            <w:r w:rsidR="00D73232">
                              <w:rPr>
                                <w:color w:val="404040" w:themeColor="text1" w:themeTint="BF"/>
                                <w:szCs w:val="20"/>
                              </w:rPr>
                              <w:t xml:space="preserve"> and that</w:t>
                            </w:r>
                            <w:r w:rsidRPr="00E42708">
                              <w:rPr>
                                <w:color w:val="404040" w:themeColor="text1" w:themeTint="BF"/>
                                <w:szCs w:val="20"/>
                              </w:rPr>
                              <w:t xml:space="preserve"> might hinder its growth or performance.</w:t>
                            </w:r>
                          </w:p>
                          <w:p w14:paraId="6F0A1FE8" w14:textId="09FCE919" w:rsidR="00E42708" w:rsidRPr="00E42708" w:rsidRDefault="00E42708" w:rsidP="00E42708">
                            <w:pPr>
                              <w:spacing w:after="60" w:line="276" w:lineRule="auto"/>
                              <w:rPr>
                                <w:color w:val="404040" w:themeColor="text1" w:themeTint="BF"/>
                                <w:sz w:val="16"/>
                                <w:szCs w:val="16"/>
                              </w:rPr>
                            </w:pP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61316A" id="Rectangle 1542991215" o:spid="_x0000_s1030" style="position:absolute;margin-left:368.95pt;margin-top:223.45pt;width:359.05pt;height:50.4pt;z-index:-2515686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" filled="f" stroked="f" strokeweight="1pt">
                <v:textbox inset="10.8pt">
                  <w:txbxContent>
                    <w:p w14:paraId="46871768" w14:textId="11DBBE12" w:rsidR="00E42708" w:rsidRPr="00E42708" w:rsidRDefault="00E42708" w:rsidP="00E42708">
                      <w:pPr>
                        <w:spacing w:after="120" w:line="240" w:lineRule="auto"/>
                        <w:rPr>
                          <w:color w:val="404040" w:themeColor="text1" w:themeTint="BF"/>
                          <w:szCs w:val="20"/>
                        </w:rPr>
                      </w:pPr>
                      <w:r w:rsidRPr="00E42708">
                        <w:rPr>
                          <w:color w:val="404040" w:themeColor="text1" w:themeTint="BF"/>
                          <w:szCs w:val="20"/>
                        </w:rPr>
                        <w:t xml:space="preserve">In the </w:t>
                      </w:r>
                      <w:r w:rsidRPr="00D73232">
                        <w:rPr>
                          <w:i/>
                          <w:iCs/>
                          <w:color w:val="404040" w:themeColor="text1" w:themeTint="BF"/>
                          <w:szCs w:val="20"/>
                        </w:rPr>
                        <w:t>Weaknesses</w:t>
                      </w:r>
                      <w:r w:rsidRPr="00E42708">
                        <w:rPr>
                          <w:color w:val="404040" w:themeColor="text1" w:themeTint="BF"/>
                          <w:szCs w:val="20"/>
                        </w:rPr>
                        <w:t xml:space="preserve"> section of your marketing SWOT analysis, pinpoint </w:t>
                      </w:r>
                      <w:r w:rsidR="00D73232">
                        <w:rPr>
                          <w:color w:val="404040" w:themeColor="text1" w:themeTint="BF"/>
                          <w:szCs w:val="20"/>
                        </w:rPr>
                        <w:t xml:space="preserve">the </w:t>
                      </w:r>
                      <w:r w:rsidRPr="00E42708">
                        <w:rPr>
                          <w:color w:val="404040" w:themeColor="text1" w:themeTint="BF"/>
                          <w:szCs w:val="20"/>
                        </w:rPr>
                        <w:t xml:space="preserve">areas of improvement, challenges, and limitations </w:t>
                      </w:r>
                      <w:r w:rsidR="00D73232">
                        <w:rPr>
                          <w:color w:val="404040" w:themeColor="text1" w:themeTint="BF"/>
                          <w:szCs w:val="20"/>
                        </w:rPr>
                        <w:t xml:space="preserve">that </w:t>
                      </w:r>
                      <w:r w:rsidRPr="00E42708">
                        <w:rPr>
                          <w:color w:val="404040" w:themeColor="text1" w:themeTint="BF"/>
                          <w:szCs w:val="20"/>
                        </w:rPr>
                        <w:t>the organization faces</w:t>
                      </w:r>
                      <w:r w:rsidR="00D73232">
                        <w:rPr>
                          <w:color w:val="404040" w:themeColor="text1" w:themeTint="BF"/>
                          <w:szCs w:val="20"/>
                        </w:rPr>
                        <w:t xml:space="preserve"> and that</w:t>
                      </w:r>
                      <w:r w:rsidRPr="00E42708">
                        <w:rPr>
                          <w:color w:val="404040" w:themeColor="text1" w:themeTint="BF"/>
                          <w:szCs w:val="20"/>
                        </w:rPr>
                        <w:t xml:space="preserve"> might hinder its growth or performance.</w:t>
                      </w:r>
                    </w:p>
                    <w:p w14:paraId="6F0A1FE8" w14:textId="09FCE919" w:rsidR="00E42708" w:rsidRPr="00E42708" w:rsidRDefault="00E42708" w:rsidP="00E42708">
                      <w:pPr>
                        <w:spacing w:after="60" w:line="276" w:lineRule="auto"/>
                        <w:rPr>
                          <w:color w:val="404040" w:themeColor="text1" w:themeTint="BF"/>
                          <w:sz w:val="16"/>
                          <w:szCs w:val="16"/>
                        </w:rPr>
                      </w:pPr>
                    </w:p>
                  </w:txbxContent>
                </v:textbox>
              </v:rect>
            </w:pict>
          </mc:Fallback>
        </mc:AlternateContent>
      </w:r>
      <w:r w:rsidR="00E42708">
        <w:rPr>
          <w:noProof/>
        </w:rPr>
        <mc:AlternateContent>
          <mc:Choice Requires="wpg">
            <w:drawing>
              <wp:anchor distT="0" distB="0" distL="114300" distR="114300" simplePos="0" relativeHeight="251681792" behindDoc="0" locked="0" layoutInCell="1" allowOverlap="1" wp14:anchorId="4BB6CDE1" wp14:editId="106CEE17">
                <wp:simplePos x="0" y="0"/>
                <wp:positionH relativeFrom="column">
                  <wp:posOffset>7412990</wp:posOffset>
                </wp:positionH>
                <wp:positionV relativeFrom="paragraph">
                  <wp:posOffset>2607310</wp:posOffset>
                </wp:positionV>
                <wp:extent cx="1701800" cy="194310"/>
                <wp:effectExtent l="0" t="0" r="0" b="0"/>
                <wp:wrapNone/>
                <wp:docPr id="1725391696" name="Graphic 1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701800" cy="194310"/>
                          <a:chOff x="0" y="0"/>
                          <a:chExt cx="1702117" cy="194310"/>
                        </a:xfrm>
                        <a:solidFill>
                          <a:srgbClr val="000000"/>
                        </a:solidFill>
                      </wpg:grpSpPr>
                      <wps:wsp>
                        <wps:cNvPr id="1165441885" name="Freeform 1165441885"/>
                        <wps:cNvSpPr/>
                        <wps:spPr>
                          <a:xfrm>
                            <a:off x="0" y="42862"/>
                            <a:ext cx="216217" cy="151447"/>
                          </a:xfrm>
                          <a:custGeom>
                            <a:avLst/>
                            <a:gdLst>
                              <a:gd name="connsiteX0" fmla="*/ 0 w 216217"/>
                              <a:gd name="connsiteY0" fmla="*/ 0 h 151447"/>
                              <a:gd name="connsiteX1" fmla="*/ 42863 w 216217"/>
                              <a:gd name="connsiteY1" fmla="*/ 0 h 151447"/>
                              <a:gd name="connsiteX2" fmla="*/ 42863 w 216217"/>
                              <a:gd name="connsiteY2" fmla="*/ 129540 h 151447"/>
                              <a:gd name="connsiteX3" fmla="*/ 64770 w 216217"/>
                              <a:gd name="connsiteY3" fmla="*/ 129540 h 151447"/>
                              <a:gd name="connsiteX4" fmla="*/ 80010 w 216217"/>
                              <a:gd name="connsiteY4" fmla="*/ 122873 h 151447"/>
                              <a:gd name="connsiteX5" fmla="*/ 86678 w 216217"/>
                              <a:gd name="connsiteY5" fmla="*/ 107633 h 151447"/>
                              <a:gd name="connsiteX6" fmla="*/ 86678 w 216217"/>
                              <a:gd name="connsiteY6" fmla="*/ 0 h 151447"/>
                              <a:gd name="connsiteX7" fmla="*/ 129540 w 216217"/>
                              <a:gd name="connsiteY7" fmla="*/ 0 h 151447"/>
                              <a:gd name="connsiteX8" fmla="*/ 129540 w 216217"/>
                              <a:gd name="connsiteY8" fmla="*/ 129540 h 151447"/>
                              <a:gd name="connsiteX9" fmla="*/ 151447 w 216217"/>
                              <a:gd name="connsiteY9" fmla="*/ 129540 h 151447"/>
                              <a:gd name="connsiteX10" fmla="*/ 166688 w 216217"/>
                              <a:gd name="connsiteY10" fmla="*/ 122873 h 151447"/>
                              <a:gd name="connsiteX11" fmla="*/ 173355 w 216217"/>
                              <a:gd name="connsiteY11" fmla="*/ 107633 h 151447"/>
                              <a:gd name="connsiteX12" fmla="*/ 173355 w 216217"/>
                              <a:gd name="connsiteY12" fmla="*/ 0 h 151447"/>
                              <a:gd name="connsiteX13" fmla="*/ 216218 w 216217"/>
                              <a:gd name="connsiteY13" fmla="*/ 0 h 151447"/>
                              <a:gd name="connsiteX14" fmla="*/ 216218 w 216217"/>
                              <a:gd name="connsiteY14" fmla="*/ 77152 h 151447"/>
                              <a:gd name="connsiteX15" fmla="*/ 194310 w 216217"/>
                              <a:gd name="connsiteY15" fmla="*/ 129540 h 151447"/>
                              <a:gd name="connsiteX16" fmla="*/ 141922 w 216217"/>
                              <a:gd name="connsiteY16" fmla="*/ 151448 h 151447"/>
                              <a:gd name="connsiteX17" fmla="*/ 85725 w 216217"/>
                              <a:gd name="connsiteY17" fmla="*/ 151448 h 151447"/>
                              <a:gd name="connsiteX18" fmla="*/ 85725 w 216217"/>
                              <a:gd name="connsiteY18" fmla="*/ 144780 h 151447"/>
                              <a:gd name="connsiteX19" fmla="*/ 55245 w 216217"/>
                              <a:gd name="connsiteY19" fmla="*/ 151448 h 151447"/>
                              <a:gd name="connsiteX20" fmla="*/ 0 w 216217"/>
                              <a:gd name="connsiteY20" fmla="*/ 151448 h 151447"/>
                              <a:gd name="connsiteX21" fmla="*/ 0 w 216217"/>
                              <a:gd name="connsiteY21" fmla="*/ 0 h 1514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216217" h="151447">
                                <a:moveTo>
                                  <a:pt x="0" y="0"/>
                                </a:moveTo>
                                <a:lnTo>
                                  <a:pt x="42863" y="0"/>
                                </a:lnTo>
                                <a:lnTo>
                                  <a:pt x="42863" y="129540"/>
                                </a:lnTo>
                                <a:lnTo>
                                  <a:pt x="64770" y="129540"/>
                                </a:lnTo>
                                <a:cubicBezTo>
                                  <a:pt x="70485" y="129540"/>
                                  <a:pt x="76200" y="127635"/>
                                  <a:pt x="80010" y="122873"/>
                                </a:cubicBezTo>
                                <a:cubicBezTo>
                                  <a:pt x="83820" y="118110"/>
                                  <a:pt x="86678" y="113348"/>
                                  <a:pt x="86678" y="107633"/>
                                </a:cubicBezTo>
                                <a:lnTo>
                                  <a:pt x="86678" y="0"/>
                                </a:lnTo>
                                <a:lnTo>
                                  <a:pt x="129540" y="0"/>
                                </a:lnTo>
                                <a:lnTo>
                                  <a:pt x="129540" y="129540"/>
                                </a:lnTo>
                                <a:lnTo>
                                  <a:pt x="151447" y="129540"/>
                                </a:lnTo>
                                <a:cubicBezTo>
                                  <a:pt x="157163" y="129540"/>
                                  <a:pt x="161925" y="127635"/>
                                  <a:pt x="166688" y="122873"/>
                                </a:cubicBezTo>
                                <a:cubicBezTo>
                                  <a:pt x="170497" y="118110"/>
                                  <a:pt x="173355" y="113348"/>
                                  <a:pt x="173355" y="107633"/>
                                </a:cubicBezTo>
                                <a:lnTo>
                                  <a:pt x="173355" y="0"/>
                                </a:lnTo>
                                <a:lnTo>
                                  <a:pt x="216218" y="0"/>
                                </a:lnTo>
                                <a:lnTo>
                                  <a:pt x="216218" y="77152"/>
                                </a:lnTo>
                                <a:cubicBezTo>
                                  <a:pt x="216218" y="97155"/>
                                  <a:pt x="208597" y="114300"/>
                                  <a:pt x="194310" y="129540"/>
                                </a:cubicBezTo>
                                <a:cubicBezTo>
                                  <a:pt x="180022" y="143827"/>
                                  <a:pt x="162878" y="151448"/>
                                  <a:pt x="141922" y="151448"/>
                                </a:cubicBezTo>
                                <a:lnTo>
                                  <a:pt x="85725" y="151448"/>
                                </a:lnTo>
                                <a:lnTo>
                                  <a:pt x="85725" y="144780"/>
                                </a:lnTo>
                                <a:cubicBezTo>
                                  <a:pt x="77153" y="149542"/>
                                  <a:pt x="67628" y="151448"/>
                                  <a:pt x="55245" y="151448"/>
                                </a:cubicBezTo>
                                <a:lnTo>
                                  <a:pt x="0" y="151448"/>
                                </a:lnTo>
                                <a:lnTo>
                                  <a:pt x="0" y="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4255240" name="Freeform 314255240"/>
                        <wps:cNvSpPr/>
                        <wps:spPr>
                          <a:xfrm>
                            <a:off x="260984" y="43814"/>
                            <a:ext cx="128587" cy="150495"/>
                          </a:xfrm>
                          <a:custGeom>
                            <a:avLst/>
                            <a:gdLst>
                              <a:gd name="connsiteX0" fmla="*/ 126683 w 128587"/>
                              <a:gd name="connsiteY0" fmla="*/ 85725 h 150495"/>
                              <a:gd name="connsiteX1" fmla="*/ 40958 w 128587"/>
                              <a:gd name="connsiteY1" fmla="*/ 85725 h 150495"/>
                              <a:gd name="connsiteX2" fmla="*/ 40958 w 128587"/>
                              <a:gd name="connsiteY2" fmla="*/ 107633 h 150495"/>
                              <a:gd name="connsiteX3" fmla="*/ 47625 w 128587"/>
                              <a:gd name="connsiteY3" fmla="*/ 122872 h 150495"/>
                              <a:gd name="connsiteX4" fmla="*/ 62865 w 128587"/>
                              <a:gd name="connsiteY4" fmla="*/ 129540 h 150495"/>
                              <a:gd name="connsiteX5" fmla="*/ 84772 w 128587"/>
                              <a:gd name="connsiteY5" fmla="*/ 129540 h 150495"/>
                              <a:gd name="connsiteX6" fmla="*/ 106680 w 128587"/>
                              <a:gd name="connsiteY6" fmla="*/ 107633 h 150495"/>
                              <a:gd name="connsiteX7" fmla="*/ 128588 w 128587"/>
                              <a:gd name="connsiteY7" fmla="*/ 107633 h 150495"/>
                              <a:gd name="connsiteX8" fmla="*/ 85725 w 128587"/>
                              <a:gd name="connsiteY8" fmla="*/ 150495 h 150495"/>
                              <a:gd name="connsiteX9" fmla="*/ 42863 w 128587"/>
                              <a:gd name="connsiteY9" fmla="*/ 150495 h 150495"/>
                              <a:gd name="connsiteX10" fmla="*/ 12383 w 128587"/>
                              <a:gd name="connsiteY10" fmla="*/ 138113 h 150495"/>
                              <a:gd name="connsiteX11" fmla="*/ 0 w 128587"/>
                              <a:gd name="connsiteY11" fmla="*/ 107633 h 150495"/>
                              <a:gd name="connsiteX12" fmla="*/ 0 w 128587"/>
                              <a:gd name="connsiteY12" fmla="*/ 42863 h 150495"/>
                              <a:gd name="connsiteX13" fmla="*/ 12383 w 128587"/>
                              <a:gd name="connsiteY13" fmla="*/ 12383 h 150495"/>
                              <a:gd name="connsiteX14" fmla="*/ 42863 w 128587"/>
                              <a:gd name="connsiteY14" fmla="*/ 0 h 150495"/>
                              <a:gd name="connsiteX15" fmla="*/ 85725 w 128587"/>
                              <a:gd name="connsiteY15" fmla="*/ 0 h 150495"/>
                              <a:gd name="connsiteX16" fmla="*/ 116205 w 128587"/>
                              <a:gd name="connsiteY16" fmla="*/ 12383 h 150495"/>
                              <a:gd name="connsiteX17" fmla="*/ 128588 w 128587"/>
                              <a:gd name="connsiteY17" fmla="*/ 42863 h 150495"/>
                              <a:gd name="connsiteX18" fmla="*/ 128588 w 128587"/>
                              <a:gd name="connsiteY18" fmla="*/ 85725 h 150495"/>
                              <a:gd name="connsiteX19" fmla="*/ 126683 w 128587"/>
                              <a:gd name="connsiteY19" fmla="*/ 85725 h 150495"/>
                              <a:gd name="connsiteX20" fmla="*/ 40005 w 128587"/>
                              <a:gd name="connsiteY20" fmla="*/ 63818 h 150495"/>
                              <a:gd name="connsiteX21" fmla="*/ 82868 w 128587"/>
                              <a:gd name="connsiteY21" fmla="*/ 63818 h 150495"/>
                              <a:gd name="connsiteX22" fmla="*/ 82868 w 128587"/>
                              <a:gd name="connsiteY22" fmla="*/ 41910 h 150495"/>
                              <a:gd name="connsiteX23" fmla="*/ 76200 w 128587"/>
                              <a:gd name="connsiteY23" fmla="*/ 26670 h 150495"/>
                              <a:gd name="connsiteX24" fmla="*/ 60960 w 128587"/>
                              <a:gd name="connsiteY24" fmla="*/ 20003 h 150495"/>
                              <a:gd name="connsiteX25" fmla="*/ 45720 w 128587"/>
                              <a:gd name="connsiteY25" fmla="*/ 26670 h 150495"/>
                              <a:gd name="connsiteX26" fmla="*/ 39053 w 128587"/>
                              <a:gd name="connsiteY26" fmla="*/ 41910 h 150495"/>
                              <a:gd name="connsiteX27" fmla="*/ 39053 w 128587"/>
                              <a:gd name="connsiteY27" fmla="*/ 63818 h 150495"/>
                              <a:gd name="connsiteX28" fmla="*/ 40005 w 128587"/>
                              <a:gd name="connsiteY28" fmla="*/ 63818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28587" h="150495">
                                <a:moveTo>
                                  <a:pt x="126683" y="85725"/>
                                </a:moveTo>
                                <a:lnTo>
                                  <a:pt x="40958" y="85725"/>
                                </a:lnTo>
                                <a:lnTo>
                                  <a:pt x="40958" y="107633"/>
                                </a:lnTo>
                                <a:cubicBezTo>
                                  <a:pt x="40958" y="113347"/>
                                  <a:pt x="42863" y="118110"/>
                                  <a:pt x="47625" y="122872"/>
                                </a:cubicBezTo>
                                <a:cubicBezTo>
                                  <a:pt x="51435" y="127635"/>
                                  <a:pt x="57150" y="129540"/>
                                  <a:pt x="62865" y="129540"/>
                                </a:cubicBezTo>
                                <a:lnTo>
                                  <a:pt x="84772" y="129540"/>
                                </a:lnTo>
                                <a:cubicBezTo>
                                  <a:pt x="99060" y="129540"/>
                                  <a:pt x="106680" y="121920"/>
                                  <a:pt x="106680" y="107633"/>
                                </a:cubicBezTo>
                                <a:lnTo>
                                  <a:pt x="128588" y="107633"/>
                                </a:lnTo>
                                <a:cubicBezTo>
                                  <a:pt x="125730" y="136208"/>
                                  <a:pt x="111443" y="150495"/>
                                  <a:pt x="85725" y="150495"/>
                                </a:cubicBezTo>
                                <a:lnTo>
                                  <a:pt x="42863" y="150495"/>
                                </a:lnTo>
                                <a:cubicBezTo>
                                  <a:pt x="31433" y="150495"/>
                                  <a:pt x="20955" y="146685"/>
                                  <a:pt x="12383" y="138113"/>
                                </a:cubicBezTo>
                                <a:cubicBezTo>
                                  <a:pt x="3810" y="129540"/>
                                  <a:pt x="0" y="119063"/>
                                  <a:pt x="0" y="107633"/>
                                </a:cubicBezTo>
                                <a:lnTo>
                                  <a:pt x="0" y="42863"/>
                                </a:lnTo>
                                <a:cubicBezTo>
                                  <a:pt x="0" y="31433"/>
                                  <a:pt x="3810" y="20955"/>
                                  <a:pt x="12383" y="12383"/>
                                </a:cubicBezTo>
                                <a:cubicBezTo>
                                  <a:pt x="20955" y="3810"/>
                                  <a:pt x="31433" y="0"/>
                                  <a:pt x="42863" y="0"/>
                                </a:cubicBezTo>
                                <a:lnTo>
                                  <a:pt x="85725" y="0"/>
                                </a:lnTo>
                                <a:cubicBezTo>
                                  <a:pt x="97155" y="0"/>
                                  <a:pt x="107633" y="3810"/>
                                  <a:pt x="116205" y="12383"/>
                                </a:cubicBezTo>
                                <a:cubicBezTo>
                                  <a:pt x="124778" y="20955"/>
                                  <a:pt x="128588" y="30480"/>
                                  <a:pt x="128588" y="42863"/>
                                </a:cubicBezTo>
                                <a:lnTo>
                                  <a:pt x="128588" y="85725"/>
                                </a:lnTo>
                                <a:lnTo>
                                  <a:pt x="126683" y="85725"/>
                                </a:lnTo>
                                <a:close/>
                                <a:moveTo>
                                  <a:pt x="40005" y="63818"/>
                                </a:moveTo>
                                <a:lnTo>
                                  <a:pt x="82868" y="63818"/>
                                </a:lnTo>
                                <a:lnTo>
                                  <a:pt x="82868" y="41910"/>
                                </a:lnTo>
                                <a:cubicBezTo>
                                  <a:pt x="82868" y="36195"/>
                                  <a:pt x="80963" y="31433"/>
                                  <a:pt x="76200" y="26670"/>
                                </a:cubicBezTo>
                                <a:cubicBezTo>
                                  <a:pt x="72390" y="22860"/>
                                  <a:pt x="66675" y="20003"/>
                                  <a:pt x="60960" y="20003"/>
                                </a:cubicBezTo>
                                <a:cubicBezTo>
                                  <a:pt x="55245" y="20003"/>
                                  <a:pt x="50483" y="21908"/>
                                  <a:pt x="45720" y="26670"/>
                                </a:cubicBezTo>
                                <a:cubicBezTo>
                                  <a:pt x="41910" y="30480"/>
                                  <a:pt x="39053" y="36195"/>
                                  <a:pt x="39053" y="41910"/>
                                </a:cubicBezTo>
                                <a:lnTo>
                                  <a:pt x="39053" y="63818"/>
                                </a:lnTo>
                                <a:lnTo>
                                  <a:pt x="40005" y="63818"/>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765544" name="Freeform 41765544"/>
                        <wps:cNvSpPr/>
                        <wps:spPr>
                          <a:xfrm>
                            <a:off x="428625" y="42862"/>
                            <a:ext cx="129540" cy="150495"/>
                          </a:xfrm>
                          <a:custGeom>
                            <a:avLst/>
                            <a:gdLst>
                              <a:gd name="connsiteX0" fmla="*/ 88582 w 129540"/>
                              <a:gd name="connsiteY0" fmla="*/ 64770 h 150495"/>
                              <a:gd name="connsiteX1" fmla="*/ 88582 w 129540"/>
                              <a:gd name="connsiteY1" fmla="*/ 42863 h 150495"/>
                              <a:gd name="connsiteX2" fmla="*/ 81915 w 129540"/>
                              <a:gd name="connsiteY2" fmla="*/ 27622 h 150495"/>
                              <a:gd name="connsiteX3" fmla="*/ 66675 w 129540"/>
                              <a:gd name="connsiteY3" fmla="*/ 20955 h 150495"/>
                              <a:gd name="connsiteX4" fmla="*/ 44768 w 129540"/>
                              <a:gd name="connsiteY4" fmla="*/ 20955 h 150495"/>
                              <a:gd name="connsiteX5" fmla="*/ 22860 w 129540"/>
                              <a:gd name="connsiteY5" fmla="*/ 42863 h 150495"/>
                              <a:gd name="connsiteX6" fmla="*/ 953 w 129540"/>
                              <a:gd name="connsiteY6" fmla="*/ 42863 h 150495"/>
                              <a:gd name="connsiteX7" fmla="*/ 43815 w 129540"/>
                              <a:gd name="connsiteY7" fmla="*/ 0 h 150495"/>
                              <a:gd name="connsiteX8" fmla="*/ 86678 w 129540"/>
                              <a:gd name="connsiteY8" fmla="*/ 0 h 150495"/>
                              <a:gd name="connsiteX9" fmla="*/ 117157 w 129540"/>
                              <a:gd name="connsiteY9" fmla="*/ 12383 h 150495"/>
                              <a:gd name="connsiteX10" fmla="*/ 129540 w 129540"/>
                              <a:gd name="connsiteY10" fmla="*/ 42863 h 150495"/>
                              <a:gd name="connsiteX11" fmla="*/ 129540 w 129540"/>
                              <a:gd name="connsiteY11" fmla="*/ 150495 h 150495"/>
                              <a:gd name="connsiteX12" fmla="*/ 86678 w 129540"/>
                              <a:gd name="connsiteY12" fmla="*/ 150495 h 150495"/>
                              <a:gd name="connsiteX13" fmla="*/ 86678 w 129540"/>
                              <a:gd name="connsiteY13" fmla="*/ 128587 h 150495"/>
                              <a:gd name="connsiteX14" fmla="*/ 64770 w 129540"/>
                              <a:gd name="connsiteY14" fmla="*/ 150495 h 150495"/>
                              <a:gd name="connsiteX15" fmla="*/ 42863 w 129540"/>
                              <a:gd name="connsiteY15" fmla="*/ 150495 h 150495"/>
                              <a:gd name="connsiteX16" fmla="*/ 12382 w 129540"/>
                              <a:gd name="connsiteY16" fmla="*/ 138112 h 150495"/>
                              <a:gd name="connsiteX17" fmla="*/ 0 w 129540"/>
                              <a:gd name="connsiteY17" fmla="*/ 107633 h 150495"/>
                              <a:gd name="connsiteX18" fmla="*/ 12382 w 129540"/>
                              <a:gd name="connsiteY18" fmla="*/ 77152 h 150495"/>
                              <a:gd name="connsiteX19" fmla="*/ 42863 w 129540"/>
                              <a:gd name="connsiteY19" fmla="*/ 64770 h 150495"/>
                              <a:gd name="connsiteX20" fmla="*/ 88582 w 129540"/>
                              <a:gd name="connsiteY20" fmla="*/ 64770 h 150495"/>
                              <a:gd name="connsiteX21" fmla="*/ 88582 w 129540"/>
                              <a:gd name="connsiteY21" fmla="*/ 64770 h 150495"/>
                              <a:gd name="connsiteX22" fmla="*/ 88582 w 129540"/>
                              <a:gd name="connsiteY22" fmla="*/ 86677 h 150495"/>
                              <a:gd name="connsiteX23" fmla="*/ 66675 w 129540"/>
                              <a:gd name="connsiteY23" fmla="*/ 86677 h 150495"/>
                              <a:gd name="connsiteX24" fmla="*/ 51435 w 129540"/>
                              <a:gd name="connsiteY24" fmla="*/ 93345 h 150495"/>
                              <a:gd name="connsiteX25" fmla="*/ 44768 w 129540"/>
                              <a:gd name="connsiteY25" fmla="*/ 108585 h 150495"/>
                              <a:gd name="connsiteX26" fmla="*/ 51435 w 129540"/>
                              <a:gd name="connsiteY26" fmla="*/ 123825 h 150495"/>
                              <a:gd name="connsiteX27" fmla="*/ 66675 w 129540"/>
                              <a:gd name="connsiteY27" fmla="*/ 130492 h 150495"/>
                              <a:gd name="connsiteX28" fmla="*/ 81915 w 129540"/>
                              <a:gd name="connsiteY28" fmla="*/ 123825 h 150495"/>
                              <a:gd name="connsiteX29" fmla="*/ 88582 w 129540"/>
                              <a:gd name="connsiteY29" fmla="*/ 108585 h 150495"/>
                              <a:gd name="connsiteX30" fmla="*/ 88582 w 129540"/>
                              <a:gd name="connsiteY30" fmla="*/ 86677 h 150495"/>
                              <a:gd name="connsiteX31" fmla="*/ 88582 w 129540"/>
                              <a:gd name="connsiteY31" fmla="*/ 86677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129540" h="150495">
                                <a:moveTo>
                                  <a:pt x="88582" y="64770"/>
                                </a:moveTo>
                                <a:lnTo>
                                  <a:pt x="88582" y="42863"/>
                                </a:lnTo>
                                <a:cubicBezTo>
                                  <a:pt x="88582" y="37147"/>
                                  <a:pt x="86678" y="32385"/>
                                  <a:pt x="81915" y="27622"/>
                                </a:cubicBezTo>
                                <a:cubicBezTo>
                                  <a:pt x="78105" y="23813"/>
                                  <a:pt x="72390" y="20955"/>
                                  <a:pt x="66675" y="20955"/>
                                </a:cubicBezTo>
                                <a:lnTo>
                                  <a:pt x="44768" y="20955"/>
                                </a:lnTo>
                                <a:cubicBezTo>
                                  <a:pt x="32385" y="20955"/>
                                  <a:pt x="24765" y="28575"/>
                                  <a:pt x="22860" y="42863"/>
                                </a:cubicBezTo>
                                <a:lnTo>
                                  <a:pt x="953" y="42863"/>
                                </a:lnTo>
                                <a:cubicBezTo>
                                  <a:pt x="4763" y="14288"/>
                                  <a:pt x="19050" y="0"/>
                                  <a:pt x="43815" y="0"/>
                                </a:cubicBezTo>
                                <a:lnTo>
                                  <a:pt x="86678" y="0"/>
                                </a:lnTo>
                                <a:cubicBezTo>
                                  <a:pt x="98107" y="0"/>
                                  <a:pt x="108585" y="3810"/>
                                  <a:pt x="117157" y="12383"/>
                                </a:cubicBezTo>
                                <a:cubicBezTo>
                                  <a:pt x="125730" y="20955"/>
                                  <a:pt x="129540" y="30480"/>
                                  <a:pt x="129540" y="42863"/>
                                </a:cubicBezTo>
                                <a:lnTo>
                                  <a:pt x="129540" y="150495"/>
                                </a:lnTo>
                                <a:lnTo>
                                  <a:pt x="86678" y="150495"/>
                                </a:lnTo>
                                <a:lnTo>
                                  <a:pt x="86678" y="128587"/>
                                </a:lnTo>
                                <a:cubicBezTo>
                                  <a:pt x="84772" y="142875"/>
                                  <a:pt x="78105" y="150495"/>
                                  <a:pt x="64770" y="150495"/>
                                </a:cubicBezTo>
                                <a:lnTo>
                                  <a:pt x="42863" y="150495"/>
                                </a:lnTo>
                                <a:cubicBezTo>
                                  <a:pt x="31432" y="150495"/>
                                  <a:pt x="20955" y="146685"/>
                                  <a:pt x="12382" y="138112"/>
                                </a:cubicBezTo>
                                <a:cubicBezTo>
                                  <a:pt x="3810" y="129540"/>
                                  <a:pt x="0" y="119062"/>
                                  <a:pt x="0" y="107633"/>
                                </a:cubicBezTo>
                                <a:cubicBezTo>
                                  <a:pt x="0" y="96202"/>
                                  <a:pt x="3810" y="85725"/>
                                  <a:pt x="12382" y="77152"/>
                                </a:cubicBezTo>
                                <a:cubicBezTo>
                                  <a:pt x="20955" y="68580"/>
                                  <a:pt x="31432" y="64770"/>
                                  <a:pt x="42863" y="64770"/>
                                </a:cubicBezTo>
                                <a:lnTo>
                                  <a:pt x="88582" y="64770"/>
                                </a:lnTo>
                                <a:lnTo>
                                  <a:pt x="88582" y="64770"/>
                                </a:lnTo>
                                <a:close/>
                                <a:moveTo>
                                  <a:pt x="88582" y="86677"/>
                                </a:moveTo>
                                <a:lnTo>
                                  <a:pt x="66675" y="86677"/>
                                </a:lnTo>
                                <a:cubicBezTo>
                                  <a:pt x="60960" y="86677"/>
                                  <a:pt x="56197" y="88583"/>
                                  <a:pt x="51435" y="93345"/>
                                </a:cubicBezTo>
                                <a:cubicBezTo>
                                  <a:pt x="47625" y="97155"/>
                                  <a:pt x="44768" y="102870"/>
                                  <a:pt x="44768" y="108585"/>
                                </a:cubicBezTo>
                                <a:cubicBezTo>
                                  <a:pt x="44768" y="114300"/>
                                  <a:pt x="46672" y="119062"/>
                                  <a:pt x="51435" y="123825"/>
                                </a:cubicBezTo>
                                <a:cubicBezTo>
                                  <a:pt x="55245" y="128587"/>
                                  <a:pt x="60960" y="130492"/>
                                  <a:pt x="66675" y="130492"/>
                                </a:cubicBezTo>
                                <a:cubicBezTo>
                                  <a:pt x="72390" y="130492"/>
                                  <a:pt x="78105" y="128587"/>
                                  <a:pt x="81915" y="123825"/>
                                </a:cubicBezTo>
                                <a:cubicBezTo>
                                  <a:pt x="85725" y="119062"/>
                                  <a:pt x="88582" y="114300"/>
                                  <a:pt x="88582" y="108585"/>
                                </a:cubicBezTo>
                                <a:lnTo>
                                  <a:pt x="88582" y="86677"/>
                                </a:lnTo>
                                <a:lnTo>
                                  <a:pt x="88582" y="86677"/>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11933077" name="Freeform 2111933077"/>
                        <wps:cNvSpPr/>
                        <wps:spPr>
                          <a:xfrm>
                            <a:off x="602932" y="0"/>
                            <a:ext cx="150495" cy="194310"/>
                          </a:xfrm>
                          <a:custGeom>
                            <a:avLst/>
                            <a:gdLst>
                              <a:gd name="connsiteX0" fmla="*/ 0 w 150495"/>
                              <a:gd name="connsiteY0" fmla="*/ 194310 h 194310"/>
                              <a:gd name="connsiteX1" fmla="*/ 0 w 150495"/>
                              <a:gd name="connsiteY1" fmla="*/ 0 h 194310"/>
                              <a:gd name="connsiteX2" fmla="*/ 42863 w 150495"/>
                              <a:gd name="connsiteY2" fmla="*/ 0 h 194310"/>
                              <a:gd name="connsiteX3" fmla="*/ 42863 w 150495"/>
                              <a:gd name="connsiteY3" fmla="*/ 97155 h 194310"/>
                              <a:gd name="connsiteX4" fmla="*/ 107633 w 150495"/>
                              <a:gd name="connsiteY4" fmla="*/ 43815 h 194310"/>
                              <a:gd name="connsiteX5" fmla="*/ 150495 w 150495"/>
                              <a:gd name="connsiteY5" fmla="*/ 43815 h 194310"/>
                              <a:gd name="connsiteX6" fmla="*/ 60008 w 150495"/>
                              <a:gd name="connsiteY6" fmla="*/ 119063 h 194310"/>
                              <a:gd name="connsiteX7" fmla="*/ 150495 w 150495"/>
                              <a:gd name="connsiteY7" fmla="*/ 194310 h 194310"/>
                              <a:gd name="connsiteX8" fmla="*/ 107633 w 150495"/>
                              <a:gd name="connsiteY8" fmla="*/ 194310 h 194310"/>
                              <a:gd name="connsiteX9" fmla="*/ 42863 w 150495"/>
                              <a:gd name="connsiteY9" fmla="*/ 140970 h 194310"/>
                              <a:gd name="connsiteX10" fmla="*/ 42863 w 150495"/>
                              <a:gd name="connsiteY10" fmla="*/ 194310 h 194310"/>
                              <a:gd name="connsiteX11" fmla="*/ 0 w 150495"/>
                              <a:gd name="connsiteY11" fmla="*/ 194310 h 194310"/>
                              <a:gd name="connsiteX12" fmla="*/ 0 w 150495"/>
                              <a:gd name="connsiteY12" fmla="*/ 194310 h 194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50495" h="194310">
                                <a:moveTo>
                                  <a:pt x="0" y="194310"/>
                                </a:moveTo>
                                <a:lnTo>
                                  <a:pt x="0" y="0"/>
                                </a:lnTo>
                                <a:lnTo>
                                  <a:pt x="42863" y="0"/>
                                </a:lnTo>
                                <a:lnTo>
                                  <a:pt x="42863" y="97155"/>
                                </a:lnTo>
                                <a:lnTo>
                                  <a:pt x="107633" y="43815"/>
                                </a:lnTo>
                                <a:lnTo>
                                  <a:pt x="150495" y="43815"/>
                                </a:lnTo>
                                <a:lnTo>
                                  <a:pt x="60008" y="119063"/>
                                </a:lnTo>
                                <a:lnTo>
                                  <a:pt x="150495" y="194310"/>
                                </a:lnTo>
                                <a:lnTo>
                                  <a:pt x="107633" y="194310"/>
                                </a:lnTo>
                                <a:lnTo>
                                  <a:pt x="42863" y="140970"/>
                                </a:lnTo>
                                <a:lnTo>
                                  <a:pt x="42863" y="194310"/>
                                </a:lnTo>
                                <a:lnTo>
                                  <a:pt x="0" y="194310"/>
                                </a:lnTo>
                                <a:lnTo>
                                  <a:pt x="0" y="19431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5468719" name="Freeform 855468719"/>
                        <wps:cNvSpPr/>
                        <wps:spPr>
                          <a:xfrm>
                            <a:off x="775334" y="43814"/>
                            <a:ext cx="128587" cy="150495"/>
                          </a:xfrm>
                          <a:custGeom>
                            <a:avLst/>
                            <a:gdLst>
                              <a:gd name="connsiteX0" fmla="*/ 0 w 128587"/>
                              <a:gd name="connsiteY0" fmla="*/ 150495 h 150495"/>
                              <a:gd name="connsiteX1" fmla="*/ 0 w 128587"/>
                              <a:gd name="connsiteY1" fmla="*/ 0 h 150495"/>
                              <a:gd name="connsiteX2" fmla="*/ 42863 w 128587"/>
                              <a:gd name="connsiteY2" fmla="*/ 0 h 150495"/>
                              <a:gd name="connsiteX3" fmla="*/ 42863 w 128587"/>
                              <a:gd name="connsiteY3" fmla="*/ 21908 h 150495"/>
                              <a:gd name="connsiteX4" fmla="*/ 49530 w 128587"/>
                              <a:gd name="connsiteY4" fmla="*/ 5715 h 150495"/>
                              <a:gd name="connsiteX5" fmla="*/ 63818 w 128587"/>
                              <a:gd name="connsiteY5" fmla="*/ 0 h 150495"/>
                              <a:gd name="connsiteX6" fmla="*/ 85725 w 128587"/>
                              <a:gd name="connsiteY6" fmla="*/ 0 h 150495"/>
                              <a:gd name="connsiteX7" fmla="*/ 116205 w 128587"/>
                              <a:gd name="connsiteY7" fmla="*/ 12383 h 150495"/>
                              <a:gd name="connsiteX8" fmla="*/ 128588 w 128587"/>
                              <a:gd name="connsiteY8" fmla="*/ 42863 h 150495"/>
                              <a:gd name="connsiteX9" fmla="*/ 128588 w 128587"/>
                              <a:gd name="connsiteY9" fmla="*/ 150495 h 150495"/>
                              <a:gd name="connsiteX10" fmla="*/ 85725 w 128587"/>
                              <a:gd name="connsiteY10" fmla="*/ 150495 h 150495"/>
                              <a:gd name="connsiteX11" fmla="*/ 85725 w 128587"/>
                              <a:gd name="connsiteY11" fmla="*/ 42863 h 150495"/>
                              <a:gd name="connsiteX12" fmla="*/ 79058 w 128587"/>
                              <a:gd name="connsiteY12" fmla="*/ 27623 h 150495"/>
                              <a:gd name="connsiteX13" fmla="*/ 63818 w 128587"/>
                              <a:gd name="connsiteY13" fmla="*/ 20955 h 150495"/>
                              <a:gd name="connsiteX14" fmla="*/ 48578 w 128587"/>
                              <a:gd name="connsiteY14" fmla="*/ 27623 h 150495"/>
                              <a:gd name="connsiteX15" fmla="*/ 41910 w 128587"/>
                              <a:gd name="connsiteY15" fmla="*/ 42863 h 150495"/>
                              <a:gd name="connsiteX16" fmla="*/ 41910 w 128587"/>
                              <a:gd name="connsiteY16" fmla="*/ 150495 h 150495"/>
                              <a:gd name="connsiteX17" fmla="*/ 0 w 128587"/>
                              <a:gd name="connsiteY17" fmla="*/ 150495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28587" h="150495">
                                <a:moveTo>
                                  <a:pt x="0" y="150495"/>
                                </a:moveTo>
                                <a:lnTo>
                                  <a:pt x="0" y="0"/>
                                </a:lnTo>
                                <a:lnTo>
                                  <a:pt x="42863" y="0"/>
                                </a:lnTo>
                                <a:lnTo>
                                  <a:pt x="42863" y="21908"/>
                                </a:lnTo>
                                <a:cubicBezTo>
                                  <a:pt x="43815" y="14288"/>
                                  <a:pt x="45720" y="9525"/>
                                  <a:pt x="49530" y="5715"/>
                                </a:cubicBezTo>
                                <a:cubicBezTo>
                                  <a:pt x="53340" y="1905"/>
                                  <a:pt x="58103" y="0"/>
                                  <a:pt x="63818" y="0"/>
                                </a:cubicBezTo>
                                <a:lnTo>
                                  <a:pt x="85725" y="0"/>
                                </a:lnTo>
                                <a:cubicBezTo>
                                  <a:pt x="97155" y="0"/>
                                  <a:pt x="107633" y="3810"/>
                                  <a:pt x="116205" y="12383"/>
                                </a:cubicBezTo>
                                <a:cubicBezTo>
                                  <a:pt x="124778" y="20955"/>
                                  <a:pt x="128588" y="30480"/>
                                  <a:pt x="128588" y="42863"/>
                                </a:cubicBezTo>
                                <a:lnTo>
                                  <a:pt x="128588" y="150495"/>
                                </a:lnTo>
                                <a:lnTo>
                                  <a:pt x="85725" y="150495"/>
                                </a:lnTo>
                                <a:lnTo>
                                  <a:pt x="85725" y="42863"/>
                                </a:lnTo>
                                <a:cubicBezTo>
                                  <a:pt x="85725" y="37148"/>
                                  <a:pt x="83820" y="32385"/>
                                  <a:pt x="79058" y="27623"/>
                                </a:cubicBezTo>
                                <a:cubicBezTo>
                                  <a:pt x="75247" y="23813"/>
                                  <a:pt x="69533" y="20955"/>
                                  <a:pt x="63818" y="20955"/>
                                </a:cubicBezTo>
                                <a:cubicBezTo>
                                  <a:pt x="58103" y="20955"/>
                                  <a:pt x="53340" y="22860"/>
                                  <a:pt x="48578" y="27623"/>
                                </a:cubicBezTo>
                                <a:cubicBezTo>
                                  <a:pt x="44768" y="31433"/>
                                  <a:pt x="41910" y="37148"/>
                                  <a:pt x="41910" y="42863"/>
                                </a:cubicBezTo>
                                <a:lnTo>
                                  <a:pt x="41910" y="150495"/>
                                </a:lnTo>
                                <a:lnTo>
                                  <a:pt x="0" y="150495"/>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9374693" name="Freeform 849374693"/>
                        <wps:cNvSpPr/>
                        <wps:spPr>
                          <a:xfrm>
                            <a:off x="947737" y="43814"/>
                            <a:ext cx="131444" cy="150495"/>
                          </a:xfrm>
                          <a:custGeom>
                            <a:avLst/>
                            <a:gdLst>
                              <a:gd name="connsiteX0" fmla="*/ 129540 w 131444"/>
                              <a:gd name="connsiteY0" fmla="*/ 85725 h 150495"/>
                              <a:gd name="connsiteX1" fmla="*/ 43815 w 131444"/>
                              <a:gd name="connsiteY1" fmla="*/ 85725 h 150495"/>
                              <a:gd name="connsiteX2" fmla="*/ 43815 w 131444"/>
                              <a:gd name="connsiteY2" fmla="*/ 107633 h 150495"/>
                              <a:gd name="connsiteX3" fmla="*/ 50482 w 131444"/>
                              <a:gd name="connsiteY3" fmla="*/ 122872 h 150495"/>
                              <a:gd name="connsiteX4" fmla="*/ 65722 w 131444"/>
                              <a:gd name="connsiteY4" fmla="*/ 129540 h 150495"/>
                              <a:gd name="connsiteX5" fmla="*/ 87630 w 131444"/>
                              <a:gd name="connsiteY5" fmla="*/ 129540 h 150495"/>
                              <a:gd name="connsiteX6" fmla="*/ 109538 w 131444"/>
                              <a:gd name="connsiteY6" fmla="*/ 107633 h 150495"/>
                              <a:gd name="connsiteX7" fmla="*/ 131445 w 131444"/>
                              <a:gd name="connsiteY7" fmla="*/ 107633 h 150495"/>
                              <a:gd name="connsiteX8" fmla="*/ 88582 w 131444"/>
                              <a:gd name="connsiteY8" fmla="*/ 150495 h 150495"/>
                              <a:gd name="connsiteX9" fmla="*/ 42863 w 131444"/>
                              <a:gd name="connsiteY9" fmla="*/ 150495 h 150495"/>
                              <a:gd name="connsiteX10" fmla="*/ 12382 w 131444"/>
                              <a:gd name="connsiteY10" fmla="*/ 138113 h 150495"/>
                              <a:gd name="connsiteX11" fmla="*/ 0 w 131444"/>
                              <a:gd name="connsiteY11" fmla="*/ 107633 h 150495"/>
                              <a:gd name="connsiteX12" fmla="*/ 0 w 131444"/>
                              <a:gd name="connsiteY12" fmla="*/ 42863 h 150495"/>
                              <a:gd name="connsiteX13" fmla="*/ 12382 w 131444"/>
                              <a:gd name="connsiteY13" fmla="*/ 12383 h 150495"/>
                              <a:gd name="connsiteX14" fmla="*/ 42863 w 131444"/>
                              <a:gd name="connsiteY14" fmla="*/ 0 h 150495"/>
                              <a:gd name="connsiteX15" fmla="*/ 85725 w 131444"/>
                              <a:gd name="connsiteY15" fmla="*/ 0 h 150495"/>
                              <a:gd name="connsiteX16" fmla="*/ 116205 w 131444"/>
                              <a:gd name="connsiteY16" fmla="*/ 12383 h 150495"/>
                              <a:gd name="connsiteX17" fmla="*/ 128588 w 131444"/>
                              <a:gd name="connsiteY17" fmla="*/ 42863 h 150495"/>
                              <a:gd name="connsiteX18" fmla="*/ 128588 w 131444"/>
                              <a:gd name="connsiteY18" fmla="*/ 85725 h 150495"/>
                              <a:gd name="connsiteX19" fmla="*/ 129540 w 131444"/>
                              <a:gd name="connsiteY19" fmla="*/ 85725 h 150495"/>
                              <a:gd name="connsiteX20" fmla="*/ 42863 w 131444"/>
                              <a:gd name="connsiteY20" fmla="*/ 63818 h 150495"/>
                              <a:gd name="connsiteX21" fmla="*/ 85725 w 131444"/>
                              <a:gd name="connsiteY21" fmla="*/ 63818 h 150495"/>
                              <a:gd name="connsiteX22" fmla="*/ 85725 w 131444"/>
                              <a:gd name="connsiteY22" fmla="*/ 41910 h 150495"/>
                              <a:gd name="connsiteX23" fmla="*/ 79057 w 131444"/>
                              <a:gd name="connsiteY23" fmla="*/ 26670 h 150495"/>
                              <a:gd name="connsiteX24" fmla="*/ 63818 w 131444"/>
                              <a:gd name="connsiteY24" fmla="*/ 20003 h 150495"/>
                              <a:gd name="connsiteX25" fmla="*/ 48578 w 131444"/>
                              <a:gd name="connsiteY25" fmla="*/ 26670 h 150495"/>
                              <a:gd name="connsiteX26" fmla="*/ 41910 w 131444"/>
                              <a:gd name="connsiteY26" fmla="*/ 41910 h 150495"/>
                              <a:gd name="connsiteX27" fmla="*/ 41910 w 131444"/>
                              <a:gd name="connsiteY27" fmla="*/ 63818 h 150495"/>
                              <a:gd name="connsiteX28" fmla="*/ 42863 w 131444"/>
                              <a:gd name="connsiteY28" fmla="*/ 63818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31444" h="150495">
                                <a:moveTo>
                                  <a:pt x="129540" y="85725"/>
                                </a:moveTo>
                                <a:lnTo>
                                  <a:pt x="43815" y="85725"/>
                                </a:lnTo>
                                <a:lnTo>
                                  <a:pt x="43815" y="107633"/>
                                </a:lnTo>
                                <a:cubicBezTo>
                                  <a:pt x="43815" y="113347"/>
                                  <a:pt x="45720" y="118110"/>
                                  <a:pt x="50482" y="122872"/>
                                </a:cubicBezTo>
                                <a:cubicBezTo>
                                  <a:pt x="54293" y="127635"/>
                                  <a:pt x="60007" y="129540"/>
                                  <a:pt x="65722" y="129540"/>
                                </a:cubicBezTo>
                                <a:lnTo>
                                  <a:pt x="87630" y="129540"/>
                                </a:lnTo>
                                <a:cubicBezTo>
                                  <a:pt x="101918" y="129540"/>
                                  <a:pt x="109538" y="121920"/>
                                  <a:pt x="109538" y="107633"/>
                                </a:cubicBezTo>
                                <a:lnTo>
                                  <a:pt x="131445" y="107633"/>
                                </a:lnTo>
                                <a:cubicBezTo>
                                  <a:pt x="128588" y="136208"/>
                                  <a:pt x="114300" y="150495"/>
                                  <a:pt x="88582" y="150495"/>
                                </a:cubicBezTo>
                                <a:lnTo>
                                  <a:pt x="42863" y="150495"/>
                                </a:lnTo>
                                <a:cubicBezTo>
                                  <a:pt x="31432" y="150495"/>
                                  <a:pt x="20955" y="146685"/>
                                  <a:pt x="12382" y="138113"/>
                                </a:cubicBezTo>
                                <a:cubicBezTo>
                                  <a:pt x="3810" y="129540"/>
                                  <a:pt x="0" y="119063"/>
                                  <a:pt x="0" y="107633"/>
                                </a:cubicBezTo>
                                <a:lnTo>
                                  <a:pt x="0" y="42863"/>
                                </a:lnTo>
                                <a:cubicBezTo>
                                  <a:pt x="0" y="31433"/>
                                  <a:pt x="3810" y="20955"/>
                                  <a:pt x="12382" y="12383"/>
                                </a:cubicBezTo>
                                <a:cubicBezTo>
                                  <a:pt x="20955" y="3810"/>
                                  <a:pt x="31432" y="0"/>
                                  <a:pt x="42863" y="0"/>
                                </a:cubicBezTo>
                                <a:lnTo>
                                  <a:pt x="85725" y="0"/>
                                </a:lnTo>
                                <a:cubicBezTo>
                                  <a:pt x="97155" y="0"/>
                                  <a:pt x="107632" y="3810"/>
                                  <a:pt x="116205" y="12383"/>
                                </a:cubicBezTo>
                                <a:cubicBezTo>
                                  <a:pt x="124778" y="20955"/>
                                  <a:pt x="128588" y="30480"/>
                                  <a:pt x="128588" y="42863"/>
                                </a:cubicBezTo>
                                <a:lnTo>
                                  <a:pt x="128588" y="85725"/>
                                </a:lnTo>
                                <a:lnTo>
                                  <a:pt x="129540" y="85725"/>
                                </a:lnTo>
                                <a:close/>
                                <a:moveTo>
                                  <a:pt x="42863" y="63818"/>
                                </a:moveTo>
                                <a:lnTo>
                                  <a:pt x="85725" y="63818"/>
                                </a:lnTo>
                                <a:lnTo>
                                  <a:pt x="85725" y="41910"/>
                                </a:lnTo>
                                <a:cubicBezTo>
                                  <a:pt x="85725" y="36195"/>
                                  <a:pt x="83820" y="31433"/>
                                  <a:pt x="79057" y="26670"/>
                                </a:cubicBezTo>
                                <a:cubicBezTo>
                                  <a:pt x="75247" y="22860"/>
                                  <a:pt x="69532" y="20003"/>
                                  <a:pt x="63818" y="20003"/>
                                </a:cubicBezTo>
                                <a:cubicBezTo>
                                  <a:pt x="58103" y="20003"/>
                                  <a:pt x="53340" y="21908"/>
                                  <a:pt x="48578" y="26670"/>
                                </a:cubicBezTo>
                                <a:cubicBezTo>
                                  <a:pt x="44768" y="30480"/>
                                  <a:pt x="41910" y="36195"/>
                                  <a:pt x="41910" y="41910"/>
                                </a:cubicBezTo>
                                <a:lnTo>
                                  <a:pt x="41910" y="63818"/>
                                </a:lnTo>
                                <a:lnTo>
                                  <a:pt x="42863" y="63818"/>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92499195" name="Freeform 1892499195"/>
                        <wps:cNvSpPr/>
                        <wps:spPr>
                          <a:xfrm>
                            <a:off x="1120140" y="42862"/>
                            <a:ext cx="107632" cy="149542"/>
                          </a:xfrm>
                          <a:custGeom>
                            <a:avLst/>
                            <a:gdLst>
                              <a:gd name="connsiteX0" fmla="*/ 107633 w 107632"/>
                              <a:gd name="connsiteY0" fmla="*/ 42863 h 149542"/>
                              <a:gd name="connsiteX1" fmla="*/ 85725 w 107632"/>
                              <a:gd name="connsiteY1" fmla="*/ 42863 h 149542"/>
                              <a:gd name="connsiteX2" fmla="*/ 65722 w 107632"/>
                              <a:gd name="connsiteY2" fmla="*/ 20955 h 149542"/>
                              <a:gd name="connsiteX3" fmla="*/ 48578 w 107632"/>
                              <a:gd name="connsiteY3" fmla="*/ 25717 h 149542"/>
                              <a:gd name="connsiteX4" fmla="*/ 42863 w 107632"/>
                              <a:gd name="connsiteY4" fmla="*/ 39052 h 149542"/>
                              <a:gd name="connsiteX5" fmla="*/ 74295 w 107632"/>
                              <a:gd name="connsiteY5" fmla="*/ 64770 h 149542"/>
                              <a:gd name="connsiteX6" fmla="*/ 103822 w 107632"/>
                              <a:gd name="connsiteY6" fmla="*/ 87630 h 149542"/>
                              <a:gd name="connsiteX7" fmla="*/ 107633 w 107632"/>
                              <a:gd name="connsiteY7" fmla="*/ 106680 h 149542"/>
                              <a:gd name="connsiteX8" fmla="*/ 95250 w 107632"/>
                              <a:gd name="connsiteY8" fmla="*/ 137160 h 149542"/>
                              <a:gd name="connsiteX9" fmla="*/ 64770 w 107632"/>
                              <a:gd name="connsiteY9" fmla="*/ 149542 h 149542"/>
                              <a:gd name="connsiteX10" fmla="*/ 42863 w 107632"/>
                              <a:gd name="connsiteY10" fmla="*/ 149542 h 149542"/>
                              <a:gd name="connsiteX11" fmla="*/ 0 w 107632"/>
                              <a:gd name="connsiteY11" fmla="*/ 106680 h 149542"/>
                              <a:gd name="connsiteX12" fmla="*/ 21907 w 107632"/>
                              <a:gd name="connsiteY12" fmla="*/ 106680 h 149542"/>
                              <a:gd name="connsiteX13" fmla="*/ 41910 w 107632"/>
                              <a:gd name="connsiteY13" fmla="*/ 128587 h 149542"/>
                              <a:gd name="connsiteX14" fmla="*/ 59055 w 107632"/>
                              <a:gd name="connsiteY14" fmla="*/ 123825 h 149542"/>
                              <a:gd name="connsiteX15" fmla="*/ 64770 w 107632"/>
                              <a:gd name="connsiteY15" fmla="*/ 110490 h 149542"/>
                              <a:gd name="connsiteX16" fmla="*/ 33338 w 107632"/>
                              <a:gd name="connsiteY16" fmla="*/ 84772 h 149542"/>
                              <a:gd name="connsiteX17" fmla="*/ 3810 w 107632"/>
                              <a:gd name="connsiteY17" fmla="*/ 61913 h 149542"/>
                              <a:gd name="connsiteX18" fmla="*/ 0 w 107632"/>
                              <a:gd name="connsiteY18" fmla="*/ 42863 h 149542"/>
                              <a:gd name="connsiteX19" fmla="*/ 12382 w 107632"/>
                              <a:gd name="connsiteY19" fmla="*/ 12383 h 149542"/>
                              <a:gd name="connsiteX20" fmla="*/ 42863 w 107632"/>
                              <a:gd name="connsiteY20" fmla="*/ 0 h 149542"/>
                              <a:gd name="connsiteX21" fmla="*/ 64770 w 107632"/>
                              <a:gd name="connsiteY21" fmla="*/ 0 h 149542"/>
                              <a:gd name="connsiteX22" fmla="*/ 107633 w 107632"/>
                              <a:gd name="connsiteY22" fmla="*/ 42863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632" h="149542">
                                <a:moveTo>
                                  <a:pt x="107633" y="42863"/>
                                </a:moveTo>
                                <a:lnTo>
                                  <a:pt x="85725" y="42863"/>
                                </a:lnTo>
                                <a:cubicBezTo>
                                  <a:pt x="83820" y="28575"/>
                                  <a:pt x="77153" y="20955"/>
                                  <a:pt x="65722" y="20955"/>
                                </a:cubicBezTo>
                                <a:cubicBezTo>
                                  <a:pt x="58103" y="20955"/>
                                  <a:pt x="52388" y="22860"/>
                                  <a:pt x="48578" y="25717"/>
                                </a:cubicBezTo>
                                <a:cubicBezTo>
                                  <a:pt x="44767" y="28575"/>
                                  <a:pt x="42863" y="33338"/>
                                  <a:pt x="42863" y="39052"/>
                                </a:cubicBezTo>
                                <a:cubicBezTo>
                                  <a:pt x="42863" y="45720"/>
                                  <a:pt x="53340" y="54292"/>
                                  <a:pt x="74295" y="64770"/>
                                </a:cubicBezTo>
                                <a:cubicBezTo>
                                  <a:pt x="91440" y="74295"/>
                                  <a:pt x="100965" y="81915"/>
                                  <a:pt x="103822" y="87630"/>
                                </a:cubicBezTo>
                                <a:cubicBezTo>
                                  <a:pt x="106680" y="93345"/>
                                  <a:pt x="107633" y="100013"/>
                                  <a:pt x="107633" y="106680"/>
                                </a:cubicBezTo>
                                <a:cubicBezTo>
                                  <a:pt x="107633" y="118110"/>
                                  <a:pt x="103822" y="128587"/>
                                  <a:pt x="95250" y="137160"/>
                                </a:cubicBezTo>
                                <a:cubicBezTo>
                                  <a:pt x="86678" y="145733"/>
                                  <a:pt x="76200" y="149542"/>
                                  <a:pt x="64770" y="149542"/>
                                </a:cubicBezTo>
                                <a:lnTo>
                                  <a:pt x="42863" y="149542"/>
                                </a:lnTo>
                                <a:cubicBezTo>
                                  <a:pt x="14288" y="149542"/>
                                  <a:pt x="0" y="135255"/>
                                  <a:pt x="0" y="106680"/>
                                </a:cubicBezTo>
                                <a:lnTo>
                                  <a:pt x="21907" y="106680"/>
                                </a:lnTo>
                                <a:cubicBezTo>
                                  <a:pt x="23813" y="120967"/>
                                  <a:pt x="30480" y="128587"/>
                                  <a:pt x="41910" y="128587"/>
                                </a:cubicBezTo>
                                <a:cubicBezTo>
                                  <a:pt x="49530" y="128587"/>
                                  <a:pt x="55245" y="126683"/>
                                  <a:pt x="59055" y="123825"/>
                                </a:cubicBezTo>
                                <a:cubicBezTo>
                                  <a:pt x="62865" y="120967"/>
                                  <a:pt x="64770" y="116205"/>
                                  <a:pt x="64770" y="110490"/>
                                </a:cubicBezTo>
                                <a:cubicBezTo>
                                  <a:pt x="64770" y="104775"/>
                                  <a:pt x="54292" y="96202"/>
                                  <a:pt x="33338" y="84772"/>
                                </a:cubicBezTo>
                                <a:cubicBezTo>
                                  <a:pt x="16192" y="75247"/>
                                  <a:pt x="6667" y="67627"/>
                                  <a:pt x="3810" y="61913"/>
                                </a:cubicBezTo>
                                <a:cubicBezTo>
                                  <a:pt x="953" y="56197"/>
                                  <a:pt x="0" y="49530"/>
                                  <a:pt x="0" y="42863"/>
                                </a:cubicBezTo>
                                <a:cubicBezTo>
                                  <a:pt x="0" y="31433"/>
                                  <a:pt x="3810" y="20955"/>
                                  <a:pt x="12382" y="12383"/>
                                </a:cubicBezTo>
                                <a:cubicBezTo>
                                  <a:pt x="20955" y="3810"/>
                                  <a:pt x="31432" y="0"/>
                                  <a:pt x="42863" y="0"/>
                                </a:cubicBezTo>
                                <a:lnTo>
                                  <a:pt x="64770" y="0"/>
                                </a:lnTo>
                                <a:cubicBezTo>
                                  <a:pt x="91440" y="0"/>
                                  <a:pt x="105728" y="14288"/>
                                  <a:pt x="107633" y="42863"/>
                                </a:cubicBez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64708890" name="Freeform 464708890"/>
                        <wps:cNvSpPr/>
                        <wps:spPr>
                          <a:xfrm>
                            <a:off x="1271587" y="42862"/>
                            <a:ext cx="106680" cy="149542"/>
                          </a:xfrm>
                          <a:custGeom>
                            <a:avLst/>
                            <a:gdLst>
                              <a:gd name="connsiteX0" fmla="*/ 106680 w 106680"/>
                              <a:gd name="connsiteY0" fmla="*/ 42863 h 149542"/>
                              <a:gd name="connsiteX1" fmla="*/ 84773 w 106680"/>
                              <a:gd name="connsiteY1" fmla="*/ 42863 h 149542"/>
                              <a:gd name="connsiteX2" fmla="*/ 64770 w 106680"/>
                              <a:gd name="connsiteY2" fmla="*/ 20955 h 149542"/>
                              <a:gd name="connsiteX3" fmla="*/ 47625 w 106680"/>
                              <a:gd name="connsiteY3" fmla="*/ 25717 h 149542"/>
                              <a:gd name="connsiteX4" fmla="*/ 41910 w 106680"/>
                              <a:gd name="connsiteY4" fmla="*/ 39052 h 149542"/>
                              <a:gd name="connsiteX5" fmla="*/ 73343 w 106680"/>
                              <a:gd name="connsiteY5" fmla="*/ 64770 h 149542"/>
                              <a:gd name="connsiteX6" fmla="*/ 102870 w 106680"/>
                              <a:gd name="connsiteY6" fmla="*/ 87630 h 149542"/>
                              <a:gd name="connsiteX7" fmla="*/ 106680 w 106680"/>
                              <a:gd name="connsiteY7" fmla="*/ 106680 h 149542"/>
                              <a:gd name="connsiteX8" fmla="*/ 94298 w 106680"/>
                              <a:gd name="connsiteY8" fmla="*/ 137160 h 149542"/>
                              <a:gd name="connsiteX9" fmla="*/ 63818 w 106680"/>
                              <a:gd name="connsiteY9" fmla="*/ 149542 h 149542"/>
                              <a:gd name="connsiteX10" fmla="*/ 42863 w 106680"/>
                              <a:gd name="connsiteY10" fmla="*/ 149542 h 149542"/>
                              <a:gd name="connsiteX11" fmla="*/ 0 w 106680"/>
                              <a:gd name="connsiteY11" fmla="*/ 106680 h 149542"/>
                              <a:gd name="connsiteX12" fmla="*/ 21907 w 106680"/>
                              <a:gd name="connsiteY12" fmla="*/ 106680 h 149542"/>
                              <a:gd name="connsiteX13" fmla="*/ 41910 w 106680"/>
                              <a:gd name="connsiteY13" fmla="*/ 128587 h 149542"/>
                              <a:gd name="connsiteX14" fmla="*/ 59055 w 106680"/>
                              <a:gd name="connsiteY14" fmla="*/ 123825 h 149542"/>
                              <a:gd name="connsiteX15" fmla="*/ 64770 w 106680"/>
                              <a:gd name="connsiteY15" fmla="*/ 110490 h 149542"/>
                              <a:gd name="connsiteX16" fmla="*/ 33338 w 106680"/>
                              <a:gd name="connsiteY16" fmla="*/ 84772 h 149542"/>
                              <a:gd name="connsiteX17" fmla="*/ 3810 w 106680"/>
                              <a:gd name="connsiteY17" fmla="*/ 61913 h 149542"/>
                              <a:gd name="connsiteX18" fmla="*/ 0 w 106680"/>
                              <a:gd name="connsiteY18" fmla="*/ 42863 h 149542"/>
                              <a:gd name="connsiteX19" fmla="*/ 12382 w 106680"/>
                              <a:gd name="connsiteY19" fmla="*/ 12383 h 149542"/>
                              <a:gd name="connsiteX20" fmla="*/ 42863 w 106680"/>
                              <a:gd name="connsiteY20" fmla="*/ 0 h 149542"/>
                              <a:gd name="connsiteX21" fmla="*/ 64770 w 106680"/>
                              <a:gd name="connsiteY21" fmla="*/ 0 h 149542"/>
                              <a:gd name="connsiteX22" fmla="*/ 106680 w 106680"/>
                              <a:gd name="connsiteY22" fmla="*/ 42863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6680" h="149542">
                                <a:moveTo>
                                  <a:pt x="106680" y="42863"/>
                                </a:moveTo>
                                <a:lnTo>
                                  <a:pt x="84773" y="42863"/>
                                </a:lnTo>
                                <a:cubicBezTo>
                                  <a:pt x="82868" y="28575"/>
                                  <a:pt x="76200" y="20955"/>
                                  <a:pt x="64770" y="20955"/>
                                </a:cubicBezTo>
                                <a:cubicBezTo>
                                  <a:pt x="57150" y="20955"/>
                                  <a:pt x="51435" y="22860"/>
                                  <a:pt x="47625" y="25717"/>
                                </a:cubicBezTo>
                                <a:cubicBezTo>
                                  <a:pt x="43815" y="28575"/>
                                  <a:pt x="41910" y="33338"/>
                                  <a:pt x="41910" y="39052"/>
                                </a:cubicBezTo>
                                <a:cubicBezTo>
                                  <a:pt x="41910" y="45720"/>
                                  <a:pt x="52388" y="54292"/>
                                  <a:pt x="73343" y="64770"/>
                                </a:cubicBezTo>
                                <a:cubicBezTo>
                                  <a:pt x="90488" y="74295"/>
                                  <a:pt x="100013" y="81915"/>
                                  <a:pt x="102870" y="87630"/>
                                </a:cubicBezTo>
                                <a:cubicBezTo>
                                  <a:pt x="105727" y="93345"/>
                                  <a:pt x="106680" y="100013"/>
                                  <a:pt x="106680" y="106680"/>
                                </a:cubicBezTo>
                                <a:cubicBezTo>
                                  <a:pt x="106680" y="118110"/>
                                  <a:pt x="102870" y="128587"/>
                                  <a:pt x="94298" y="137160"/>
                                </a:cubicBezTo>
                                <a:cubicBezTo>
                                  <a:pt x="85725" y="145733"/>
                                  <a:pt x="75248" y="149542"/>
                                  <a:pt x="63818" y="149542"/>
                                </a:cubicBezTo>
                                <a:lnTo>
                                  <a:pt x="42863" y="149542"/>
                                </a:lnTo>
                                <a:cubicBezTo>
                                  <a:pt x="14288" y="149542"/>
                                  <a:pt x="0" y="135255"/>
                                  <a:pt x="0" y="106680"/>
                                </a:cubicBezTo>
                                <a:lnTo>
                                  <a:pt x="21907" y="106680"/>
                                </a:lnTo>
                                <a:cubicBezTo>
                                  <a:pt x="23813" y="120967"/>
                                  <a:pt x="30480" y="128587"/>
                                  <a:pt x="41910" y="128587"/>
                                </a:cubicBezTo>
                                <a:cubicBezTo>
                                  <a:pt x="49530" y="128587"/>
                                  <a:pt x="55245" y="126683"/>
                                  <a:pt x="59055" y="123825"/>
                                </a:cubicBezTo>
                                <a:cubicBezTo>
                                  <a:pt x="62865" y="120967"/>
                                  <a:pt x="64770" y="116205"/>
                                  <a:pt x="64770" y="110490"/>
                                </a:cubicBezTo>
                                <a:cubicBezTo>
                                  <a:pt x="64770" y="104775"/>
                                  <a:pt x="54293" y="96202"/>
                                  <a:pt x="33338" y="84772"/>
                                </a:cubicBezTo>
                                <a:cubicBezTo>
                                  <a:pt x="16193" y="75247"/>
                                  <a:pt x="6668" y="67627"/>
                                  <a:pt x="3810" y="61913"/>
                                </a:cubicBezTo>
                                <a:cubicBezTo>
                                  <a:pt x="952" y="56197"/>
                                  <a:pt x="0" y="49530"/>
                                  <a:pt x="0" y="42863"/>
                                </a:cubicBezTo>
                                <a:cubicBezTo>
                                  <a:pt x="0" y="31433"/>
                                  <a:pt x="3810" y="20955"/>
                                  <a:pt x="12382" y="12383"/>
                                </a:cubicBezTo>
                                <a:cubicBezTo>
                                  <a:pt x="20955" y="3810"/>
                                  <a:pt x="31432" y="0"/>
                                  <a:pt x="42863" y="0"/>
                                </a:cubicBezTo>
                                <a:lnTo>
                                  <a:pt x="64770" y="0"/>
                                </a:lnTo>
                                <a:cubicBezTo>
                                  <a:pt x="90488" y="0"/>
                                  <a:pt x="105727" y="14288"/>
                                  <a:pt x="106680" y="42863"/>
                                </a:cubicBez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27862946" name="Freeform 1527862946"/>
                        <wps:cNvSpPr/>
                        <wps:spPr>
                          <a:xfrm>
                            <a:off x="1423987" y="43814"/>
                            <a:ext cx="128587" cy="150495"/>
                          </a:xfrm>
                          <a:custGeom>
                            <a:avLst/>
                            <a:gdLst>
                              <a:gd name="connsiteX0" fmla="*/ 126682 w 128587"/>
                              <a:gd name="connsiteY0" fmla="*/ 85725 h 150495"/>
                              <a:gd name="connsiteX1" fmla="*/ 40957 w 128587"/>
                              <a:gd name="connsiteY1" fmla="*/ 85725 h 150495"/>
                              <a:gd name="connsiteX2" fmla="*/ 40957 w 128587"/>
                              <a:gd name="connsiteY2" fmla="*/ 107633 h 150495"/>
                              <a:gd name="connsiteX3" fmla="*/ 47625 w 128587"/>
                              <a:gd name="connsiteY3" fmla="*/ 122872 h 150495"/>
                              <a:gd name="connsiteX4" fmla="*/ 62865 w 128587"/>
                              <a:gd name="connsiteY4" fmla="*/ 129540 h 150495"/>
                              <a:gd name="connsiteX5" fmla="*/ 84773 w 128587"/>
                              <a:gd name="connsiteY5" fmla="*/ 129540 h 150495"/>
                              <a:gd name="connsiteX6" fmla="*/ 106680 w 128587"/>
                              <a:gd name="connsiteY6" fmla="*/ 107633 h 150495"/>
                              <a:gd name="connsiteX7" fmla="*/ 128588 w 128587"/>
                              <a:gd name="connsiteY7" fmla="*/ 107633 h 150495"/>
                              <a:gd name="connsiteX8" fmla="*/ 85725 w 128587"/>
                              <a:gd name="connsiteY8" fmla="*/ 150495 h 150495"/>
                              <a:gd name="connsiteX9" fmla="*/ 42863 w 128587"/>
                              <a:gd name="connsiteY9" fmla="*/ 150495 h 150495"/>
                              <a:gd name="connsiteX10" fmla="*/ 12382 w 128587"/>
                              <a:gd name="connsiteY10" fmla="*/ 138113 h 150495"/>
                              <a:gd name="connsiteX11" fmla="*/ 0 w 128587"/>
                              <a:gd name="connsiteY11" fmla="*/ 107633 h 150495"/>
                              <a:gd name="connsiteX12" fmla="*/ 0 w 128587"/>
                              <a:gd name="connsiteY12" fmla="*/ 42863 h 150495"/>
                              <a:gd name="connsiteX13" fmla="*/ 12382 w 128587"/>
                              <a:gd name="connsiteY13" fmla="*/ 12383 h 150495"/>
                              <a:gd name="connsiteX14" fmla="*/ 42863 w 128587"/>
                              <a:gd name="connsiteY14" fmla="*/ 0 h 150495"/>
                              <a:gd name="connsiteX15" fmla="*/ 85725 w 128587"/>
                              <a:gd name="connsiteY15" fmla="*/ 0 h 150495"/>
                              <a:gd name="connsiteX16" fmla="*/ 116205 w 128587"/>
                              <a:gd name="connsiteY16" fmla="*/ 12383 h 150495"/>
                              <a:gd name="connsiteX17" fmla="*/ 128588 w 128587"/>
                              <a:gd name="connsiteY17" fmla="*/ 42863 h 150495"/>
                              <a:gd name="connsiteX18" fmla="*/ 128588 w 128587"/>
                              <a:gd name="connsiteY18" fmla="*/ 85725 h 150495"/>
                              <a:gd name="connsiteX19" fmla="*/ 126682 w 128587"/>
                              <a:gd name="connsiteY19" fmla="*/ 85725 h 150495"/>
                              <a:gd name="connsiteX20" fmla="*/ 40957 w 128587"/>
                              <a:gd name="connsiteY20" fmla="*/ 63818 h 150495"/>
                              <a:gd name="connsiteX21" fmla="*/ 83820 w 128587"/>
                              <a:gd name="connsiteY21" fmla="*/ 63818 h 150495"/>
                              <a:gd name="connsiteX22" fmla="*/ 83820 w 128587"/>
                              <a:gd name="connsiteY22" fmla="*/ 41910 h 150495"/>
                              <a:gd name="connsiteX23" fmla="*/ 77152 w 128587"/>
                              <a:gd name="connsiteY23" fmla="*/ 26670 h 150495"/>
                              <a:gd name="connsiteX24" fmla="*/ 61913 w 128587"/>
                              <a:gd name="connsiteY24" fmla="*/ 20003 h 150495"/>
                              <a:gd name="connsiteX25" fmla="*/ 46673 w 128587"/>
                              <a:gd name="connsiteY25" fmla="*/ 26670 h 150495"/>
                              <a:gd name="connsiteX26" fmla="*/ 40005 w 128587"/>
                              <a:gd name="connsiteY26" fmla="*/ 41910 h 150495"/>
                              <a:gd name="connsiteX27" fmla="*/ 40957 w 128587"/>
                              <a:gd name="connsiteY27" fmla="*/ 63818 h 150495"/>
                              <a:gd name="connsiteX28" fmla="*/ 40957 w 128587"/>
                              <a:gd name="connsiteY28" fmla="*/ 63818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28587" h="150495">
                                <a:moveTo>
                                  <a:pt x="126682" y="85725"/>
                                </a:moveTo>
                                <a:lnTo>
                                  <a:pt x="40957" y="85725"/>
                                </a:lnTo>
                                <a:lnTo>
                                  <a:pt x="40957" y="107633"/>
                                </a:lnTo>
                                <a:cubicBezTo>
                                  <a:pt x="40957" y="113347"/>
                                  <a:pt x="42863" y="118110"/>
                                  <a:pt x="47625" y="122872"/>
                                </a:cubicBezTo>
                                <a:cubicBezTo>
                                  <a:pt x="51435" y="127635"/>
                                  <a:pt x="57150" y="129540"/>
                                  <a:pt x="62865" y="129540"/>
                                </a:cubicBezTo>
                                <a:lnTo>
                                  <a:pt x="84773" y="129540"/>
                                </a:lnTo>
                                <a:cubicBezTo>
                                  <a:pt x="99060" y="129540"/>
                                  <a:pt x="106680" y="121920"/>
                                  <a:pt x="106680" y="107633"/>
                                </a:cubicBezTo>
                                <a:lnTo>
                                  <a:pt x="128588" y="107633"/>
                                </a:lnTo>
                                <a:cubicBezTo>
                                  <a:pt x="125730" y="136208"/>
                                  <a:pt x="111443" y="150495"/>
                                  <a:pt x="85725" y="150495"/>
                                </a:cubicBezTo>
                                <a:lnTo>
                                  <a:pt x="42863" y="150495"/>
                                </a:lnTo>
                                <a:cubicBezTo>
                                  <a:pt x="31432" y="150495"/>
                                  <a:pt x="20955" y="146685"/>
                                  <a:pt x="12382" y="138113"/>
                                </a:cubicBezTo>
                                <a:cubicBezTo>
                                  <a:pt x="3810" y="129540"/>
                                  <a:pt x="0" y="119063"/>
                                  <a:pt x="0" y="107633"/>
                                </a:cubicBezTo>
                                <a:lnTo>
                                  <a:pt x="0" y="42863"/>
                                </a:lnTo>
                                <a:cubicBezTo>
                                  <a:pt x="0" y="31433"/>
                                  <a:pt x="3810" y="20955"/>
                                  <a:pt x="12382" y="12383"/>
                                </a:cubicBezTo>
                                <a:cubicBezTo>
                                  <a:pt x="20955" y="3810"/>
                                  <a:pt x="31432" y="0"/>
                                  <a:pt x="42863" y="0"/>
                                </a:cubicBezTo>
                                <a:lnTo>
                                  <a:pt x="85725" y="0"/>
                                </a:lnTo>
                                <a:cubicBezTo>
                                  <a:pt x="97155" y="0"/>
                                  <a:pt x="107632" y="3810"/>
                                  <a:pt x="116205" y="12383"/>
                                </a:cubicBezTo>
                                <a:cubicBezTo>
                                  <a:pt x="124777" y="20955"/>
                                  <a:pt x="128588" y="30480"/>
                                  <a:pt x="128588" y="42863"/>
                                </a:cubicBezTo>
                                <a:lnTo>
                                  <a:pt x="128588" y="85725"/>
                                </a:lnTo>
                                <a:lnTo>
                                  <a:pt x="126682" y="85725"/>
                                </a:lnTo>
                                <a:close/>
                                <a:moveTo>
                                  <a:pt x="40957" y="63818"/>
                                </a:moveTo>
                                <a:lnTo>
                                  <a:pt x="83820" y="63818"/>
                                </a:lnTo>
                                <a:lnTo>
                                  <a:pt x="83820" y="41910"/>
                                </a:lnTo>
                                <a:cubicBezTo>
                                  <a:pt x="83820" y="36195"/>
                                  <a:pt x="81915" y="31433"/>
                                  <a:pt x="77152" y="26670"/>
                                </a:cubicBezTo>
                                <a:cubicBezTo>
                                  <a:pt x="73343" y="22860"/>
                                  <a:pt x="67627" y="20003"/>
                                  <a:pt x="61913" y="20003"/>
                                </a:cubicBezTo>
                                <a:cubicBezTo>
                                  <a:pt x="56198" y="20003"/>
                                  <a:pt x="51435" y="21908"/>
                                  <a:pt x="46673" y="26670"/>
                                </a:cubicBezTo>
                                <a:cubicBezTo>
                                  <a:pt x="42863" y="30480"/>
                                  <a:pt x="40005" y="36195"/>
                                  <a:pt x="40005" y="41910"/>
                                </a:cubicBezTo>
                                <a:lnTo>
                                  <a:pt x="40957" y="63818"/>
                                </a:lnTo>
                                <a:lnTo>
                                  <a:pt x="40957" y="63818"/>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5669427" name="Freeform 1355669427"/>
                        <wps:cNvSpPr>
                          <a:spLocks noChangeAspect="1"/>
                        </wps:cNvSpPr>
                        <wps:spPr>
                          <a:xfrm>
                            <a:off x="1594485" y="42862"/>
                            <a:ext cx="107632" cy="149542"/>
                          </a:xfrm>
                          <a:custGeom>
                            <a:avLst/>
                            <a:gdLst>
                              <a:gd name="connsiteX0" fmla="*/ 107632 w 107632"/>
                              <a:gd name="connsiteY0" fmla="*/ 42863 h 149542"/>
                              <a:gd name="connsiteX1" fmla="*/ 85725 w 107632"/>
                              <a:gd name="connsiteY1" fmla="*/ 42863 h 149542"/>
                              <a:gd name="connsiteX2" fmla="*/ 65722 w 107632"/>
                              <a:gd name="connsiteY2" fmla="*/ 20955 h 149542"/>
                              <a:gd name="connsiteX3" fmla="*/ 48577 w 107632"/>
                              <a:gd name="connsiteY3" fmla="*/ 25717 h 149542"/>
                              <a:gd name="connsiteX4" fmla="*/ 42863 w 107632"/>
                              <a:gd name="connsiteY4" fmla="*/ 39052 h 149542"/>
                              <a:gd name="connsiteX5" fmla="*/ 74295 w 107632"/>
                              <a:gd name="connsiteY5" fmla="*/ 64770 h 149542"/>
                              <a:gd name="connsiteX6" fmla="*/ 103822 w 107632"/>
                              <a:gd name="connsiteY6" fmla="*/ 87630 h 149542"/>
                              <a:gd name="connsiteX7" fmla="*/ 107632 w 107632"/>
                              <a:gd name="connsiteY7" fmla="*/ 106680 h 149542"/>
                              <a:gd name="connsiteX8" fmla="*/ 95250 w 107632"/>
                              <a:gd name="connsiteY8" fmla="*/ 137160 h 149542"/>
                              <a:gd name="connsiteX9" fmla="*/ 64770 w 107632"/>
                              <a:gd name="connsiteY9" fmla="*/ 149542 h 149542"/>
                              <a:gd name="connsiteX10" fmla="*/ 42863 w 107632"/>
                              <a:gd name="connsiteY10" fmla="*/ 149542 h 149542"/>
                              <a:gd name="connsiteX11" fmla="*/ 0 w 107632"/>
                              <a:gd name="connsiteY11" fmla="*/ 106680 h 149542"/>
                              <a:gd name="connsiteX12" fmla="*/ 21907 w 107632"/>
                              <a:gd name="connsiteY12" fmla="*/ 106680 h 149542"/>
                              <a:gd name="connsiteX13" fmla="*/ 41910 w 107632"/>
                              <a:gd name="connsiteY13" fmla="*/ 128587 h 149542"/>
                              <a:gd name="connsiteX14" fmla="*/ 59055 w 107632"/>
                              <a:gd name="connsiteY14" fmla="*/ 123825 h 149542"/>
                              <a:gd name="connsiteX15" fmla="*/ 64770 w 107632"/>
                              <a:gd name="connsiteY15" fmla="*/ 110490 h 149542"/>
                              <a:gd name="connsiteX16" fmla="*/ 33338 w 107632"/>
                              <a:gd name="connsiteY16" fmla="*/ 84772 h 149542"/>
                              <a:gd name="connsiteX17" fmla="*/ 3810 w 107632"/>
                              <a:gd name="connsiteY17" fmla="*/ 61913 h 149542"/>
                              <a:gd name="connsiteX18" fmla="*/ 0 w 107632"/>
                              <a:gd name="connsiteY18" fmla="*/ 42863 h 149542"/>
                              <a:gd name="connsiteX19" fmla="*/ 12382 w 107632"/>
                              <a:gd name="connsiteY19" fmla="*/ 12383 h 149542"/>
                              <a:gd name="connsiteX20" fmla="*/ 42863 w 107632"/>
                              <a:gd name="connsiteY20" fmla="*/ 0 h 149542"/>
                              <a:gd name="connsiteX21" fmla="*/ 64770 w 107632"/>
                              <a:gd name="connsiteY21" fmla="*/ 0 h 149542"/>
                              <a:gd name="connsiteX22" fmla="*/ 107632 w 107632"/>
                              <a:gd name="connsiteY22" fmla="*/ 42863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632" h="149542">
                                <a:moveTo>
                                  <a:pt x="107632" y="42863"/>
                                </a:moveTo>
                                <a:lnTo>
                                  <a:pt x="85725" y="42863"/>
                                </a:lnTo>
                                <a:cubicBezTo>
                                  <a:pt x="83820" y="28575"/>
                                  <a:pt x="77152" y="20955"/>
                                  <a:pt x="65722" y="20955"/>
                                </a:cubicBezTo>
                                <a:cubicBezTo>
                                  <a:pt x="58102" y="20955"/>
                                  <a:pt x="52388" y="22860"/>
                                  <a:pt x="48577" y="25717"/>
                                </a:cubicBezTo>
                                <a:cubicBezTo>
                                  <a:pt x="44767" y="28575"/>
                                  <a:pt x="42863" y="33338"/>
                                  <a:pt x="42863" y="39052"/>
                                </a:cubicBezTo>
                                <a:cubicBezTo>
                                  <a:pt x="42863" y="45720"/>
                                  <a:pt x="53340" y="54292"/>
                                  <a:pt x="74295" y="64770"/>
                                </a:cubicBezTo>
                                <a:cubicBezTo>
                                  <a:pt x="91440" y="74295"/>
                                  <a:pt x="100965" y="81915"/>
                                  <a:pt x="103822" y="87630"/>
                                </a:cubicBezTo>
                                <a:cubicBezTo>
                                  <a:pt x="106680" y="93345"/>
                                  <a:pt x="107632" y="100013"/>
                                  <a:pt x="107632" y="106680"/>
                                </a:cubicBezTo>
                                <a:cubicBezTo>
                                  <a:pt x="107632" y="118110"/>
                                  <a:pt x="103822" y="128587"/>
                                  <a:pt x="95250" y="137160"/>
                                </a:cubicBezTo>
                                <a:cubicBezTo>
                                  <a:pt x="86677" y="145733"/>
                                  <a:pt x="76200" y="149542"/>
                                  <a:pt x="64770" y="149542"/>
                                </a:cubicBezTo>
                                <a:lnTo>
                                  <a:pt x="42863" y="149542"/>
                                </a:lnTo>
                                <a:cubicBezTo>
                                  <a:pt x="14288" y="149542"/>
                                  <a:pt x="0" y="135255"/>
                                  <a:pt x="0" y="106680"/>
                                </a:cubicBezTo>
                                <a:lnTo>
                                  <a:pt x="21907" y="106680"/>
                                </a:lnTo>
                                <a:cubicBezTo>
                                  <a:pt x="23813" y="120967"/>
                                  <a:pt x="30480" y="128587"/>
                                  <a:pt x="41910" y="128587"/>
                                </a:cubicBezTo>
                                <a:cubicBezTo>
                                  <a:pt x="49530" y="128587"/>
                                  <a:pt x="55245" y="126683"/>
                                  <a:pt x="59055" y="123825"/>
                                </a:cubicBezTo>
                                <a:cubicBezTo>
                                  <a:pt x="62865" y="120967"/>
                                  <a:pt x="64770" y="116205"/>
                                  <a:pt x="64770" y="110490"/>
                                </a:cubicBezTo>
                                <a:cubicBezTo>
                                  <a:pt x="64770" y="104775"/>
                                  <a:pt x="54292" y="96202"/>
                                  <a:pt x="33338" y="84772"/>
                                </a:cubicBezTo>
                                <a:cubicBezTo>
                                  <a:pt x="16192" y="75247"/>
                                  <a:pt x="6667" y="67627"/>
                                  <a:pt x="3810" y="61913"/>
                                </a:cubicBezTo>
                                <a:cubicBezTo>
                                  <a:pt x="952" y="56197"/>
                                  <a:pt x="0" y="49530"/>
                                  <a:pt x="0" y="42863"/>
                                </a:cubicBezTo>
                                <a:cubicBezTo>
                                  <a:pt x="0" y="31433"/>
                                  <a:pt x="3810" y="20955"/>
                                  <a:pt x="12382" y="12383"/>
                                </a:cubicBezTo>
                                <a:cubicBezTo>
                                  <a:pt x="20955" y="3810"/>
                                  <a:pt x="31432" y="0"/>
                                  <a:pt x="42863" y="0"/>
                                </a:cubicBezTo>
                                <a:lnTo>
                                  <a:pt x="64770" y="0"/>
                                </a:lnTo>
                                <a:cubicBezTo>
                                  <a:pt x="91440" y="0"/>
                                  <a:pt x="105727" y="14288"/>
                                  <a:pt x="107632" y="42863"/>
                                </a:cubicBez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30CF13D" id="Graphic 13" o:spid="_x0000_s1026" style="position:absolute;margin-left:583.7pt;margin-top:205.3pt;width:134pt;height:15.3pt;z-index:251681792" coordsize="17021,1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">
                <o:lock v:ext="edit" aspectratio="t"/>
                <v:shape id="Freeform 1165441885" o:spid="_x0000_s1027" style="position:absolute;top:428;width:2162;height:1515;visibility:visible;mso-wrap-style:square;v-text-anchor:middle" coordsize="216217,151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" path="m,l42863,r,129540l64770,129540v5715,,11430,-1905,15240,-6667c83820,118110,86678,113348,86678,107633l86678,r42862,l129540,129540r21907,c157163,129540,161925,127635,166688,122873v3809,-4763,6667,-9525,6667,-15240l173355,r42863,l216218,77152v,20003,-7621,37148,-21908,52388c180022,143827,162878,151448,141922,151448r-56197,l85725,144780v-8572,4762,-18097,6668,-30480,6668l,151448,,xe" fillcolor="black" stroked="f">
                  <v:stroke joinstyle="miter"/>
                  <v:path arrowok="t" o:connecttype="custom" o:connectlocs="0,0;42863,0;42863,129540;64770,129540;80010,122873;86678,107633;86678,0;129540,0;129540,129540;151447,129540;166688,122873;173355,107633;173355,0;216218,0;216218,77152;194310,129540;141922,151448;85725,151448;85725,144780;55245,151448;0,151448;0,0" o:connectangles="0,0,0,0,0,0,0,0,0,0,0,0,0,0,0,0,0,0,0,0,0,0"/>
                </v:shape>
                <v:shape id="Freeform 314255240" o:spid="_x0000_s1028" style="position:absolute;left:2609;top:438;width:1286;height:150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" path="m126683,85725r-85725,l40958,107633v,5714,1905,10477,6667,15239c51435,127635,57150,129540,62865,129540r21907,c99060,129540,106680,121920,106680,107633r21908,c125730,136208,111443,150495,85725,150495r-42862,c31433,150495,20955,146685,12383,138113,3810,129540,,119063,,107633l,42863c,31433,3810,20955,12383,12383,20955,3810,31433,,42863,l85725,v11430,,21908,3810,30480,12383c124778,20955,128588,30480,128588,42863r,42862l126683,85725xm40005,63818r42863,l82868,41910v,-5715,-1905,-10477,-6668,-15240c72390,22860,66675,20003,60960,20003v-5715,,-10477,1905,-15240,6667c41910,30480,39053,36195,39053,41910r,21908l40005,63818xe" fillcolor="black" stroked="f">
                  <v:stroke joinstyle="miter"/>
                  <v:path arrowok="t" o:connecttype="custom" o:connectlocs="126683,85725;40958,85725;40958,107633;47625,122872;62865,129540;84772,129540;106680,107633;128588,107633;85725,150495;42863,150495;12383,138113;0,107633;0,42863;12383,12383;42863,0;85725,0;116205,12383;128588,42863;128588,85725;126683,85725;40005,63818;82868,63818;82868,41910;76200,26670;60960,20003;45720,26670;39053,41910;39053,63818;40005,63818" o:connectangles="0,0,0,0,0,0,0,0,0,0,0,0,0,0,0,0,0,0,0,0,0,0,0,0,0,0,0,0,0"/>
                </v:shape>
                <v:shape id="Freeform 41765544" o:spid="_x0000_s1029" style="position:absolute;left:4286;top:428;width:1295;height:1505;visibility:visible;mso-wrap-style:square;v-text-anchor:middle" coordsize="129540,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" path="m88582,64770r,-21907c88582,37147,86678,32385,81915,27622,78105,23813,72390,20955,66675,20955r-21907,c32385,20955,24765,28575,22860,42863r-21907,c4763,14288,19050,,43815,l86678,v11429,,21907,3810,30479,12383c125730,20955,129540,30480,129540,42863r,107632l86678,150495r,-21908c84772,142875,78105,150495,64770,150495r-21907,c31432,150495,20955,146685,12382,138112,3810,129540,,119062,,107633,,96202,3810,85725,12382,77152,20955,68580,31432,64770,42863,64770r45719,l88582,64770xm88582,86677r-21907,c60960,86677,56197,88583,51435,93345v-3810,3810,-6667,9525,-6667,15240c44768,114300,46672,119062,51435,123825v3810,4762,9525,6667,15240,6667c72390,130492,78105,128587,81915,123825v3810,-4763,6667,-9525,6667,-15240l88582,86677r,xe" fillcolor="black" stroked="f">
                  <v:stroke joinstyle="miter"/>
                  <v:path arrowok="t" o:connecttype="custom" o:connectlocs="88582,64770;88582,42863;81915,27622;66675,20955;44768,20955;22860,42863;953,42863;43815,0;86678,0;117157,12383;129540,42863;129540,150495;86678,150495;86678,128587;64770,150495;42863,150495;12382,138112;0,107633;12382,77152;42863,64770;88582,64770;88582,64770;88582,86677;66675,86677;51435,93345;44768,108585;51435,123825;66675,130492;81915,123825;88582,108585;88582,86677;88582,86677" o:connectangles="0,0,0,0,0,0,0,0,0,0,0,0,0,0,0,0,0,0,0,0,0,0,0,0,0,0,0,0,0,0,0,0"/>
                </v:shape>
                <v:shape id="Freeform 2111933077" o:spid="_x0000_s1030" style="position:absolute;left:6029;width:1505;height:1943;visibility:visible;mso-wrap-style:square;v-text-anchor:middle" coordsize="150495,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" path="m,194310l,,42863,r,97155l107633,43815r42862,l60008,119063r90487,75247l107633,194310,42863,140970r,53340l,194310r,xe" fillcolor="black" stroked="f">
                  <v:stroke joinstyle="miter"/>
                  <v:path arrowok="t" o:connecttype="custom" o:connectlocs="0,194310;0,0;42863,0;42863,97155;107633,43815;150495,43815;60008,119063;150495,194310;107633,194310;42863,140970;42863,194310;0,194310;0,194310" o:connectangles="0,0,0,0,0,0,0,0,0,0,0,0,0"/>
                </v:shape>
                <v:shape id="Freeform 855468719" o:spid="_x0000_s1031" style="position:absolute;left:7753;top:438;width:1286;height:150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" path="m,150495l,,42863,r,21908c43815,14288,45720,9525,49530,5715,53340,1905,58103,,63818,l85725,v11430,,21908,3810,30480,12383c124778,20955,128588,30480,128588,42863r,107632l85725,150495r,-107632c85725,37148,83820,32385,79058,27623,75247,23813,69533,20955,63818,20955v-5715,,-10478,1905,-15240,6668c44768,31433,41910,37148,41910,42863r,107632l,150495xe" fillcolor="black" stroked="f">
                  <v:stroke joinstyle="miter"/>
                  <v:path arrowok="t" o:connecttype="custom" o:connectlocs="0,150495;0,0;42863,0;42863,21908;49530,5715;63818,0;85725,0;116205,12383;128588,42863;128588,150495;85725,150495;85725,42863;79058,27623;63818,20955;48578,27623;41910,42863;41910,150495;0,150495" o:connectangles="0,0,0,0,0,0,0,0,0,0,0,0,0,0,0,0,0,0"/>
                </v:shape>
                <v:shape id="Freeform 849374693" o:spid="_x0000_s1032" style="position:absolute;left:9477;top:438;width:1314;height:1505;visibility:visible;mso-wrap-style:square;v-text-anchor:middle" coordsize="131444,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" path="m129540,85725r-85725,l43815,107633v,5714,1905,10477,6667,15239c54293,127635,60007,129540,65722,129540r21908,c101918,129540,109538,121920,109538,107633r21907,c128588,136208,114300,150495,88582,150495r-45719,c31432,150495,20955,146685,12382,138113,3810,129540,,119063,,107633l,42863c,31433,3810,20955,12382,12383,20955,3810,31432,,42863,l85725,v11430,,21907,3810,30480,12383c124778,20955,128588,30480,128588,42863r,42862l129540,85725xm42863,63818r42862,l85725,41910v,-5715,-1905,-10477,-6668,-15240c75247,22860,69532,20003,63818,20003v-5715,,-10478,1905,-15240,6667c44768,30480,41910,36195,41910,41910r,21908l42863,63818xe" fillcolor="black" stroked="f">
                  <v:stroke joinstyle="miter"/>
                  <v:path arrowok="t" o:connecttype="custom" o:connectlocs="129540,85725;43815,85725;43815,107633;50482,122872;65722,129540;87630,129540;109538,107633;131445,107633;88582,150495;42863,150495;12382,138113;0,107633;0,42863;12382,12383;42863,0;85725,0;116205,12383;128588,42863;128588,85725;129540,85725;42863,63818;85725,63818;85725,41910;79057,26670;63818,20003;48578,26670;41910,41910;41910,63818;42863,63818" o:connectangles="0,0,0,0,0,0,0,0,0,0,0,0,0,0,0,0,0,0,0,0,0,0,0,0,0,0,0,0,0"/>
                </v:shape>
                <v:shape id="Freeform 1892499195" o:spid="_x0000_s1033" style="position:absolute;left:11201;top:428;width:1076;height:1496;visibility:visible;mso-wrap-style:square;v-text-anchor:middle" coordsize="107632,14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" path="m107633,42863r-21908,c83820,28575,77153,20955,65722,20955v-7619,,-13334,1905,-17144,4762c44767,28575,42863,33338,42863,39052v,6668,10477,15240,31432,25718c91440,74295,100965,81915,103822,87630v2858,5715,3811,12383,3811,19050c107633,118110,103822,128587,95250,137160v-8572,8573,-19050,12382,-30480,12382l42863,149542c14288,149542,,135255,,106680r21907,c23813,120967,30480,128587,41910,128587v7620,,13335,-1904,17145,-4762c62865,120967,64770,116205,64770,110490v,-5715,-10478,-14288,-31432,-25718c16192,75247,6667,67627,3810,61913,953,56197,,49530,,42863,,31433,3810,20955,12382,12383,20955,3810,31432,,42863,l64770,v26670,,40958,14288,42863,42863xe" fillcolor="black" stroked="f">
                  <v:stroke joinstyle="miter"/>
                  <v:path arrowok="t" o:connecttype="custom" o:connectlocs="107633,42863;85725,42863;65722,20955;48578,25717;42863,39052;74295,64770;103822,87630;107633,106680;95250,137160;64770,149542;42863,149542;0,106680;21907,106680;41910,128587;59055,123825;64770,110490;33338,84772;3810,61913;0,42863;12382,12383;42863,0;64770,0;107633,42863" o:connectangles="0,0,0,0,0,0,0,0,0,0,0,0,0,0,0,0,0,0,0,0,0,0,0"/>
                </v:shape>
                <v:shape id="Freeform 464708890" o:spid="_x0000_s1034" style="position:absolute;left:12715;top:428;width:1067;height:1496;visibility:visible;mso-wrap-style:square;v-text-anchor:middle" coordsize="106680,14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" path="m106680,42863r-21907,c82868,28575,76200,20955,64770,20955v-7620,,-13335,1905,-17145,4762c43815,28575,41910,33338,41910,39052v,6668,10478,15240,31433,25718c90488,74295,100013,81915,102870,87630v2857,5715,3810,12383,3810,19050c106680,118110,102870,128587,94298,137160v-8573,8573,-19050,12382,-30480,12382l42863,149542c14288,149542,,135255,,106680r21907,c23813,120967,30480,128587,41910,128587v7620,,13335,-1904,17145,-4762c62865,120967,64770,116205,64770,110490v,-5715,-10477,-14288,-31432,-25718c16193,75247,6668,67627,3810,61913,952,56197,,49530,,42863,,31433,3810,20955,12382,12383,20955,3810,31432,,42863,l64770,v25718,,40957,14288,41910,42863xe" fillcolor="black" stroked="f">
                  <v:stroke joinstyle="miter"/>
                  <v:path arrowok="t" o:connecttype="custom" o:connectlocs="106680,42863;84773,42863;64770,20955;47625,25717;41910,39052;73343,64770;102870,87630;106680,106680;94298,137160;63818,149542;42863,149542;0,106680;21907,106680;41910,128587;59055,123825;64770,110490;33338,84772;3810,61913;0,42863;12382,12383;42863,0;64770,0;106680,42863" o:connectangles="0,0,0,0,0,0,0,0,0,0,0,0,0,0,0,0,0,0,0,0,0,0,0"/>
                </v:shape>
                <v:shape id="Freeform 1527862946" o:spid="_x0000_s1035" style="position:absolute;left:14239;top:438;width:1286;height:150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" path="m126682,85725r-85725,l40957,107633v,5714,1906,10477,6668,15239c51435,127635,57150,129540,62865,129540r21908,c99060,129540,106680,121920,106680,107633r21908,c125730,136208,111443,150495,85725,150495r-42862,c31432,150495,20955,146685,12382,138113,3810,129540,,119063,,107633l,42863c,31433,3810,20955,12382,12383,20955,3810,31432,,42863,l85725,v11430,,21907,3810,30480,12383c124777,20955,128588,30480,128588,42863r,42862l126682,85725xm40957,63818r42863,l83820,41910v,-5715,-1905,-10477,-6668,-15240c73343,22860,67627,20003,61913,20003v-5715,,-10478,1905,-15240,6667c42863,30480,40005,36195,40005,41910r952,21908l40957,63818xe" fillcolor="black" stroked="f">
                  <v:stroke joinstyle="miter"/>
                  <v:path arrowok="t" o:connecttype="custom" o:connectlocs="126682,85725;40957,85725;40957,107633;47625,122872;62865,129540;84773,129540;106680,107633;128588,107633;85725,150495;42863,150495;12382,138113;0,107633;0,42863;12382,12383;42863,0;85725,0;116205,12383;128588,42863;128588,85725;126682,85725;40957,63818;83820,63818;83820,41910;77152,26670;61913,20003;46673,26670;40005,41910;40957,63818;40957,63818" o:connectangles="0,0,0,0,0,0,0,0,0,0,0,0,0,0,0,0,0,0,0,0,0,0,0,0,0,0,0,0,0"/>
                </v:shape>
                <v:shape id="Freeform 1355669427" o:spid="_x0000_s1036" style="position:absolute;left:15944;top:428;width:1077;height:1496;visibility:visible;mso-wrap-style:square;v-text-anchor:middle" coordsize="107632,14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" path="m107632,42863r-21907,c83820,28575,77152,20955,65722,20955v-7620,,-13334,1905,-17145,4762c44767,28575,42863,33338,42863,39052v,6668,10477,15240,31432,25718c91440,74295,100965,81915,103822,87630v2858,5715,3810,12383,3810,19050c107632,118110,103822,128587,95250,137160v-8573,8573,-19050,12382,-30480,12382l42863,149542c14288,149542,,135255,,106680r21907,c23813,120967,30480,128587,41910,128587v7620,,13335,-1904,17145,-4762c62865,120967,64770,116205,64770,110490v,-5715,-10478,-14288,-31432,-25718c16192,75247,6667,67627,3810,61913,952,56197,,49530,,42863,,31433,3810,20955,12382,12383,20955,3810,31432,,42863,l64770,v26670,,40957,14288,42862,42863xe" fillcolor="black" stroked="f">
                  <v:stroke joinstyle="miter"/>
                  <v:path arrowok="t" o:connecttype="custom" o:connectlocs="107632,42863;85725,42863;65722,20955;48577,25717;42863,39052;74295,64770;103822,87630;107632,106680;95250,137160;64770,149542;42863,149542;0,106680;21907,106680;41910,128587;59055,123825;64770,110490;33338,84772;3810,61913;0,42863;12382,12383;42863,0;64770,0;107632,42863" o:connectangles="0,0,0,0,0,0,0,0,0,0,0,0,0,0,0,0,0,0,0,0,0,0,0"/>
                  <o:lock v:ext="edit" aspectratio="t"/>
                </v:shape>
              </v:group>
            </w:pict>
          </mc:Fallback>
        </mc:AlternateContent>
      </w:r>
      <w:r w:rsidR="00E42708">
        <w:rPr>
          <w:noProof/>
        </w:rPr>
        <mc:AlternateContent>
          <mc:Choice Requires="wpg">
            <w:drawing>
              <wp:anchor distT="0" distB="0" distL="114300" distR="114300" simplePos="0" relativeHeight="251682816" behindDoc="0" locked="0" layoutInCell="1" allowOverlap="1" wp14:anchorId="418489A4" wp14:editId="3DF6A220">
                <wp:simplePos x="0" y="0"/>
                <wp:positionH relativeFrom="column">
                  <wp:posOffset>144780</wp:posOffset>
                </wp:positionH>
                <wp:positionV relativeFrom="paragraph">
                  <wp:posOffset>2567305</wp:posOffset>
                </wp:positionV>
                <wp:extent cx="1417320" cy="274320"/>
                <wp:effectExtent l="0" t="0" r="5080" b="5080"/>
                <wp:wrapNone/>
                <wp:docPr id="28980967" name="Graphic 12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417320" cy="274320"/>
                          <a:chOff x="0" y="0"/>
                          <a:chExt cx="1335405" cy="259079"/>
                        </a:xfrm>
                        <a:solidFill>
                          <a:srgbClr val="000000"/>
                        </a:solidFill>
                      </wpg:grpSpPr>
                      <wps:wsp>
                        <wps:cNvPr id="1536072819" name="Freeform 1536072819"/>
                        <wps:cNvSpPr/>
                        <wps:spPr>
                          <a:xfrm>
                            <a:off x="0" y="43816"/>
                            <a:ext cx="107632" cy="149542"/>
                          </a:xfrm>
                          <a:custGeom>
                            <a:avLst/>
                            <a:gdLst>
                              <a:gd name="connsiteX0" fmla="*/ 107632 w 107632"/>
                              <a:gd name="connsiteY0" fmla="*/ 42863 h 149542"/>
                              <a:gd name="connsiteX1" fmla="*/ 85725 w 107632"/>
                              <a:gd name="connsiteY1" fmla="*/ 42863 h 149542"/>
                              <a:gd name="connsiteX2" fmla="*/ 65722 w 107632"/>
                              <a:gd name="connsiteY2" fmla="*/ 20955 h 149542"/>
                              <a:gd name="connsiteX3" fmla="*/ 48577 w 107632"/>
                              <a:gd name="connsiteY3" fmla="*/ 25717 h 149542"/>
                              <a:gd name="connsiteX4" fmla="*/ 42863 w 107632"/>
                              <a:gd name="connsiteY4" fmla="*/ 39052 h 149542"/>
                              <a:gd name="connsiteX5" fmla="*/ 74295 w 107632"/>
                              <a:gd name="connsiteY5" fmla="*/ 64770 h 149542"/>
                              <a:gd name="connsiteX6" fmla="*/ 103822 w 107632"/>
                              <a:gd name="connsiteY6" fmla="*/ 87630 h 149542"/>
                              <a:gd name="connsiteX7" fmla="*/ 107632 w 107632"/>
                              <a:gd name="connsiteY7" fmla="*/ 106680 h 149542"/>
                              <a:gd name="connsiteX8" fmla="*/ 95250 w 107632"/>
                              <a:gd name="connsiteY8" fmla="*/ 137160 h 149542"/>
                              <a:gd name="connsiteX9" fmla="*/ 64770 w 107632"/>
                              <a:gd name="connsiteY9" fmla="*/ 149542 h 149542"/>
                              <a:gd name="connsiteX10" fmla="*/ 42863 w 107632"/>
                              <a:gd name="connsiteY10" fmla="*/ 149542 h 149542"/>
                              <a:gd name="connsiteX11" fmla="*/ 0 w 107632"/>
                              <a:gd name="connsiteY11" fmla="*/ 106680 h 149542"/>
                              <a:gd name="connsiteX12" fmla="*/ 21907 w 107632"/>
                              <a:gd name="connsiteY12" fmla="*/ 106680 h 149542"/>
                              <a:gd name="connsiteX13" fmla="*/ 41910 w 107632"/>
                              <a:gd name="connsiteY13" fmla="*/ 128588 h 149542"/>
                              <a:gd name="connsiteX14" fmla="*/ 59055 w 107632"/>
                              <a:gd name="connsiteY14" fmla="*/ 123825 h 149542"/>
                              <a:gd name="connsiteX15" fmla="*/ 64770 w 107632"/>
                              <a:gd name="connsiteY15" fmla="*/ 110490 h 149542"/>
                              <a:gd name="connsiteX16" fmla="*/ 33338 w 107632"/>
                              <a:gd name="connsiteY16" fmla="*/ 84772 h 149542"/>
                              <a:gd name="connsiteX17" fmla="*/ 3810 w 107632"/>
                              <a:gd name="connsiteY17" fmla="*/ 61913 h 149542"/>
                              <a:gd name="connsiteX18" fmla="*/ 0 w 107632"/>
                              <a:gd name="connsiteY18" fmla="*/ 42863 h 149542"/>
                              <a:gd name="connsiteX19" fmla="*/ 12382 w 107632"/>
                              <a:gd name="connsiteY19" fmla="*/ 12383 h 149542"/>
                              <a:gd name="connsiteX20" fmla="*/ 42863 w 107632"/>
                              <a:gd name="connsiteY20" fmla="*/ 0 h 149542"/>
                              <a:gd name="connsiteX21" fmla="*/ 64770 w 107632"/>
                              <a:gd name="connsiteY21" fmla="*/ 0 h 149542"/>
                              <a:gd name="connsiteX22" fmla="*/ 107632 w 107632"/>
                              <a:gd name="connsiteY22" fmla="*/ 42863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632" h="149542">
                                <a:moveTo>
                                  <a:pt x="107632" y="42863"/>
                                </a:moveTo>
                                <a:lnTo>
                                  <a:pt x="85725" y="42863"/>
                                </a:lnTo>
                                <a:cubicBezTo>
                                  <a:pt x="83820" y="28575"/>
                                  <a:pt x="77152" y="20955"/>
                                  <a:pt x="65722" y="20955"/>
                                </a:cubicBezTo>
                                <a:cubicBezTo>
                                  <a:pt x="58102" y="20955"/>
                                  <a:pt x="52388" y="22860"/>
                                  <a:pt x="48577" y="25717"/>
                                </a:cubicBezTo>
                                <a:cubicBezTo>
                                  <a:pt x="44767" y="28575"/>
                                  <a:pt x="42863" y="33338"/>
                                  <a:pt x="42863" y="39052"/>
                                </a:cubicBezTo>
                                <a:cubicBezTo>
                                  <a:pt x="42863" y="45720"/>
                                  <a:pt x="53340" y="54292"/>
                                  <a:pt x="74295" y="64770"/>
                                </a:cubicBezTo>
                                <a:cubicBezTo>
                                  <a:pt x="91440" y="74295"/>
                                  <a:pt x="100965" y="81915"/>
                                  <a:pt x="103822" y="87630"/>
                                </a:cubicBezTo>
                                <a:cubicBezTo>
                                  <a:pt x="106680" y="93345"/>
                                  <a:pt x="107632" y="100013"/>
                                  <a:pt x="107632" y="106680"/>
                                </a:cubicBezTo>
                                <a:cubicBezTo>
                                  <a:pt x="107632" y="118110"/>
                                  <a:pt x="103822" y="128588"/>
                                  <a:pt x="95250" y="137160"/>
                                </a:cubicBezTo>
                                <a:cubicBezTo>
                                  <a:pt x="86677" y="145733"/>
                                  <a:pt x="76200" y="149542"/>
                                  <a:pt x="64770" y="149542"/>
                                </a:cubicBezTo>
                                <a:lnTo>
                                  <a:pt x="42863" y="149542"/>
                                </a:lnTo>
                                <a:cubicBezTo>
                                  <a:pt x="14288" y="149542"/>
                                  <a:pt x="0" y="135255"/>
                                  <a:pt x="0" y="106680"/>
                                </a:cubicBezTo>
                                <a:lnTo>
                                  <a:pt x="21907" y="106680"/>
                                </a:lnTo>
                                <a:cubicBezTo>
                                  <a:pt x="23813" y="120967"/>
                                  <a:pt x="30480" y="128588"/>
                                  <a:pt x="41910" y="128588"/>
                                </a:cubicBezTo>
                                <a:cubicBezTo>
                                  <a:pt x="49530" y="128588"/>
                                  <a:pt x="55245" y="126683"/>
                                  <a:pt x="59055" y="123825"/>
                                </a:cubicBezTo>
                                <a:cubicBezTo>
                                  <a:pt x="62865" y="120967"/>
                                  <a:pt x="64770" y="116205"/>
                                  <a:pt x="64770" y="110490"/>
                                </a:cubicBezTo>
                                <a:cubicBezTo>
                                  <a:pt x="64770" y="104775"/>
                                  <a:pt x="54292" y="96202"/>
                                  <a:pt x="33338" y="84772"/>
                                </a:cubicBezTo>
                                <a:cubicBezTo>
                                  <a:pt x="16192" y="75247"/>
                                  <a:pt x="6667" y="67627"/>
                                  <a:pt x="3810" y="61913"/>
                                </a:cubicBezTo>
                                <a:cubicBezTo>
                                  <a:pt x="952" y="56197"/>
                                  <a:pt x="0" y="49530"/>
                                  <a:pt x="0" y="42863"/>
                                </a:cubicBezTo>
                                <a:cubicBezTo>
                                  <a:pt x="0" y="31433"/>
                                  <a:pt x="3810" y="20955"/>
                                  <a:pt x="12382" y="12383"/>
                                </a:cubicBezTo>
                                <a:cubicBezTo>
                                  <a:pt x="20955" y="3810"/>
                                  <a:pt x="31432" y="0"/>
                                  <a:pt x="42863" y="0"/>
                                </a:cubicBezTo>
                                <a:lnTo>
                                  <a:pt x="64770" y="0"/>
                                </a:lnTo>
                                <a:cubicBezTo>
                                  <a:pt x="91440" y="0"/>
                                  <a:pt x="105727" y="14288"/>
                                  <a:pt x="107632" y="42863"/>
                                </a:cubicBez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7856544" name="Freeform 1847856544"/>
                        <wps:cNvSpPr/>
                        <wps:spPr>
                          <a:xfrm>
                            <a:off x="150495" y="0"/>
                            <a:ext cx="86677" cy="194310"/>
                          </a:xfrm>
                          <a:custGeom>
                            <a:avLst/>
                            <a:gdLst>
                              <a:gd name="connsiteX0" fmla="*/ 21907 w 86677"/>
                              <a:gd name="connsiteY0" fmla="*/ 0 h 194310"/>
                              <a:gd name="connsiteX1" fmla="*/ 64770 w 86677"/>
                              <a:gd name="connsiteY1" fmla="*/ 0 h 194310"/>
                              <a:gd name="connsiteX2" fmla="*/ 64770 w 86677"/>
                              <a:gd name="connsiteY2" fmla="*/ 42863 h 194310"/>
                              <a:gd name="connsiteX3" fmla="*/ 86678 w 86677"/>
                              <a:gd name="connsiteY3" fmla="*/ 42863 h 194310"/>
                              <a:gd name="connsiteX4" fmla="*/ 86678 w 86677"/>
                              <a:gd name="connsiteY4" fmla="*/ 64770 h 194310"/>
                              <a:gd name="connsiteX5" fmla="*/ 64770 w 86677"/>
                              <a:gd name="connsiteY5" fmla="*/ 64770 h 194310"/>
                              <a:gd name="connsiteX6" fmla="*/ 64770 w 86677"/>
                              <a:gd name="connsiteY6" fmla="*/ 150495 h 194310"/>
                              <a:gd name="connsiteX7" fmla="*/ 71438 w 86677"/>
                              <a:gd name="connsiteY7" fmla="*/ 166688 h 194310"/>
                              <a:gd name="connsiteX8" fmla="*/ 83820 w 86677"/>
                              <a:gd name="connsiteY8" fmla="*/ 172403 h 194310"/>
                              <a:gd name="connsiteX9" fmla="*/ 85725 w 86677"/>
                              <a:gd name="connsiteY9" fmla="*/ 172403 h 194310"/>
                              <a:gd name="connsiteX10" fmla="*/ 85725 w 86677"/>
                              <a:gd name="connsiteY10" fmla="*/ 194310 h 194310"/>
                              <a:gd name="connsiteX11" fmla="*/ 63818 w 86677"/>
                              <a:gd name="connsiteY11" fmla="*/ 194310 h 194310"/>
                              <a:gd name="connsiteX12" fmla="*/ 33338 w 86677"/>
                              <a:gd name="connsiteY12" fmla="*/ 181928 h 194310"/>
                              <a:gd name="connsiteX13" fmla="*/ 20955 w 86677"/>
                              <a:gd name="connsiteY13" fmla="*/ 151448 h 194310"/>
                              <a:gd name="connsiteX14" fmla="*/ 20955 w 86677"/>
                              <a:gd name="connsiteY14" fmla="*/ 65723 h 194310"/>
                              <a:gd name="connsiteX15" fmla="*/ 0 w 86677"/>
                              <a:gd name="connsiteY15" fmla="*/ 65723 h 194310"/>
                              <a:gd name="connsiteX16" fmla="*/ 0 w 86677"/>
                              <a:gd name="connsiteY16" fmla="*/ 43815 h 194310"/>
                              <a:gd name="connsiteX17" fmla="*/ 21907 w 86677"/>
                              <a:gd name="connsiteY17" fmla="*/ 43815 h 194310"/>
                              <a:gd name="connsiteX18" fmla="*/ 21907 w 86677"/>
                              <a:gd name="connsiteY18" fmla="*/ 0 h 194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86677" h="194310">
                                <a:moveTo>
                                  <a:pt x="21907" y="0"/>
                                </a:moveTo>
                                <a:lnTo>
                                  <a:pt x="64770" y="0"/>
                                </a:lnTo>
                                <a:lnTo>
                                  <a:pt x="64770" y="42863"/>
                                </a:lnTo>
                                <a:lnTo>
                                  <a:pt x="86678" y="42863"/>
                                </a:lnTo>
                                <a:lnTo>
                                  <a:pt x="86678" y="64770"/>
                                </a:lnTo>
                                <a:lnTo>
                                  <a:pt x="64770" y="64770"/>
                                </a:lnTo>
                                <a:lnTo>
                                  <a:pt x="64770" y="150495"/>
                                </a:lnTo>
                                <a:cubicBezTo>
                                  <a:pt x="64770" y="157163"/>
                                  <a:pt x="66675" y="162878"/>
                                  <a:pt x="71438" y="166688"/>
                                </a:cubicBezTo>
                                <a:cubicBezTo>
                                  <a:pt x="76200" y="170498"/>
                                  <a:pt x="80010" y="172403"/>
                                  <a:pt x="83820" y="172403"/>
                                </a:cubicBezTo>
                                <a:lnTo>
                                  <a:pt x="85725" y="172403"/>
                                </a:lnTo>
                                <a:lnTo>
                                  <a:pt x="85725" y="194310"/>
                                </a:lnTo>
                                <a:lnTo>
                                  <a:pt x="63818" y="194310"/>
                                </a:lnTo>
                                <a:cubicBezTo>
                                  <a:pt x="52388" y="194310"/>
                                  <a:pt x="41910" y="190500"/>
                                  <a:pt x="33338" y="181928"/>
                                </a:cubicBezTo>
                                <a:cubicBezTo>
                                  <a:pt x="24765" y="173355"/>
                                  <a:pt x="20955" y="162878"/>
                                  <a:pt x="20955" y="151448"/>
                                </a:cubicBezTo>
                                <a:lnTo>
                                  <a:pt x="20955" y="65723"/>
                                </a:lnTo>
                                <a:lnTo>
                                  <a:pt x="0" y="65723"/>
                                </a:lnTo>
                                <a:lnTo>
                                  <a:pt x="0" y="43815"/>
                                </a:lnTo>
                                <a:lnTo>
                                  <a:pt x="21907" y="43815"/>
                                </a:lnTo>
                                <a:lnTo>
                                  <a:pt x="21907" y="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09236303" name="Freeform 2009236303"/>
                        <wps:cNvSpPr/>
                        <wps:spPr>
                          <a:xfrm>
                            <a:off x="280035" y="43816"/>
                            <a:ext cx="107632" cy="150495"/>
                          </a:xfrm>
                          <a:custGeom>
                            <a:avLst/>
                            <a:gdLst>
                              <a:gd name="connsiteX0" fmla="*/ 42863 w 107632"/>
                              <a:gd name="connsiteY0" fmla="*/ 150495 h 150495"/>
                              <a:gd name="connsiteX1" fmla="*/ 0 w 107632"/>
                              <a:gd name="connsiteY1" fmla="*/ 150495 h 150495"/>
                              <a:gd name="connsiteX2" fmla="*/ 0 w 107632"/>
                              <a:gd name="connsiteY2" fmla="*/ 0 h 150495"/>
                              <a:gd name="connsiteX3" fmla="*/ 42863 w 107632"/>
                              <a:gd name="connsiteY3" fmla="*/ 0 h 150495"/>
                              <a:gd name="connsiteX4" fmla="*/ 42863 w 107632"/>
                              <a:gd name="connsiteY4" fmla="*/ 42863 h 150495"/>
                              <a:gd name="connsiteX5" fmla="*/ 56197 w 107632"/>
                              <a:gd name="connsiteY5" fmla="*/ 10477 h 150495"/>
                              <a:gd name="connsiteX6" fmla="*/ 85725 w 107632"/>
                              <a:gd name="connsiteY6" fmla="*/ 0 h 150495"/>
                              <a:gd name="connsiteX7" fmla="*/ 107632 w 107632"/>
                              <a:gd name="connsiteY7" fmla="*/ 0 h 150495"/>
                              <a:gd name="connsiteX8" fmla="*/ 107632 w 107632"/>
                              <a:gd name="connsiteY8" fmla="*/ 42863 h 150495"/>
                              <a:gd name="connsiteX9" fmla="*/ 64770 w 107632"/>
                              <a:gd name="connsiteY9" fmla="*/ 42863 h 150495"/>
                              <a:gd name="connsiteX10" fmla="*/ 49530 w 107632"/>
                              <a:gd name="connsiteY10" fmla="*/ 49530 h 150495"/>
                              <a:gd name="connsiteX11" fmla="*/ 42863 w 107632"/>
                              <a:gd name="connsiteY11" fmla="*/ 64770 h 150495"/>
                              <a:gd name="connsiteX12" fmla="*/ 42863 w 107632"/>
                              <a:gd name="connsiteY12" fmla="*/ 150495 h 150495"/>
                              <a:gd name="connsiteX13" fmla="*/ 42863 w 107632"/>
                              <a:gd name="connsiteY13" fmla="*/ 150495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07632" h="150495">
                                <a:moveTo>
                                  <a:pt x="42863" y="150495"/>
                                </a:moveTo>
                                <a:lnTo>
                                  <a:pt x="0" y="150495"/>
                                </a:lnTo>
                                <a:lnTo>
                                  <a:pt x="0" y="0"/>
                                </a:lnTo>
                                <a:lnTo>
                                  <a:pt x="42863" y="0"/>
                                </a:lnTo>
                                <a:lnTo>
                                  <a:pt x="42863" y="42863"/>
                                </a:lnTo>
                                <a:cubicBezTo>
                                  <a:pt x="44767" y="28575"/>
                                  <a:pt x="48578" y="18097"/>
                                  <a:pt x="56197" y="10477"/>
                                </a:cubicBezTo>
                                <a:cubicBezTo>
                                  <a:pt x="63817" y="2858"/>
                                  <a:pt x="73342" y="0"/>
                                  <a:pt x="85725" y="0"/>
                                </a:cubicBezTo>
                                <a:lnTo>
                                  <a:pt x="107632" y="0"/>
                                </a:lnTo>
                                <a:lnTo>
                                  <a:pt x="107632" y="42863"/>
                                </a:lnTo>
                                <a:lnTo>
                                  <a:pt x="64770" y="42863"/>
                                </a:lnTo>
                                <a:cubicBezTo>
                                  <a:pt x="59055" y="42863"/>
                                  <a:pt x="54292" y="44767"/>
                                  <a:pt x="49530" y="49530"/>
                                </a:cubicBezTo>
                                <a:cubicBezTo>
                                  <a:pt x="45720" y="53340"/>
                                  <a:pt x="42863" y="59055"/>
                                  <a:pt x="42863" y="64770"/>
                                </a:cubicBezTo>
                                <a:lnTo>
                                  <a:pt x="42863" y="150495"/>
                                </a:lnTo>
                                <a:lnTo>
                                  <a:pt x="42863" y="150495"/>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7384523" name="Freeform 247384523"/>
                        <wps:cNvSpPr/>
                        <wps:spPr>
                          <a:xfrm>
                            <a:off x="411479" y="43816"/>
                            <a:ext cx="128587" cy="150495"/>
                          </a:xfrm>
                          <a:custGeom>
                            <a:avLst/>
                            <a:gdLst>
                              <a:gd name="connsiteX0" fmla="*/ 126683 w 128587"/>
                              <a:gd name="connsiteY0" fmla="*/ 85725 h 150495"/>
                              <a:gd name="connsiteX1" fmla="*/ 40958 w 128587"/>
                              <a:gd name="connsiteY1" fmla="*/ 85725 h 150495"/>
                              <a:gd name="connsiteX2" fmla="*/ 40958 w 128587"/>
                              <a:gd name="connsiteY2" fmla="*/ 107633 h 150495"/>
                              <a:gd name="connsiteX3" fmla="*/ 47625 w 128587"/>
                              <a:gd name="connsiteY3" fmla="*/ 122872 h 150495"/>
                              <a:gd name="connsiteX4" fmla="*/ 62865 w 128587"/>
                              <a:gd name="connsiteY4" fmla="*/ 129540 h 150495"/>
                              <a:gd name="connsiteX5" fmla="*/ 84772 w 128587"/>
                              <a:gd name="connsiteY5" fmla="*/ 129540 h 150495"/>
                              <a:gd name="connsiteX6" fmla="*/ 106680 w 128587"/>
                              <a:gd name="connsiteY6" fmla="*/ 107633 h 150495"/>
                              <a:gd name="connsiteX7" fmla="*/ 128588 w 128587"/>
                              <a:gd name="connsiteY7" fmla="*/ 107633 h 150495"/>
                              <a:gd name="connsiteX8" fmla="*/ 85725 w 128587"/>
                              <a:gd name="connsiteY8" fmla="*/ 150495 h 150495"/>
                              <a:gd name="connsiteX9" fmla="*/ 42863 w 128587"/>
                              <a:gd name="connsiteY9" fmla="*/ 150495 h 150495"/>
                              <a:gd name="connsiteX10" fmla="*/ 12383 w 128587"/>
                              <a:gd name="connsiteY10" fmla="*/ 138113 h 150495"/>
                              <a:gd name="connsiteX11" fmla="*/ 0 w 128587"/>
                              <a:gd name="connsiteY11" fmla="*/ 107633 h 150495"/>
                              <a:gd name="connsiteX12" fmla="*/ 0 w 128587"/>
                              <a:gd name="connsiteY12" fmla="*/ 42863 h 150495"/>
                              <a:gd name="connsiteX13" fmla="*/ 12383 w 128587"/>
                              <a:gd name="connsiteY13" fmla="*/ 12383 h 150495"/>
                              <a:gd name="connsiteX14" fmla="*/ 42863 w 128587"/>
                              <a:gd name="connsiteY14" fmla="*/ 0 h 150495"/>
                              <a:gd name="connsiteX15" fmla="*/ 85725 w 128587"/>
                              <a:gd name="connsiteY15" fmla="*/ 0 h 150495"/>
                              <a:gd name="connsiteX16" fmla="*/ 116205 w 128587"/>
                              <a:gd name="connsiteY16" fmla="*/ 12383 h 150495"/>
                              <a:gd name="connsiteX17" fmla="*/ 128588 w 128587"/>
                              <a:gd name="connsiteY17" fmla="*/ 42863 h 150495"/>
                              <a:gd name="connsiteX18" fmla="*/ 128588 w 128587"/>
                              <a:gd name="connsiteY18" fmla="*/ 85725 h 150495"/>
                              <a:gd name="connsiteX19" fmla="*/ 126683 w 128587"/>
                              <a:gd name="connsiteY19" fmla="*/ 85725 h 150495"/>
                              <a:gd name="connsiteX20" fmla="*/ 40958 w 128587"/>
                              <a:gd name="connsiteY20" fmla="*/ 64770 h 150495"/>
                              <a:gd name="connsiteX21" fmla="*/ 83820 w 128587"/>
                              <a:gd name="connsiteY21" fmla="*/ 64770 h 150495"/>
                              <a:gd name="connsiteX22" fmla="*/ 83820 w 128587"/>
                              <a:gd name="connsiteY22" fmla="*/ 42863 h 150495"/>
                              <a:gd name="connsiteX23" fmla="*/ 77153 w 128587"/>
                              <a:gd name="connsiteY23" fmla="*/ 27622 h 150495"/>
                              <a:gd name="connsiteX24" fmla="*/ 61913 w 128587"/>
                              <a:gd name="connsiteY24" fmla="*/ 20955 h 150495"/>
                              <a:gd name="connsiteX25" fmla="*/ 46672 w 128587"/>
                              <a:gd name="connsiteY25" fmla="*/ 27622 h 150495"/>
                              <a:gd name="connsiteX26" fmla="*/ 40005 w 128587"/>
                              <a:gd name="connsiteY26" fmla="*/ 42863 h 150495"/>
                              <a:gd name="connsiteX27" fmla="*/ 40005 w 128587"/>
                              <a:gd name="connsiteY27" fmla="*/ 64770 h 150495"/>
                              <a:gd name="connsiteX28" fmla="*/ 40958 w 128587"/>
                              <a:gd name="connsiteY28" fmla="*/ 64770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28587" h="150495">
                                <a:moveTo>
                                  <a:pt x="126683" y="85725"/>
                                </a:moveTo>
                                <a:lnTo>
                                  <a:pt x="40958" y="85725"/>
                                </a:lnTo>
                                <a:lnTo>
                                  <a:pt x="40958" y="107633"/>
                                </a:lnTo>
                                <a:cubicBezTo>
                                  <a:pt x="40958" y="113347"/>
                                  <a:pt x="42863" y="118110"/>
                                  <a:pt x="47625" y="122872"/>
                                </a:cubicBezTo>
                                <a:cubicBezTo>
                                  <a:pt x="51435" y="127635"/>
                                  <a:pt x="57150" y="129540"/>
                                  <a:pt x="62865" y="129540"/>
                                </a:cubicBezTo>
                                <a:lnTo>
                                  <a:pt x="84772" y="129540"/>
                                </a:lnTo>
                                <a:cubicBezTo>
                                  <a:pt x="99060" y="129540"/>
                                  <a:pt x="106680" y="121920"/>
                                  <a:pt x="106680" y="107633"/>
                                </a:cubicBezTo>
                                <a:lnTo>
                                  <a:pt x="128588" y="107633"/>
                                </a:lnTo>
                                <a:cubicBezTo>
                                  <a:pt x="125730" y="136208"/>
                                  <a:pt x="111443" y="150495"/>
                                  <a:pt x="85725" y="150495"/>
                                </a:cubicBezTo>
                                <a:lnTo>
                                  <a:pt x="42863" y="150495"/>
                                </a:lnTo>
                                <a:cubicBezTo>
                                  <a:pt x="31433" y="150495"/>
                                  <a:pt x="20955" y="146685"/>
                                  <a:pt x="12383" y="138113"/>
                                </a:cubicBezTo>
                                <a:cubicBezTo>
                                  <a:pt x="3810" y="129540"/>
                                  <a:pt x="0" y="119063"/>
                                  <a:pt x="0" y="107633"/>
                                </a:cubicBezTo>
                                <a:lnTo>
                                  <a:pt x="0" y="42863"/>
                                </a:lnTo>
                                <a:cubicBezTo>
                                  <a:pt x="0" y="31433"/>
                                  <a:pt x="3810" y="20955"/>
                                  <a:pt x="12383" y="12383"/>
                                </a:cubicBezTo>
                                <a:cubicBezTo>
                                  <a:pt x="20955" y="3810"/>
                                  <a:pt x="31433" y="0"/>
                                  <a:pt x="42863" y="0"/>
                                </a:cubicBezTo>
                                <a:lnTo>
                                  <a:pt x="85725" y="0"/>
                                </a:lnTo>
                                <a:cubicBezTo>
                                  <a:pt x="97155" y="0"/>
                                  <a:pt x="107633" y="3810"/>
                                  <a:pt x="116205" y="12383"/>
                                </a:cubicBezTo>
                                <a:cubicBezTo>
                                  <a:pt x="124778" y="20955"/>
                                  <a:pt x="128588" y="30480"/>
                                  <a:pt x="128588" y="42863"/>
                                </a:cubicBezTo>
                                <a:lnTo>
                                  <a:pt x="128588" y="85725"/>
                                </a:lnTo>
                                <a:lnTo>
                                  <a:pt x="126683" y="85725"/>
                                </a:lnTo>
                                <a:close/>
                                <a:moveTo>
                                  <a:pt x="40958" y="64770"/>
                                </a:moveTo>
                                <a:lnTo>
                                  <a:pt x="83820" y="64770"/>
                                </a:lnTo>
                                <a:lnTo>
                                  <a:pt x="83820" y="42863"/>
                                </a:lnTo>
                                <a:cubicBezTo>
                                  <a:pt x="83820" y="37147"/>
                                  <a:pt x="81915" y="32385"/>
                                  <a:pt x="77153" y="27622"/>
                                </a:cubicBezTo>
                                <a:cubicBezTo>
                                  <a:pt x="73343" y="23813"/>
                                  <a:pt x="67628" y="20955"/>
                                  <a:pt x="61913" y="20955"/>
                                </a:cubicBezTo>
                                <a:cubicBezTo>
                                  <a:pt x="56197" y="20955"/>
                                  <a:pt x="51435" y="22860"/>
                                  <a:pt x="46672" y="27622"/>
                                </a:cubicBezTo>
                                <a:cubicBezTo>
                                  <a:pt x="42863" y="31433"/>
                                  <a:pt x="40005" y="37147"/>
                                  <a:pt x="40005" y="42863"/>
                                </a:cubicBezTo>
                                <a:lnTo>
                                  <a:pt x="40005" y="64770"/>
                                </a:lnTo>
                                <a:lnTo>
                                  <a:pt x="40958" y="6477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2845863" name="Freeform 912845863"/>
                        <wps:cNvSpPr/>
                        <wps:spPr>
                          <a:xfrm>
                            <a:off x="581025" y="43816"/>
                            <a:ext cx="128587" cy="150495"/>
                          </a:xfrm>
                          <a:custGeom>
                            <a:avLst/>
                            <a:gdLst>
                              <a:gd name="connsiteX0" fmla="*/ 0 w 128587"/>
                              <a:gd name="connsiteY0" fmla="*/ 150495 h 150495"/>
                              <a:gd name="connsiteX1" fmla="*/ 0 w 128587"/>
                              <a:gd name="connsiteY1" fmla="*/ 0 h 150495"/>
                              <a:gd name="connsiteX2" fmla="*/ 42863 w 128587"/>
                              <a:gd name="connsiteY2" fmla="*/ 0 h 150495"/>
                              <a:gd name="connsiteX3" fmla="*/ 42863 w 128587"/>
                              <a:gd name="connsiteY3" fmla="*/ 21908 h 150495"/>
                              <a:gd name="connsiteX4" fmla="*/ 49530 w 128587"/>
                              <a:gd name="connsiteY4" fmla="*/ 5715 h 150495"/>
                              <a:gd name="connsiteX5" fmla="*/ 63817 w 128587"/>
                              <a:gd name="connsiteY5" fmla="*/ 0 h 150495"/>
                              <a:gd name="connsiteX6" fmla="*/ 85725 w 128587"/>
                              <a:gd name="connsiteY6" fmla="*/ 0 h 150495"/>
                              <a:gd name="connsiteX7" fmla="*/ 116205 w 128587"/>
                              <a:gd name="connsiteY7" fmla="*/ 12383 h 150495"/>
                              <a:gd name="connsiteX8" fmla="*/ 128588 w 128587"/>
                              <a:gd name="connsiteY8" fmla="*/ 42863 h 150495"/>
                              <a:gd name="connsiteX9" fmla="*/ 128588 w 128587"/>
                              <a:gd name="connsiteY9" fmla="*/ 150495 h 150495"/>
                              <a:gd name="connsiteX10" fmla="*/ 85725 w 128587"/>
                              <a:gd name="connsiteY10" fmla="*/ 150495 h 150495"/>
                              <a:gd name="connsiteX11" fmla="*/ 85725 w 128587"/>
                              <a:gd name="connsiteY11" fmla="*/ 42863 h 150495"/>
                              <a:gd name="connsiteX12" fmla="*/ 79057 w 128587"/>
                              <a:gd name="connsiteY12" fmla="*/ 27622 h 150495"/>
                              <a:gd name="connsiteX13" fmla="*/ 63817 w 128587"/>
                              <a:gd name="connsiteY13" fmla="*/ 20955 h 150495"/>
                              <a:gd name="connsiteX14" fmla="*/ 48577 w 128587"/>
                              <a:gd name="connsiteY14" fmla="*/ 27622 h 150495"/>
                              <a:gd name="connsiteX15" fmla="*/ 41910 w 128587"/>
                              <a:gd name="connsiteY15" fmla="*/ 42863 h 150495"/>
                              <a:gd name="connsiteX16" fmla="*/ 41910 w 128587"/>
                              <a:gd name="connsiteY16" fmla="*/ 150495 h 150495"/>
                              <a:gd name="connsiteX17" fmla="*/ 0 w 128587"/>
                              <a:gd name="connsiteY17" fmla="*/ 150495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28587" h="150495">
                                <a:moveTo>
                                  <a:pt x="0" y="150495"/>
                                </a:moveTo>
                                <a:lnTo>
                                  <a:pt x="0" y="0"/>
                                </a:lnTo>
                                <a:lnTo>
                                  <a:pt x="42863" y="0"/>
                                </a:lnTo>
                                <a:lnTo>
                                  <a:pt x="42863" y="21908"/>
                                </a:lnTo>
                                <a:cubicBezTo>
                                  <a:pt x="43815" y="14288"/>
                                  <a:pt x="45720" y="9525"/>
                                  <a:pt x="49530" y="5715"/>
                                </a:cubicBezTo>
                                <a:cubicBezTo>
                                  <a:pt x="53340" y="1905"/>
                                  <a:pt x="58102" y="0"/>
                                  <a:pt x="63817" y="0"/>
                                </a:cubicBezTo>
                                <a:lnTo>
                                  <a:pt x="85725" y="0"/>
                                </a:lnTo>
                                <a:cubicBezTo>
                                  <a:pt x="97155" y="0"/>
                                  <a:pt x="107632" y="3810"/>
                                  <a:pt x="116205" y="12383"/>
                                </a:cubicBezTo>
                                <a:cubicBezTo>
                                  <a:pt x="124777" y="20955"/>
                                  <a:pt x="128588" y="30480"/>
                                  <a:pt x="128588" y="42863"/>
                                </a:cubicBezTo>
                                <a:lnTo>
                                  <a:pt x="128588" y="150495"/>
                                </a:lnTo>
                                <a:lnTo>
                                  <a:pt x="85725" y="150495"/>
                                </a:lnTo>
                                <a:lnTo>
                                  <a:pt x="85725" y="42863"/>
                                </a:lnTo>
                                <a:cubicBezTo>
                                  <a:pt x="85725" y="37147"/>
                                  <a:pt x="83820" y="32385"/>
                                  <a:pt x="79057" y="27622"/>
                                </a:cubicBezTo>
                                <a:cubicBezTo>
                                  <a:pt x="75247" y="23813"/>
                                  <a:pt x="69532" y="20955"/>
                                  <a:pt x="63817" y="20955"/>
                                </a:cubicBezTo>
                                <a:cubicBezTo>
                                  <a:pt x="58102" y="20955"/>
                                  <a:pt x="53340" y="22860"/>
                                  <a:pt x="48577" y="27622"/>
                                </a:cubicBezTo>
                                <a:cubicBezTo>
                                  <a:pt x="44767" y="31433"/>
                                  <a:pt x="41910" y="37147"/>
                                  <a:pt x="41910" y="42863"/>
                                </a:cubicBezTo>
                                <a:lnTo>
                                  <a:pt x="41910" y="150495"/>
                                </a:lnTo>
                                <a:lnTo>
                                  <a:pt x="0" y="150495"/>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4932149" name="Freeform 1084932149"/>
                        <wps:cNvSpPr/>
                        <wps:spPr>
                          <a:xfrm>
                            <a:off x="754379" y="43816"/>
                            <a:ext cx="128587" cy="215264"/>
                          </a:xfrm>
                          <a:custGeom>
                            <a:avLst/>
                            <a:gdLst>
                              <a:gd name="connsiteX0" fmla="*/ 128588 w 128587"/>
                              <a:gd name="connsiteY0" fmla="*/ 0 h 215264"/>
                              <a:gd name="connsiteX1" fmla="*/ 128588 w 128587"/>
                              <a:gd name="connsiteY1" fmla="*/ 172402 h 215264"/>
                              <a:gd name="connsiteX2" fmla="*/ 116205 w 128587"/>
                              <a:gd name="connsiteY2" fmla="*/ 202883 h 215264"/>
                              <a:gd name="connsiteX3" fmla="*/ 85725 w 128587"/>
                              <a:gd name="connsiteY3" fmla="*/ 215265 h 215264"/>
                              <a:gd name="connsiteX4" fmla="*/ 42863 w 128587"/>
                              <a:gd name="connsiteY4" fmla="*/ 215265 h 215264"/>
                              <a:gd name="connsiteX5" fmla="*/ 0 w 128587"/>
                              <a:gd name="connsiteY5" fmla="*/ 172402 h 215264"/>
                              <a:gd name="connsiteX6" fmla="*/ 21908 w 128587"/>
                              <a:gd name="connsiteY6" fmla="*/ 172402 h 215264"/>
                              <a:gd name="connsiteX7" fmla="*/ 43815 w 128587"/>
                              <a:gd name="connsiteY7" fmla="*/ 194310 h 215264"/>
                              <a:gd name="connsiteX8" fmla="*/ 65722 w 128587"/>
                              <a:gd name="connsiteY8" fmla="*/ 194310 h 215264"/>
                              <a:gd name="connsiteX9" fmla="*/ 80963 w 128587"/>
                              <a:gd name="connsiteY9" fmla="*/ 187642 h 215264"/>
                              <a:gd name="connsiteX10" fmla="*/ 87630 w 128587"/>
                              <a:gd name="connsiteY10" fmla="*/ 172402 h 215264"/>
                              <a:gd name="connsiteX11" fmla="*/ 87630 w 128587"/>
                              <a:gd name="connsiteY11" fmla="*/ 129540 h 215264"/>
                              <a:gd name="connsiteX12" fmla="*/ 65722 w 128587"/>
                              <a:gd name="connsiteY12" fmla="*/ 151447 h 215264"/>
                              <a:gd name="connsiteX13" fmla="*/ 43815 w 128587"/>
                              <a:gd name="connsiteY13" fmla="*/ 151447 h 215264"/>
                              <a:gd name="connsiteX14" fmla="*/ 13335 w 128587"/>
                              <a:gd name="connsiteY14" fmla="*/ 139065 h 215264"/>
                              <a:gd name="connsiteX15" fmla="*/ 953 w 128587"/>
                              <a:gd name="connsiteY15" fmla="*/ 108585 h 215264"/>
                              <a:gd name="connsiteX16" fmla="*/ 953 w 128587"/>
                              <a:gd name="connsiteY16" fmla="*/ 43815 h 215264"/>
                              <a:gd name="connsiteX17" fmla="*/ 13335 w 128587"/>
                              <a:gd name="connsiteY17" fmla="*/ 13335 h 215264"/>
                              <a:gd name="connsiteX18" fmla="*/ 43815 w 128587"/>
                              <a:gd name="connsiteY18" fmla="*/ 952 h 215264"/>
                              <a:gd name="connsiteX19" fmla="*/ 128588 w 128587"/>
                              <a:gd name="connsiteY19" fmla="*/ 952 h 215264"/>
                              <a:gd name="connsiteX20" fmla="*/ 128588 w 128587"/>
                              <a:gd name="connsiteY20" fmla="*/ 0 h 215264"/>
                              <a:gd name="connsiteX21" fmla="*/ 85725 w 128587"/>
                              <a:gd name="connsiteY21" fmla="*/ 20955 h 215264"/>
                              <a:gd name="connsiteX22" fmla="*/ 63818 w 128587"/>
                              <a:gd name="connsiteY22" fmla="*/ 20955 h 215264"/>
                              <a:gd name="connsiteX23" fmla="*/ 48578 w 128587"/>
                              <a:gd name="connsiteY23" fmla="*/ 27622 h 215264"/>
                              <a:gd name="connsiteX24" fmla="*/ 41910 w 128587"/>
                              <a:gd name="connsiteY24" fmla="*/ 42863 h 215264"/>
                              <a:gd name="connsiteX25" fmla="*/ 41910 w 128587"/>
                              <a:gd name="connsiteY25" fmla="*/ 107633 h 215264"/>
                              <a:gd name="connsiteX26" fmla="*/ 48578 w 128587"/>
                              <a:gd name="connsiteY26" fmla="*/ 122872 h 215264"/>
                              <a:gd name="connsiteX27" fmla="*/ 63818 w 128587"/>
                              <a:gd name="connsiteY27" fmla="*/ 129540 h 215264"/>
                              <a:gd name="connsiteX28" fmla="*/ 79058 w 128587"/>
                              <a:gd name="connsiteY28" fmla="*/ 122872 h 215264"/>
                              <a:gd name="connsiteX29" fmla="*/ 85725 w 128587"/>
                              <a:gd name="connsiteY29" fmla="*/ 107633 h 215264"/>
                              <a:gd name="connsiteX30" fmla="*/ 85725 w 128587"/>
                              <a:gd name="connsiteY30" fmla="*/ 20955 h 215264"/>
                              <a:gd name="connsiteX31" fmla="*/ 85725 w 128587"/>
                              <a:gd name="connsiteY31" fmla="*/ 20955 h 2152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128587" h="215264">
                                <a:moveTo>
                                  <a:pt x="128588" y="0"/>
                                </a:moveTo>
                                <a:lnTo>
                                  <a:pt x="128588" y="172402"/>
                                </a:lnTo>
                                <a:cubicBezTo>
                                  <a:pt x="128588" y="183833"/>
                                  <a:pt x="124778" y="194310"/>
                                  <a:pt x="116205" y="202883"/>
                                </a:cubicBezTo>
                                <a:cubicBezTo>
                                  <a:pt x="107633" y="211455"/>
                                  <a:pt x="98108" y="215265"/>
                                  <a:pt x="85725" y="215265"/>
                                </a:cubicBezTo>
                                <a:lnTo>
                                  <a:pt x="42863" y="215265"/>
                                </a:lnTo>
                                <a:cubicBezTo>
                                  <a:pt x="17145" y="215265"/>
                                  <a:pt x="2858" y="200977"/>
                                  <a:pt x="0" y="172402"/>
                                </a:cubicBezTo>
                                <a:lnTo>
                                  <a:pt x="21908" y="172402"/>
                                </a:lnTo>
                                <a:cubicBezTo>
                                  <a:pt x="22860" y="186690"/>
                                  <a:pt x="30480" y="194310"/>
                                  <a:pt x="43815" y="194310"/>
                                </a:cubicBezTo>
                                <a:lnTo>
                                  <a:pt x="65722" y="194310"/>
                                </a:lnTo>
                                <a:cubicBezTo>
                                  <a:pt x="71438" y="194310"/>
                                  <a:pt x="77153" y="192405"/>
                                  <a:pt x="80963" y="187642"/>
                                </a:cubicBezTo>
                                <a:cubicBezTo>
                                  <a:pt x="84772" y="183833"/>
                                  <a:pt x="87630" y="178117"/>
                                  <a:pt x="87630" y="172402"/>
                                </a:cubicBezTo>
                                <a:lnTo>
                                  <a:pt x="87630" y="129540"/>
                                </a:lnTo>
                                <a:cubicBezTo>
                                  <a:pt x="85725" y="143827"/>
                                  <a:pt x="79058" y="151447"/>
                                  <a:pt x="65722" y="151447"/>
                                </a:cubicBezTo>
                                <a:lnTo>
                                  <a:pt x="43815" y="151447"/>
                                </a:lnTo>
                                <a:cubicBezTo>
                                  <a:pt x="32385" y="151447"/>
                                  <a:pt x="21908" y="147638"/>
                                  <a:pt x="13335" y="139065"/>
                                </a:cubicBezTo>
                                <a:cubicBezTo>
                                  <a:pt x="4763" y="130492"/>
                                  <a:pt x="953" y="120015"/>
                                  <a:pt x="953" y="108585"/>
                                </a:cubicBezTo>
                                <a:lnTo>
                                  <a:pt x="953" y="43815"/>
                                </a:lnTo>
                                <a:cubicBezTo>
                                  <a:pt x="953" y="32385"/>
                                  <a:pt x="4763" y="21908"/>
                                  <a:pt x="13335" y="13335"/>
                                </a:cubicBezTo>
                                <a:cubicBezTo>
                                  <a:pt x="21908" y="4763"/>
                                  <a:pt x="32385" y="952"/>
                                  <a:pt x="43815" y="952"/>
                                </a:cubicBezTo>
                                <a:lnTo>
                                  <a:pt x="128588" y="952"/>
                                </a:lnTo>
                                <a:lnTo>
                                  <a:pt x="128588" y="0"/>
                                </a:lnTo>
                                <a:close/>
                                <a:moveTo>
                                  <a:pt x="85725" y="20955"/>
                                </a:moveTo>
                                <a:lnTo>
                                  <a:pt x="63818" y="20955"/>
                                </a:lnTo>
                                <a:cubicBezTo>
                                  <a:pt x="58103" y="20955"/>
                                  <a:pt x="53340" y="22860"/>
                                  <a:pt x="48578" y="27622"/>
                                </a:cubicBezTo>
                                <a:cubicBezTo>
                                  <a:pt x="44768" y="31433"/>
                                  <a:pt x="41910" y="37147"/>
                                  <a:pt x="41910" y="42863"/>
                                </a:cubicBezTo>
                                <a:lnTo>
                                  <a:pt x="41910" y="107633"/>
                                </a:lnTo>
                                <a:cubicBezTo>
                                  <a:pt x="41910" y="113347"/>
                                  <a:pt x="43815" y="118110"/>
                                  <a:pt x="48578" y="122872"/>
                                </a:cubicBezTo>
                                <a:cubicBezTo>
                                  <a:pt x="52388" y="127635"/>
                                  <a:pt x="58103" y="129540"/>
                                  <a:pt x="63818" y="129540"/>
                                </a:cubicBezTo>
                                <a:cubicBezTo>
                                  <a:pt x="69533" y="129540"/>
                                  <a:pt x="75247" y="127635"/>
                                  <a:pt x="79058" y="122872"/>
                                </a:cubicBezTo>
                                <a:cubicBezTo>
                                  <a:pt x="82868" y="118110"/>
                                  <a:pt x="85725" y="113347"/>
                                  <a:pt x="85725" y="107633"/>
                                </a:cubicBezTo>
                                <a:lnTo>
                                  <a:pt x="85725" y="20955"/>
                                </a:lnTo>
                                <a:lnTo>
                                  <a:pt x="85725" y="20955"/>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3661811" name="Freeform 583661811"/>
                        <wps:cNvSpPr/>
                        <wps:spPr>
                          <a:xfrm>
                            <a:off x="924877" y="0"/>
                            <a:ext cx="87630" cy="194310"/>
                          </a:xfrm>
                          <a:custGeom>
                            <a:avLst/>
                            <a:gdLst>
                              <a:gd name="connsiteX0" fmla="*/ 22860 w 87630"/>
                              <a:gd name="connsiteY0" fmla="*/ 0 h 194310"/>
                              <a:gd name="connsiteX1" fmla="*/ 65723 w 87630"/>
                              <a:gd name="connsiteY1" fmla="*/ 0 h 194310"/>
                              <a:gd name="connsiteX2" fmla="*/ 65723 w 87630"/>
                              <a:gd name="connsiteY2" fmla="*/ 42863 h 194310"/>
                              <a:gd name="connsiteX3" fmla="*/ 87630 w 87630"/>
                              <a:gd name="connsiteY3" fmla="*/ 42863 h 194310"/>
                              <a:gd name="connsiteX4" fmla="*/ 87630 w 87630"/>
                              <a:gd name="connsiteY4" fmla="*/ 64770 h 194310"/>
                              <a:gd name="connsiteX5" fmla="*/ 65723 w 87630"/>
                              <a:gd name="connsiteY5" fmla="*/ 64770 h 194310"/>
                              <a:gd name="connsiteX6" fmla="*/ 65723 w 87630"/>
                              <a:gd name="connsiteY6" fmla="*/ 150495 h 194310"/>
                              <a:gd name="connsiteX7" fmla="*/ 72390 w 87630"/>
                              <a:gd name="connsiteY7" fmla="*/ 166688 h 194310"/>
                              <a:gd name="connsiteX8" fmla="*/ 84773 w 87630"/>
                              <a:gd name="connsiteY8" fmla="*/ 172403 h 194310"/>
                              <a:gd name="connsiteX9" fmla="*/ 86678 w 87630"/>
                              <a:gd name="connsiteY9" fmla="*/ 172403 h 194310"/>
                              <a:gd name="connsiteX10" fmla="*/ 86678 w 87630"/>
                              <a:gd name="connsiteY10" fmla="*/ 194310 h 194310"/>
                              <a:gd name="connsiteX11" fmla="*/ 64770 w 87630"/>
                              <a:gd name="connsiteY11" fmla="*/ 194310 h 194310"/>
                              <a:gd name="connsiteX12" fmla="*/ 34290 w 87630"/>
                              <a:gd name="connsiteY12" fmla="*/ 181928 h 194310"/>
                              <a:gd name="connsiteX13" fmla="*/ 21908 w 87630"/>
                              <a:gd name="connsiteY13" fmla="*/ 151448 h 194310"/>
                              <a:gd name="connsiteX14" fmla="*/ 21908 w 87630"/>
                              <a:gd name="connsiteY14" fmla="*/ 65723 h 194310"/>
                              <a:gd name="connsiteX15" fmla="*/ 0 w 87630"/>
                              <a:gd name="connsiteY15" fmla="*/ 65723 h 194310"/>
                              <a:gd name="connsiteX16" fmla="*/ 0 w 87630"/>
                              <a:gd name="connsiteY16" fmla="*/ 43815 h 194310"/>
                              <a:gd name="connsiteX17" fmla="*/ 21908 w 87630"/>
                              <a:gd name="connsiteY17" fmla="*/ 43815 h 194310"/>
                              <a:gd name="connsiteX18" fmla="*/ 22860 w 87630"/>
                              <a:gd name="connsiteY18" fmla="*/ 0 h 194310"/>
                              <a:gd name="connsiteX19" fmla="*/ 22860 w 87630"/>
                              <a:gd name="connsiteY19" fmla="*/ 0 h 194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7630" h="194310">
                                <a:moveTo>
                                  <a:pt x="22860" y="0"/>
                                </a:moveTo>
                                <a:lnTo>
                                  <a:pt x="65723" y="0"/>
                                </a:lnTo>
                                <a:lnTo>
                                  <a:pt x="65723" y="42863"/>
                                </a:lnTo>
                                <a:lnTo>
                                  <a:pt x="87630" y="42863"/>
                                </a:lnTo>
                                <a:lnTo>
                                  <a:pt x="87630" y="64770"/>
                                </a:lnTo>
                                <a:lnTo>
                                  <a:pt x="65723" y="64770"/>
                                </a:lnTo>
                                <a:lnTo>
                                  <a:pt x="65723" y="150495"/>
                                </a:lnTo>
                                <a:cubicBezTo>
                                  <a:pt x="65723" y="157163"/>
                                  <a:pt x="67628" y="162878"/>
                                  <a:pt x="72390" y="166688"/>
                                </a:cubicBezTo>
                                <a:cubicBezTo>
                                  <a:pt x="77153" y="170498"/>
                                  <a:pt x="80963" y="172403"/>
                                  <a:pt x="84773" y="172403"/>
                                </a:cubicBezTo>
                                <a:lnTo>
                                  <a:pt x="86678" y="172403"/>
                                </a:lnTo>
                                <a:lnTo>
                                  <a:pt x="86678" y="194310"/>
                                </a:lnTo>
                                <a:lnTo>
                                  <a:pt x="64770" y="194310"/>
                                </a:lnTo>
                                <a:cubicBezTo>
                                  <a:pt x="53340" y="194310"/>
                                  <a:pt x="42863" y="190500"/>
                                  <a:pt x="34290" y="181928"/>
                                </a:cubicBezTo>
                                <a:cubicBezTo>
                                  <a:pt x="25718" y="173355"/>
                                  <a:pt x="21908" y="162878"/>
                                  <a:pt x="21908" y="151448"/>
                                </a:cubicBezTo>
                                <a:lnTo>
                                  <a:pt x="21908" y="65723"/>
                                </a:lnTo>
                                <a:lnTo>
                                  <a:pt x="0" y="65723"/>
                                </a:lnTo>
                                <a:lnTo>
                                  <a:pt x="0" y="43815"/>
                                </a:lnTo>
                                <a:lnTo>
                                  <a:pt x="21908" y="43815"/>
                                </a:lnTo>
                                <a:lnTo>
                                  <a:pt x="22860" y="0"/>
                                </a:lnTo>
                                <a:lnTo>
                                  <a:pt x="22860" y="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34425677" name="Freeform 1034425677"/>
                        <wps:cNvSpPr/>
                        <wps:spPr>
                          <a:xfrm>
                            <a:off x="1055370" y="0"/>
                            <a:ext cx="128587" cy="194310"/>
                          </a:xfrm>
                          <a:custGeom>
                            <a:avLst/>
                            <a:gdLst>
                              <a:gd name="connsiteX0" fmla="*/ 0 w 128587"/>
                              <a:gd name="connsiteY0" fmla="*/ 194310 h 194310"/>
                              <a:gd name="connsiteX1" fmla="*/ 0 w 128587"/>
                              <a:gd name="connsiteY1" fmla="*/ 0 h 194310"/>
                              <a:gd name="connsiteX2" fmla="*/ 42863 w 128587"/>
                              <a:gd name="connsiteY2" fmla="*/ 0 h 194310"/>
                              <a:gd name="connsiteX3" fmla="*/ 42863 w 128587"/>
                              <a:gd name="connsiteY3" fmla="*/ 64770 h 194310"/>
                              <a:gd name="connsiteX4" fmla="*/ 49530 w 128587"/>
                              <a:gd name="connsiteY4" fmla="*/ 48578 h 194310"/>
                              <a:gd name="connsiteX5" fmla="*/ 63818 w 128587"/>
                              <a:gd name="connsiteY5" fmla="*/ 42863 h 194310"/>
                              <a:gd name="connsiteX6" fmla="*/ 85725 w 128587"/>
                              <a:gd name="connsiteY6" fmla="*/ 42863 h 194310"/>
                              <a:gd name="connsiteX7" fmla="*/ 116205 w 128587"/>
                              <a:gd name="connsiteY7" fmla="*/ 55245 h 194310"/>
                              <a:gd name="connsiteX8" fmla="*/ 128588 w 128587"/>
                              <a:gd name="connsiteY8" fmla="*/ 85725 h 194310"/>
                              <a:gd name="connsiteX9" fmla="*/ 128588 w 128587"/>
                              <a:gd name="connsiteY9" fmla="*/ 193358 h 194310"/>
                              <a:gd name="connsiteX10" fmla="*/ 85725 w 128587"/>
                              <a:gd name="connsiteY10" fmla="*/ 193358 h 194310"/>
                              <a:gd name="connsiteX11" fmla="*/ 85725 w 128587"/>
                              <a:gd name="connsiteY11" fmla="*/ 85725 h 194310"/>
                              <a:gd name="connsiteX12" fmla="*/ 79057 w 128587"/>
                              <a:gd name="connsiteY12" fmla="*/ 70485 h 194310"/>
                              <a:gd name="connsiteX13" fmla="*/ 63818 w 128587"/>
                              <a:gd name="connsiteY13" fmla="*/ 63817 h 194310"/>
                              <a:gd name="connsiteX14" fmla="*/ 48577 w 128587"/>
                              <a:gd name="connsiteY14" fmla="*/ 70485 h 194310"/>
                              <a:gd name="connsiteX15" fmla="*/ 41910 w 128587"/>
                              <a:gd name="connsiteY15" fmla="*/ 85725 h 194310"/>
                              <a:gd name="connsiteX16" fmla="*/ 41910 w 128587"/>
                              <a:gd name="connsiteY16" fmla="*/ 193358 h 194310"/>
                              <a:gd name="connsiteX17" fmla="*/ 0 w 128587"/>
                              <a:gd name="connsiteY17" fmla="*/ 194310 h 194310"/>
                              <a:gd name="connsiteX18" fmla="*/ 0 w 128587"/>
                              <a:gd name="connsiteY18" fmla="*/ 194310 h 194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28587" h="194310">
                                <a:moveTo>
                                  <a:pt x="0" y="194310"/>
                                </a:moveTo>
                                <a:lnTo>
                                  <a:pt x="0" y="0"/>
                                </a:lnTo>
                                <a:lnTo>
                                  <a:pt x="42863" y="0"/>
                                </a:lnTo>
                                <a:lnTo>
                                  <a:pt x="42863" y="64770"/>
                                </a:lnTo>
                                <a:cubicBezTo>
                                  <a:pt x="43815" y="57150"/>
                                  <a:pt x="45720" y="52388"/>
                                  <a:pt x="49530" y="48578"/>
                                </a:cubicBezTo>
                                <a:cubicBezTo>
                                  <a:pt x="53340" y="44767"/>
                                  <a:pt x="58102" y="42863"/>
                                  <a:pt x="63818" y="42863"/>
                                </a:cubicBezTo>
                                <a:lnTo>
                                  <a:pt x="85725" y="42863"/>
                                </a:lnTo>
                                <a:cubicBezTo>
                                  <a:pt x="97155" y="42863"/>
                                  <a:pt x="107632" y="46673"/>
                                  <a:pt x="116205" y="55245"/>
                                </a:cubicBezTo>
                                <a:cubicBezTo>
                                  <a:pt x="124777" y="63817"/>
                                  <a:pt x="128588" y="73342"/>
                                  <a:pt x="128588" y="85725"/>
                                </a:cubicBezTo>
                                <a:lnTo>
                                  <a:pt x="128588" y="193358"/>
                                </a:lnTo>
                                <a:lnTo>
                                  <a:pt x="85725" y="193358"/>
                                </a:lnTo>
                                <a:lnTo>
                                  <a:pt x="85725" y="85725"/>
                                </a:lnTo>
                                <a:cubicBezTo>
                                  <a:pt x="85725" y="80010"/>
                                  <a:pt x="83820" y="75248"/>
                                  <a:pt x="79057" y="70485"/>
                                </a:cubicBezTo>
                                <a:cubicBezTo>
                                  <a:pt x="75248" y="66675"/>
                                  <a:pt x="69532" y="63817"/>
                                  <a:pt x="63818" y="63817"/>
                                </a:cubicBezTo>
                                <a:cubicBezTo>
                                  <a:pt x="58102" y="63817"/>
                                  <a:pt x="53340" y="65723"/>
                                  <a:pt x="48577" y="70485"/>
                                </a:cubicBezTo>
                                <a:cubicBezTo>
                                  <a:pt x="44768" y="74295"/>
                                  <a:pt x="41910" y="80010"/>
                                  <a:pt x="41910" y="85725"/>
                                </a:cubicBezTo>
                                <a:lnTo>
                                  <a:pt x="41910" y="193358"/>
                                </a:lnTo>
                                <a:lnTo>
                                  <a:pt x="0" y="194310"/>
                                </a:lnTo>
                                <a:lnTo>
                                  <a:pt x="0" y="19431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6042666" name="Freeform 856042666"/>
                        <wps:cNvSpPr/>
                        <wps:spPr>
                          <a:xfrm>
                            <a:off x="1227772" y="43816"/>
                            <a:ext cx="107632" cy="149542"/>
                          </a:xfrm>
                          <a:custGeom>
                            <a:avLst/>
                            <a:gdLst>
                              <a:gd name="connsiteX0" fmla="*/ 107633 w 107632"/>
                              <a:gd name="connsiteY0" fmla="*/ 42863 h 149542"/>
                              <a:gd name="connsiteX1" fmla="*/ 85725 w 107632"/>
                              <a:gd name="connsiteY1" fmla="*/ 42863 h 149542"/>
                              <a:gd name="connsiteX2" fmla="*/ 65723 w 107632"/>
                              <a:gd name="connsiteY2" fmla="*/ 20955 h 149542"/>
                              <a:gd name="connsiteX3" fmla="*/ 48578 w 107632"/>
                              <a:gd name="connsiteY3" fmla="*/ 25717 h 149542"/>
                              <a:gd name="connsiteX4" fmla="*/ 42863 w 107632"/>
                              <a:gd name="connsiteY4" fmla="*/ 39052 h 149542"/>
                              <a:gd name="connsiteX5" fmla="*/ 74295 w 107632"/>
                              <a:gd name="connsiteY5" fmla="*/ 64770 h 149542"/>
                              <a:gd name="connsiteX6" fmla="*/ 103823 w 107632"/>
                              <a:gd name="connsiteY6" fmla="*/ 87630 h 149542"/>
                              <a:gd name="connsiteX7" fmla="*/ 107633 w 107632"/>
                              <a:gd name="connsiteY7" fmla="*/ 106680 h 149542"/>
                              <a:gd name="connsiteX8" fmla="*/ 95250 w 107632"/>
                              <a:gd name="connsiteY8" fmla="*/ 137160 h 149542"/>
                              <a:gd name="connsiteX9" fmla="*/ 64770 w 107632"/>
                              <a:gd name="connsiteY9" fmla="*/ 149542 h 149542"/>
                              <a:gd name="connsiteX10" fmla="*/ 42863 w 107632"/>
                              <a:gd name="connsiteY10" fmla="*/ 149542 h 149542"/>
                              <a:gd name="connsiteX11" fmla="*/ 0 w 107632"/>
                              <a:gd name="connsiteY11" fmla="*/ 106680 h 149542"/>
                              <a:gd name="connsiteX12" fmla="*/ 21908 w 107632"/>
                              <a:gd name="connsiteY12" fmla="*/ 106680 h 149542"/>
                              <a:gd name="connsiteX13" fmla="*/ 41910 w 107632"/>
                              <a:gd name="connsiteY13" fmla="*/ 128588 h 149542"/>
                              <a:gd name="connsiteX14" fmla="*/ 59055 w 107632"/>
                              <a:gd name="connsiteY14" fmla="*/ 123825 h 149542"/>
                              <a:gd name="connsiteX15" fmla="*/ 64770 w 107632"/>
                              <a:gd name="connsiteY15" fmla="*/ 110490 h 149542"/>
                              <a:gd name="connsiteX16" fmla="*/ 33338 w 107632"/>
                              <a:gd name="connsiteY16" fmla="*/ 84772 h 149542"/>
                              <a:gd name="connsiteX17" fmla="*/ 3810 w 107632"/>
                              <a:gd name="connsiteY17" fmla="*/ 61913 h 149542"/>
                              <a:gd name="connsiteX18" fmla="*/ 0 w 107632"/>
                              <a:gd name="connsiteY18" fmla="*/ 42863 h 149542"/>
                              <a:gd name="connsiteX19" fmla="*/ 12383 w 107632"/>
                              <a:gd name="connsiteY19" fmla="*/ 12383 h 149542"/>
                              <a:gd name="connsiteX20" fmla="*/ 42863 w 107632"/>
                              <a:gd name="connsiteY20" fmla="*/ 0 h 149542"/>
                              <a:gd name="connsiteX21" fmla="*/ 64770 w 107632"/>
                              <a:gd name="connsiteY21" fmla="*/ 0 h 149542"/>
                              <a:gd name="connsiteX22" fmla="*/ 107633 w 107632"/>
                              <a:gd name="connsiteY22" fmla="*/ 42863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632" h="149542">
                                <a:moveTo>
                                  <a:pt x="107633" y="42863"/>
                                </a:moveTo>
                                <a:lnTo>
                                  <a:pt x="85725" y="42863"/>
                                </a:lnTo>
                                <a:cubicBezTo>
                                  <a:pt x="83820" y="28575"/>
                                  <a:pt x="77153" y="20955"/>
                                  <a:pt x="65723" y="20955"/>
                                </a:cubicBezTo>
                                <a:cubicBezTo>
                                  <a:pt x="58103" y="20955"/>
                                  <a:pt x="52388" y="22860"/>
                                  <a:pt x="48578" y="25717"/>
                                </a:cubicBezTo>
                                <a:cubicBezTo>
                                  <a:pt x="44768" y="28575"/>
                                  <a:pt x="42863" y="33338"/>
                                  <a:pt x="42863" y="39052"/>
                                </a:cubicBezTo>
                                <a:cubicBezTo>
                                  <a:pt x="42863" y="45720"/>
                                  <a:pt x="53340" y="54292"/>
                                  <a:pt x="74295" y="64770"/>
                                </a:cubicBezTo>
                                <a:cubicBezTo>
                                  <a:pt x="91440" y="74295"/>
                                  <a:pt x="100965" y="81915"/>
                                  <a:pt x="103823" y="87630"/>
                                </a:cubicBezTo>
                                <a:cubicBezTo>
                                  <a:pt x="106680" y="93345"/>
                                  <a:pt x="107633" y="100013"/>
                                  <a:pt x="107633" y="106680"/>
                                </a:cubicBezTo>
                                <a:cubicBezTo>
                                  <a:pt x="107633" y="118110"/>
                                  <a:pt x="103823" y="128588"/>
                                  <a:pt x="95250" y="137160"/>
                                </a:cubicBezTo>
                                <a:cubicBezTo>
                                  <a:pt x="86678" y="145733"/>
                                  <a:pt x="76200" y="149542"/>
                                  <a:pt x="64770" y="149542"/>
                                </a:cubicBezTo>
                                <a:lnTo>
                                  <a:pt x="42863" y="149542"/>
                                </a:lnTo>
                                <a:cubicBezTo>
                                  <a:pt x="14288" y="149542"/>
                                  <a:pt x="0" y="135255"/>
                                  <a:pt x="0" y="106680"/>
                                </a:cubicBezTo>
                                <a:lnTo>
                                  <a:pt x="21908" y="106680"/>
                                </a:lnTo>
                                <a:cubicBezTo>
                                  <a:pt x="23813" y="120967"/>
                                  <a:pt x="30480" y="128588"/>
                                  <a:pt x="41910" y="128588"/>
                                </a:cubicBezTo>
                                <a:cubicBezTo>
                                  <a:pt x="49530" y="128588"/>
                                  <a:pt x="55245" y="126683"/>
                                  <a:pt x="59055" y="123825"/>
                                </a:cubicBezTo>
                                <a:cubicBezTo>
                                  <a:pt x="62865" y="120967"/>
                                  <a:pt x="64770" y="116205"/>
                                  <a:pt x="64770" y="110490"/>
                                </a:cubicBezTo>
                                <a:cubicBezTo>
                                  <a:pt x="64770" y="104775"/>
                                  <a:pt x="54293" y="96202"/>
                                  <a:pt x="33338" y="84772"/>
                                </a:cubicBezTo>
                                <a:cubicBezTo>
                                  <a:pt x="16193" y="75247"/>
                                  <a:pt x="6668" y="67627"/>
                                  <a:pt x="3810" y="61913"/>
                                </a:cubicBezTo>
                                <a:cubicBezTo>
                                  <a:pt x="953" y="56197"/>
                                  <a:pt x="0" y="49530"/>
                                  <a:pt x="0" y="42863"/>
                                </a:cubicBezTo>
                                <a:cubicBezTo>
                                  <a:pt x="0" y="31433"/>
                                  <a:pt x="3810" y="20955"/>
                                  <a:pt x="12383" y="12383"/>
                                </a:cubicBezTo>
                                <a:cubicBezTo>
                                  <a:pt x="20955" y="3810"/>
                                  <a:pt x="31433" y="0"/>
                                  <a:pt x="42863" y="0"/>
                                </a:cubicBezTo>
                                <a:lnTo>
                                  <a:pt x="64770" y="0"/>
                                </a:lnTo>
                                <a:cubicBezTo>
                                  <a:pt x="91440" y="0"/>
                                  <a:pt x="106680" y="14288"/>
                                  <a:pt x="107633" y="42863"/>
                                </a:cubicBez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738BA76" id="Graphic 128" o:spid="_x0000_s1026" style="position:absolute;margin-left:11.4pt;margin-top:202.15pt;width:111.6pt;height:21.6pt;z-index:251682816" coordsize="13354,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">
                <o:lock v:ext="edit" aspectratio="t"/>
                <v:shape id="Freeform 1536072819" o:spid="_x0000_s1027" style="position:absolute;top:438;width:1076;height:1495;visibility:visible;mso-wrap-style:square;v-text-anchor:middle" coordsize="107632,14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" path="m107632,42863r-21907,c83820,28575,77152,20955,65722,20955v-7620,,-13334,1905,-17145,4762c44767,28575,42863,33338,42863,39052v,6668,10477,15240,31432,25718c91440,74295,100965,81915,103822,87630v2858,5715,3810,12383,3810,19050c107632,118110,103822,128588,95250,137160v-8573,8573,-19050,12382,-30480,12382l42863,149542c14288,149542,,135255,,106680r21907,c23813,120967,30480,128588,41910,128588v7620,,13335,-1905,17145,-4763c62865,120967,64770,116205,64770,110490v,-5715,-10478,-14288,-31432,-25718c16192,75247,6667,67627,3810,61913,952,56197,,49530,,42863,,31433,3810,20955,12382,12383,20955,3810,31432,,42863,l64770,v26670,,40957,14288,42862,42863xe" fillcolor="black" stroked="f">
                  <v:stroke joinstyle="miter"/>
                  <v:path arrowok="t" o:connecttype="custom" o:connectlocs="107632,42863;85725,42863;65722,20955;48577,25717;42863,39052;74295,64770;103822,87630;107632,106680;95250,137160;64770,149542;42863,149542;0,106680;21907,106680;41910,128588;59055,123825;64770,110490;33338,84772;3810,61913;0,42863;12382,12383;42863,0;64770,0;107632,42863" o:connectangles="0,0,0,0,0,0,0,0,0,0,0,0,0,0,0,0,0,0,0,0,0,0,0"/>
                </v:shape>
                <v:shape id="Freeform 1847856544" o:spid="_x0000_s1028" style="position:absolute;left:1504;width:867;height:1943;visibility:visible;mso-wrap-style:square;v-text-anchor:middle" coordsize="8667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" path="m21907,l64770,r,42863l86678,42863r,21907l64770,64770r,85725c64770,157163,66675,162878,71438,166688v4762,3810,8572,5715,12382,5715l85725,172403r,21907l63818,194310v-11430,,-21908,-3810,-30480,-12382c24765,173355,20955,162878,20955,151448r,-85725l,65723,,43815r21907,l21907,xe" fillcolor="black" stroked="f">
                  <v:stroke joinstyle="miter"/>
                  <v:path arrowok="t" o:connecttype="custom" o:connectlocs="21907,0;64770,0;64770,42863;86678,42863;86678,64770;64770,64770;64770,150495;71438,166688;83820,172403;85725,172403;85725,194310;63818,194310;33338,181928;20955,151448;20955,65723;0,65723;0,43815;21907,43815;21907,0" o:connectangles="0,0,0,0,0,0,0,0,0,0,0,0,0,0,0,0,0,0,0"/>
                </v:shape>
                <v:shape id="Freeform 2009236303" o:spid="_x0000_s1029" style="position:absolute;left:2800;top:438;width:1076;height:1505;visibility:visible;mso-wrap-style:square;v-text-anchor:middle" coordsize="107632,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" path="m42863,150495l,150495,,,42863,r,42863c44767,28575,48578,18097,56197,10477,63817,2858,73342,,85725,r21907,l107632,42863r-42862,c59055,42863,54292,44767,49530,49530v-3810,3810,-6667,9525,-6667,15240l42863,150495r,xe" fillcolor="black" stroked="f">
                  <v:stroke joinstyle="miter"/>
                  <v:path arrowok="t" o:connecttype="custom" o:connectlocs="42863,150495;0,150495;0,0;42863,0;42863,42863;56197,10477;85725,0;107632,0;107632,42863;64770,42863;49530,49530;42863,64770;42863,150495;42863,150495" o:connectangles="0,0,0,0,0,0,0,0,0,0,0,0,0,0"/>
                </v:shape>
                <v:shape id="Freeform 247384523" o:spid="_x0000_s1030" style="position:absolute;left:4114;top:438;width:1286;height:150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" path="m126683,85725r-85725,l40958,107633v,5714,1905,10477,6667,15239c51435,127635,57150,129540,62865,129540r21907,c99060,129540,106680,121920,106680,107633r21908,c125730,136208,111443,150495,85725,150495r-42862,c31433,150495,20955,146685,12383,138113,3810,129540,,119063,,107633l,42863c,31433,3810,20955,12383,12383,20955,3810,31433,,42863,l85725,v11430,,21908,3810,30480,12383c124778,20955,128588,30480,128588,42863r,42862l126683,85725xm40958,64770r42862,l83820,42863v,-5716,-1905,-10478,-6667,-15241c73343,23813,67628,20955,61913,20955v-5716,,-10478,1905,-15241,6667c42863,31433,40005,37147,40005,42863r,21907l40958,64770xe" fillcolor="black" stroked="f">
                  <v:stroke joinstyle="miter"/>
                  <v:path arrowok="t" o:connecttype="custom" o:connectlocs="126683,85725;40958,85725;40958,107633;47625,122872;62865,129540;84772,129540;106680,107633;128588,107633;85725,150495;42863,150495;12383,138113;0,107633;0,42863;12383,12383;42863,0;85725,0;116205,12383;128588,42863;128588,85725;126683,85725;40958,64770;83820,64770;83820,42863;77153,27622;61913,20955;46672,27622;40005,42863;40005,64770;40958,64770" o:connectangles="0,0,0,0,0,0,0,0,0,0,0,0,0,0,0,0,0,0,0,0,0,0,0,0,0,0,0,0,0"/>
                </v:shape>
                <v:shape id="Freeform 912845863" o:spid="_x0000_s1031" style="position:absolute;left:5810;top:438;width:1286;height:150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" path="m,150495l,,42863,r,21908c43815,14288,45720,9525,49530,5715,53340,1905,58102,,63817,l85725,v11430,,21907,3810,30480,12383c124777,20955,128588,30480,128588,42863r,107632l85725,150495r,-107632c85725,37147,83820,32385,79057,27622,75247,23813,69532,20955,63817,20955v-5715,,-10477,1905,-15240,6667c44767,31433,41910,37147,41910,42863r,107632l,150495xe" fillcolor="black" stroked="f">
                  <v:stroke joinstyle="miter"/>
                  <v:path arrowok="t" o:connecttype="custom" o:connectlocs="0,150495;0,0;42863,0;42863,21908;49530,5715;63817,0;85725,0;116205,12383;128588,42863;128588,150495;85725,150495;85725,42863;79057,27622;63817,20955;48577,27622;41910,42863;41910,150495;0,150495" o:connectangles="0,0,0,0,0,0,0,0,0,0,0,0,0,0,0,0,0,0"/>
                </v:shape>
                <v:shape id="Freeform 1084932149" o:spid="_x0000_s1032" style="position:absolute;left:7543;top:438;width:1286;height:2152;visibility:visible;mso-wrap-style:square;v-text-anchor:middle" coordsize="128587,215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" path="m128588,r,172402c128588,183833,124778,194310,116205,202883v-8572,8572,-18097,12382,-30480,12382l42863,215265c17145,215265,2858,200977,,172402r21908,c22860,186690,30480,194310,43815,194310r21907,c71438,194310,77153,192405,80963,187642v3809,-3809,6667,-9525,6667,-15240l87630,129540v-1905,14287,-8572,21907,-21908,21907l43815,151447v-11430,,-21907,-3809,-30480,-12382c4763,130492,953,120015,953,108585r,-64770c953,32385,4763,21908,13335,13335,21908,4763,32385,952,43815,952r84773,l128588,xm85725,20955r-21907,c58103,20955,53340,22860,48578,27622v-3810,3811,-6668,9525,-6668,15241l41910,107633v,5714,1905,10477,6668,15239c52388,127635,58103,129540,63818,129540v5715,,11429,-1905,15240,-6668c82868,118110,85725,113347,85725,107633r,-86678l85725,20955xe" fillcolor="black" stroked="f">
                  <v:stroke joinstyle="miter"/>
                  <v:path arrowok="t" o:connecttype="custom" o:connectlocs="128588,0;128588,172402;116205,202883;85725,215265;42863,215265;0,172402;21908,172402;43815,194310;65722,194310;80963,187642;87630,172402;87630,129540;65722,151447;43815,151447;13335,139065;953,108585;953,43815;13335,13335;43815,952;128588,952;128588,0;85725,20955;63818,20955;48578,27622;41910,42863;41910,107633;48578,122872;63818,129540;79058,122872;85725,107633;85725,20955;85725,20955" o:connectangles="0,0,0,0,0,0,0,0,0,0,0,0,0,0,0,0,0,0,0,0,0,0,0,0,0,0,0,0,0,0,0,0"/>
                </v:shape>
                <v:shape id="Freeform 583661811" o:spid="_x0000_s1033" style="position:absolute;left:9248;width:877;height:1943;visibility:visible;mso-wrap-style:square;v-text-anchor:middle" coordsize="87630,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" path="m22860,l65723,r,42863l87630,42863r,21907l65723,64770r,85725c65723,157163,67628,162878,72390,166688v4763,3810,8573,5715,12383,5715l86678,172403r,21907l64770,194310v-11430,,-21907,-3810,-30480,-12382c25718,173355,21908,162878,21908,151448r,-85725l,65723,,43815r21908,l22860,r,xe" fillcolor="black" stroked="f">
                  <v:stroke joinstyle="miter"/>
                  <v:path arrowok="t" o:connecttype="custom" o:connectlocs="22860,0;65723,0;65723,42863;87630,42863;87630,64770;65723,64770;65723,150495;72390,166688;84773,172403;86678,172403;86678,194310;64770,194310;34290,181928;21908,151448;21908,65723;0,65723;0,43815;21908,43815;22860,0;22860,0" o:connectangles="0,0,0,0,0,0,0,0,0,0,0,0,0,0,0,0,0,0,0,0"/>
                </v:shape>
                <v:shape id="Freeform 1034425677" o:spid="_x0000_s1034" style="position:absolute;left:10553;width:1286;height:1943;visibility:visible;mso-wrap-style:square;v-text-anchor:middle" coordsize="12858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" path="m,194310l,,42863,r,64770c43815,57150,45720,52388,49530,48578v3810,-3811,8572,-5715,14288,-5715l85725,42863v11430,,21907,3810,30480,12382c124777,63817,128588,73342,128588,85725r,107633l85725,193358r,-107633c85725,80010,83820,75248,79057,70485,75248,66675,69532,63817,63818,63817v-5716,,-10478,1906,-15241,6668c44768,74295,41910,80010,41910,85725r,107633l,194310r,xe" fillcolor="black" stroked="f">
                  <v:stroke joinstyle="miter"/>
                  <v:path arrowok="t" o:connecttype="custom" o:connectlocs="0,194310;0,0;42863,0;42863,64770;49530,48578;63818,42863;85725,42863;116205,55245;128588,85725;128588,193358;85725,193358;85725,85725;79057,70485;63818,63817;48577,70485;41910,85725;41910,193358;0,194310;0,194310" o:connectangles="0,0,0,0,0,0,0,0,0,0,0,0,0,0,0,0,0,0,0"/>
                </v:shape>
                <v:shape id="Freeform 856042666" o:spid="_x0000_s1035" style="position:absolute;left:12277;top:438;width:1077;height:1495;visibility:visible;mso-wrap-style:square;v-text-anchor:middle" coordsize="107632,14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" path="m107633,42863r-21908,c83820,28575,77153,20955,65723,20955v-7620,,-13335,1905,-17145,4762c44768,28575,42863,33338,42863,39052v,6668,10477,15240,31432,25718c91440,74295,100965,81915,103823,87630v2857,5715,3810,12383,3810,19050c107633,118110,103823,128588,95250,137160v-8572,8573,-19050,12382,-30480,12382l42863,149542c14288,149542,,135255,,106680r21908,c23813,120967,30480,128588,41910,128588v7620,,13335,-1905,17145,-4763c62865,120967,64770,116205,64770,110490v,-5715,-10477,-14288,-31432,-25718c16193,75247,6668,67627,3810,61913,953,56197,,49530,,42863,,31433,3810,20955,12383,12383,20955,3810,31433,,42863,l64770,v26670,,41910,14288,42863,42863xe" fillcolor="black" stroked="f">
                  <v:stroke joinstyle="miter"/>
                  <v:path arrowok="t" o:connecttype="custom" o:connectlocs="107633,42863;85725,42863;65723,20955;48578,25717;42863,39052;74295,64770;103823,87630;107633,106680;95250,137160;64770,149542;42863,149542;0,106680;21908,106680;41910,128588;59055,123825;64770,110490;33338,84772;3810,61913;0,42863;12383,12383;42863,0;64770,0;107633,42863" o:connectangles="0,0,0,0,0,0,0,0,0,0,0,0,0,0,0,0,0,0,0,0,0,0,0"/>
                </v:shape>
              </v:group>
            </w:pict>
          </mc:Fallback>
        </mc:AlternateContent>
      </w:r>
      <w:r w:rsidR="00E42708" w:rsidRPr="00A86120">
        <w:rPr>
          <w:noProof/>
          <w:sz w:val="18"/>
          <w:szCs w:val="21"/>
        </w:rPr>
        <mc:AlternateContent>
          <mc:Choice Requires="wps">
            <w:drawing>
              <wp:anchor distT="0" distB="0" distL="114300" distR="114300" simplePos="0" relativeHeight="251678720" behindDoc="1" locked="0" layoutInCell="1" allowOverlap="1" wp14:anchorId="4C4BCBA9" wp14:editId="4A10CBE8">
                <wp:simplePos x="0" y="0"/>
                <wp:positionH relativeFrom="column">
                  <wp:posOffset>-635</wp:posOffset>
                </wp:positionH>
                <wp:positionV relativeFrom="paragraph">
                  <wp:posOffset>2461895</wp:posOffset>
                </wp:positionV>
                <wp:extent cx="4572000" cy="3749040"/>
                <wp:effectExtent l="0" t="0" r="0" b="0"/>
                <wp:wrapNone/>
                <wp:docPr id="1731226852" name="Rectangle 1731226852"/>
                <wp:cNvGraphicFramePr/>
                <a:graphic xmlns:a="http://schemas.openxmlformats.org/drawingml/2006/main">
                  <a:graphicData uri="http://schemas.microsoft.com/office/word/2010/wordprocessingShape">
                    <wps:wsp>
                      <wps:cNvSpPr/>
                      <wps:spPr>
                        <a:xfrm>
                          <a:off x="0" y="0"/>
                          <a:ext cx="4572000" cy="3749040"/>
                        </a:xfrm>
                        <a:prstGeom prst="rect">
                          <a:avLst/>
                        </a:prstGeom>
                        <a:solidFill>
                          <a:srgbClr val="DDDB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BA5A6" id="Rectangle 1731226852" o:spid="_x0000_s1026" style="position:absolute;margin-left:-.05pt;margin-top:193.85pt;width:5in;height:295.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" fillcolor="#dddba0" stroked="f" strokeweight="1pt"/>
            </w:pict>
          </mc:Fallback>
        </mc:AlternateContent>
      </w:r>
      <w:r w:rsidR="00E42708" w:rsidRPr="00A86120">
        <w:rPr>
          <w:noProof/>
          <w:sz w:val="18"/>
          <w:szCs w:val="21"/>
        </w:rPr>
        <mc:AlternateContent>
          <mc:Choice Requires="wps">
            <w:drawing>
              <wp:anchor distT="0" distB="0" distL="114300" distR="114300" simplePos="0" relativeHeight="251677696" behindDoc="1" locked="0" layoutInCell="1" allowOverlap="1" wp14:anchorId="4A0AFD99" wp14:editId="1827CDD9">
                <wp:simplePos x="0" y="0"/>
                <wp:positionH relativeFrom="column">
                  <wp:posOffset>4698365</wp:posOffset>
                </wp:positionH>
                <wp:positionV relativeFrom="paragraph">
                  <wp:posOffset>2461895</wp:posOffset>
                </wp:positionV>
                <wp:extent cx="4572000" cy="3749040"/>
                <wp:effectExtent l="0" t="0" r="0" b="0"/>
                <wp:wrapNone/>
                <wp:docPr id="1738719999" name="Rectangle 1738719999"/>
                <wp:cNvGraphicFramePr/>
                <a:graphic xmlns:a="http://schemas.openxmlformats.org/drawingml/2006/main">
                  <a:graphicData uri="http://schemas.microsoft.com/office/word/2010/wordprocessingShape">
                    <wps:wsp>
                      <wps:cNvSpPr/>
                      <wps:spPr>
                        <a:xfrm>
                          <a:off x="0" y="0"/>
                          <a:ext cx="4572000" cy="3749040"/>
                        </a:xfrm>
                        <a:prstGeom prst="rect">
                          <a:avLst/>
                        </a:prstGeom>
                        <a:solidFill>
                          <a:schemeClr val="accent4">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F65CF" id="Rectangle 1738719999" o:spid="_x0000_s1026" style="position:absolute;margin-left:369.95pt;margin-top:193.85pt;width:5in;height:295.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" fillcolor="#ffe599 [1303]" stroked="f" strokeweight="1pt"/>
            </w:pict>
          </mc:Fallback>
        </mc:AlternateContent>
      </w:r>
    </w:p>
    <w:p w14:paraId="32E59649" w14:textId="3E4B822F" w:rsidR="00406BA1" w:rsidRPr="00406BA1" w:rsidRDefault="00406BA1" w:rsidP="00A86120">
      <w:pPr>
        <w:spacing w:after="0" w:line="240" w:lineRule="auto"/>
        <w:rPr>
          <w:rFonts w:cs="Arial"/>
          <w:bCs/>
          <w:noProof/>
          <w:color w:val="595959" w:themeColor="text1" w:themeTint="A6"/>
          <w:sz w:val="28"/>
          <w:szCs w:val="20"/>
        </w:rPr>
      </w:pPr>
    </w:p>
    <w:p w14:paraId="5A37890B" w14:textId="378271A9" w:rsidR="00406BA1" w:rsidRDefault="0044536E" w:rsidP="00A86120">
      <w:pPr>
        <w:spacing w:after="0" w:line="240" w:lineRule="auto"/>
        <w:rPr>
          <w:rFonts w:cs="Arial"/>
          <w:b/>
          <w:noProof/>
          <w:color w:val="595959" w:themeColor="text1" w:themeTint="A6"/>
          <w:sz w:val="48"/>
          <w:szCs w:val="32"/>
        </w:rPr>
      </w:pPr>
      <w:r>
        <w:rPr>
          <w:noProof/>
        </w:rPr>
        <mc:AlternateContent>
          <mc:Choice Requires="wpg">
            <w:drawing>
              <wp:anchor distT="0" distB="0" distL="114300" distR="114300" simplePos="0" relativeHeight="251583483" behindDoc="0" locked="0" layoutInCell="1" allowOverlap="1" wp14:anchorId="0640FF46" wp14:editId="783D77BC">
                <wp:simplePos x="0" y="0"/>
                <wp:positionH relativeFrom="column">
                  <wp:posOffset>8081010</wp:posOffset>
                </wp:positionH>
                <wp:positionV relativeFrom="paragraph">
                  <wp:posOffset>144145</wp:posOffset>
                </wp:positionV>
                <wp:extent cx="1014095" cy="193675"/>
                <wp:effectExtent l="0" t="0" r="1905" b="0"/>
                <wp:wrapNone/>
                <wp:docPr id="1904291813" name="Graphic 11"/>
                <wp:cNvGraphicFramePr/>
                <a:graphic xmlns:a="http://schemas.openxmlformats.org/drawingml/2006/main">
                  <a:graphicData uri="http://schemas.microsoft.com/office/word/2010/wordprocessingGroup">
                    <wpg:wgp>
                      <wpg:cNvGrpSpPr/>
                      <wpg:grpSpPr>
                        <a:xfrm>
                          <a:off x="0" y="0"/>
                          <a:ext cx="1014095" cy="193675"/>
                          <a:chOff x="0" y="0"/>
                          <a:chExt cx="1014412" cy="194309"/>
                        </a:xfrm>
                        <a:solidFill>
                          <a:srgbClr val="000000"/>
                        </a:solidFill>
                      </wpg:grpSpPr>
                      <wps:wsp>
                        <wps:cNvPr id="1617726937" name="Freeform 1617726937"/>
                        <wps:cNvSpPr/>
                        <wps:spPr>
                          <a:xfrm>
                            <a:off x="0" y="0"/>
                            <a:ext cx="87630" cy="194309"/>
                          </a:xfrm>
                          <a:custGeom>
                            <a:avLst/>
                            <a:gdLst>
                              <a:gd name="connsiteX0" fmla="*/ 22860 w 87630"/>
                              <a:gd name="connsiteY0" fmla="*/ 0 h 194309"/>
                              <a:gd name="connsiteX1" fmla="*/ 65722 w 87630"/>
                              <a:gd name="connsiteY1" fmla="*/ 0 h 194309"/>
                              <a:gd name="connsiteX2" fmla="*/ 65722 w 87630"/>
                              <a:gd name="connsiteY2" fmla="*/ 42863 h 194309"/>
                              <a:gd name="connsiteX3" fmla="*/ 87630 w 87630"/>
                              <a:gd name="connsiteY3" fmla="*/ 42863 h 194309"/>
                              <a:gd name="connsiteX4" fmla="*/ 87630 w 87630"/>
                              <a:gd name="connsiteY4" fmla="*/ 64770 h 194309"/>
                              <a:gd name="connsiteX5" fmla="*/ 65722 w 87630"/>
                              <a:gd name="connsiteY5" fmla="*/ 64770 h 194309"/>
                              <a:gd name="connsiteX6" fmla="*/ 65722 w 87630"/>
                              <a:gd name="connsiteY6" fmla="*/ 150495 h 194309"/>
                              <a:gd name="connsiteX7" fmla="*/ 72390 w 87630"/>
                              <a:gd name="connsiteY7" fmla="*/ 166688 h 194309"/>
                              <a:gd name="connsiteX8" fmla="*/ 84772 w 87630"/>
                              <a:gd name="connsiteY8" fmla="*/ 172403 h 194309"/>
                              <a:gd name="connsiteX9" fmla="*/ 86678 w 87630"/>
                              <a:gd name="connsiteY9" fmla="*/ 172403 h 194309"/>
                              <a:gd name="connsiteX10" fmla="*/ 86678 w 87630"/>
                              <a:gd name="connsiteY10" fmla="*/ 194310 h 194309"/>
                              <a:gd name="connsiteX11" fmla="*/ 64770 w 87630"/>
                              <a:gd name="connsiteY11" fmla="*/ 194310 h 194309"/>
                              <a:gd name="connsiteX12" fmla="*/ 34290 w 87630"/>
                              <a:gd name="connsiteY12" fmla="*/ 181928 h 194309"/>
                              <a:gd name="connsiteX13" fmla="*/ 21907 w 87630"/>
                              <a:gd name="connsiteY13" fmla="*/ 151447 h 194309"/>
                              <a:gd name="connsiteX14" fmla="*/ 21907 w 87630"/>
                              <a:gd name="connsiteY14" fmla="*/ 65722 h 194309"/>
                              <a:gd name="connsiteX15" fmla="*/ 0 w 87630"/>
                              <a:gd name="connsiteY15" fmla="*/ 65722 h 194309"/>
                              <a:gd name="connsiteX16" fmla="*/ 0 w 87630"/>
                              <a:gd name="connsiteY16" fmla="*/ 43815 h 194309"/>
                              <a:gd name="connsiteX17" fmla="*/ 21907 w 87630"/>
                              <a:gd name="connsiteY17" fmla="*/ 43815 h 194309"/>
                              <a:gd name="connsiteX18" fmla="*/ 22860 w 87630"/>
                              <a:gd name="connsiteY18" fmla="*/ 0 h 194309"/>
                              <a:gd name="connsiteX19" fmla="*/ 22860 w 87630"/>
                              <a:gd name="connsiteY19" fmla="*/ 0 h 1943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7630" h="194309">
                                <a:moveTo>
                                  <a:pt x="22860" y="0"/>
                                </a:moveTo>
                                <a:lnTo>
                                  <a:pt x="65722" y="0"/>
                                </a:lnTo>
                                <a:lnTo>
                                  <a:pt x="65722" y="42863"/>
                                </a:lnTo>
                                <a:lnTo>
                                  <a:pt x="87630" y="42863"/>
                                </a:lnTo>
                                <a:lnTo>
                                  <a:pt x="87630" y="64770"/>
                                </a:lnTo>
                                <a:lnTo>
                                  <a:pt x="65722" y="64770"/>
                                </a:lnTo>
                                <a:lnTo>
                                  <a:pt x="65722" y="150495"/>
                                </a:lnTo>
                                <a:cubicBezTo>
                                  <a:pt x="65722" y="157163"/>
                                  <a:pt x="67628" y="162878"/>
                                  <a:pt x="72390" y="166688"/>
                                </a:cubicBezTo>
                                <a:cubicBezTo>
                                  <a:pt x="77153" y="170497"/>
                                  <a:pt x="80963" y="172403"/>
                                  <a:pt x="84772" y="172403"/>
                                </a:cubicBezTo>
                                <a:lnTo>
                                  <a:pt x="86678" y="172403"/>
                                </a:lnTo>
                                <a:lnTo>
                                  <a:pt x="86678" y="194310"/>
                                </a:lnTo>
                                <a:lnTo>
                                  <a:pt x="64770" y="194310"/>
                                </a:lnTo>
                                <a:cubicBezTo>
                                  <a:pt x="53340" y="194310"/>
                                  <a:pt x="42863" y="190500"/>
                                  <a:pt x="34290" y="181928"/>
                                </a:cubicBezTo>
                                <a:cubicBezTo>
                                  <a:pt x="25718" y="173355"/>
                                  <a:pt x="21907" y="162878"/>
                                  <a:pt x="21907" y="151447"/>
                                </a:cubicBezTo>
                                <a:lnTo>
                                  <a:pt x="21907" y="65722"/>
                                </a:lnTo>
                                <a:lnTo>
                                  <a:pt x="0" y="65722"/>
                                </a:lnTo>
                                <a:lnTo>
                                  <a:pt x="0" y="43815"/>
                                </a:lnTo>
                                <a:lnTo>
                                  <a:pt x="21907" y="43815"/>
                                </a:lnTo>
                                <a:lnTo>
                                  <a:pt x="22860" y="0"/>
                                </a:lnTo>
                                <a:lnTo>
                                  <a:pt x="22860" y="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2446040" name="Freeform 1732446040"/>
                        <wps:cNvSpPr/>
                        <wps:spPr>
                          <a:xfrm>
                            <a:off x="130492" y="0"/>
                            <a:ext cx="128587" cy="194309"/>
                          </a:xfrm>
                          <a:custGeom>
                            <a:avLst/>
                            <a:gdLst>
                              <a:gd name="connsiteX0" fmla="*/ 0 w 128587"/>
                              <a:gd name="connsiteY0" fmla="*/ 194310 h 194309"/>
                              <a:gd name="connsiteX1" fmla="*/ 0 w 128587"/>
                              <a:gd name="connsiteY1" fmla="*/ 0 h 194309"/>
                              <a:gd name="connsiteX2" fmla="*/ 42863 w 128587"/>
                              <a:gd name="connsiteY2" fmla="*/ 0 h 194309"/>
                              <a:gd name="connsiteX3" fmla="*/ 42863 w 128587"/>
                              <a:gd name="connsiteY3" fmla="*/ 64770 h 194309"/>
                              <a:gd name="connsiteX4" fmla="*/ 49530 w 128587"/>
                              <a:gd name="connsiteY4" fmla="*/ 48578 h 194309"/>
                              <a:gd name="connsiteX5" fmla="*/ 63817 w 128587"/>
                              <a:gd name="connsiteY5" fmla="*/ 42863 h 194309"/>
                              <a:gd name="connsiteX6" fmla="*/ 85725 w 128587"/>
                              <a:gd name="connsiteY6" fmla="*/ 42863 h 194309"/>
                              <a:gd name="connsiteX7" fmla="*/ 116205 w 128587"/>
                              <a:gd name="connsiteY7" fmla="*/ 55245 h 194309"/>
                              <a:gd name="connsiteX8" fmla="*/ 128588 w 128587"/>
                              <a:gd name="connsiteY8" fmla="*/ 85725 h 194309"/>
                              <a:gd name="connsiteX9" fmla="*/ 128588 w 128587"/>
                              <a:gd name="connsiteY9" fmla="*/ 193358 h 194309"/>
                              <a:gd name="connsiteX10" fmla="*/ 85725 w 128587"/>
                              <a:gd name="connsiteY10" fmla="*/ 193358 h 194309"/>
                              <a:gd name="connsiteX11" fmla="*/ 85725 w 128587"/>
                              <a:gd name="connsiteY11" fmla="*/ 86678 h 194309"/>
                              <a:gd name="connsiteX12" fmla="*/ 79057 w 128587"/>
                              <a:gd name="connsiteY12" fmla="*/ 71438 h 194309"/>
                              <a:gd name="connsiteX13" fmla="*/ 63817 w 128587"/>
                              <a:gd name="connsiteY13" fmla="*/ 64770 h 194309"/>
                              <a:gd name="connsiteX14" fmla="*/ 48577 w 128587"/>
                              <a:gd name="connsiteY14" fmla="*/ 71438 h 194309"/>
                              <a:gd name="connsiteX15" fmla="*/ 41910 w 128587"/>
                              <a:gd name="connsiteY15" fmla="*/ 86678 h 194309"/>
                              <a:gd name="connsiteX16" fmla="*/ 41910 w 128587"/>
                              <a:gd name="connsiteY16" fmla="*/ 194310 h 194309"/>
                              <a:gd name="connsiteX17" fmla="*/ 0 w 128587"/>
                              <a:gd name="connsiteY17" fmla="*/ 194310 h 1943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28587" h="194309">
                                <a:moveTo>
                                  <a:pt x="0" y="194310"/>
                                </a:moveTo>
                                <a:lnTo>
                                  <a:pt x="0" y="0"/>
                                </a:lnTo>
                                <a:lnTo>
                                  <a:pt x="42863" y="0"/>
                                </a:lnTo>
                                <a:lnTo>
                                  <a:pt x="42863" y="64770"/>
                                </a:lnTo>
                                <a:cubicBezTo>
                                  <a:pt x="43815" y="57150"/>
                                  <a:pt x="45720" y="52388"/>
                                  <a:pt x="49530" y="48578"/>
                                </a:cubicBezTo>
                                <a:cubicBezTo>
                                  <a:pt x="53340" y="44768"/>
                                  <a:pt x="58102" y="42863"/>
                                  <a:pt x="63817" y="42863"/>
                                </a:cubicBezTo>
                                <a:lnTo>
                                  <a:pt x="85725" y="42863"/>
                                </a:lnTo>
                                <a:cubicBezTo>
                                  <a:pt x="97155" y="42863"/>
                                  <a:pt x="107632" y="46672"/>
                                  <a:pt x="116205" y="55245"/>
                                </a:cubicBezTo>
                                <a:cubicBezTo>
                                  <a:pt x="124777" y="63818"/>
                                  <a:pt x="128588" y="73343"/>
                                  <a:pt x="128588" y="85725"/>
                                </a:cubicBezTo>
                                <a:lnTo>
                                  <a:pt x="128588" y="193358"/>
                                </a:lnTo>
                                <a:lnTo>
                                  <a:pt x="85725" y="193358"/>
                                </a:lnTo>
                                <a:lnTo>
                                  <a:pt x="85725" y="86678"/>
                                </a:lnTo>
                                <a:cubicBezTo>
                                  <a:pt x="85725" y="80963"/>
                                  <a:pt x="83820" y="76200"/>
                                  <a:pt x="79057" y="71438"/>
                                </a:cubicBezTo>
                                <a:cubicBezTo>
                                  <a:pt x="75247" y="67628"/>
                                  <a:pt x="69532" y="64770"/>
                                  <a:pt x="63817" y="64770"/>
                                </a:cubicBezTo>
                                <a:cubicBezTo>
                                  <a:pt x="58102" y="64770"/>
                                  <a:pt x="53340" y="66675"/>
                                  <a:pt x="48577" y="71438"/>
                                </a:cubicBezTo>
                                <a:cubicBezTo>
                                  <a:pt x="44767" y="75247"/>
                                  <a:pt x="41910" y="80963"/>
                                  <a:pt x="41910" y="86678"/>
                                </a:cubicBezTo>
                                <a:lnTo>
                                  <a:pt x="41910" y="194310"/>
                                </a:lnTo>
                                <a:lnTo>
                                  <a:pt x="0" y="19431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55085435" name="Freeform 655085435"/>
                        <wps:cNvSpPr/>
                        <wps:spPr>
                          <a:xfrm>
                            <a:off x="302894" y="43815"/>
                            <a:ext cx="107632" cy="150494"/>
                          </a:xfrm>
                          <a:custGeom>
                            <a:avLst/>
                            <a:gdLst>
                              <a:gd name="connsiteX0" fmla="*/ 42863 w 107632"/>
                              <a:gd name="connsiteY0" fmla="*/ 150495 h 150494"/>
                              <a:gd name="connsiteX1" fmla="*/ 0 w 107632"/>
                              <a:gd name="connsiteY1" fmla="*/ 150495 h 150494"/>
                              <a:gd name="connsiteX2" fmla="*/ 0 w 107632"/>
                              <a:gd name="connsiteY2" fmla="*/ 0 h 150494"/>
                              <a:gd name="connsiteX3" fmla="*/ 42863 w 107632"/>
                              <a:gd name="connsiteY3" fmla="*/ 0 h 150494"/>
                              <a:gd name="connsiteX4" fmla="*/ 42863 w 107632"/>
                              <a:gd name="connsiteY4" fmla="*/ 42863 h 150494"/>
                              <a:gd name="connsiteX5" fmla="*/ 56198 w 107632"/>
                              <a:gd name="connsiteY5" fmla="*/ 10478 h 150494"/>
                              <a:gd name="connsiteX6" fmla="*/ 85725 w 107632"/>
                              <a:gd name="connsiteY6" fmla="*/ 0 h 150494"/>
                              <a:gd name="connsiteX7" fmla="*/ 107633 w 107632"/>
                              <a:gd name="connsiteY7" fmla="*/ 0 h 150494"/>
                              <a:gd name="connsiteX8" fmla="*/ 107633 w 107632"/>
                              <a:gd name="connsiteY8" fmla="*/ 42863 h 150494"/>
                              <a:gd name="connsiteX9" fmla="*/ 64770 w 107632"/>
                              <a:gd name="connsiteY9" fmla="*/ 42863 h 150494"/>
                              <a:gd name="connsiteX10" fmla="*/ 49530 w 107632"/>
                              <a:gd name="connsiteY10" fmla="*/ 49530 h 150494"/>
                              <a:gd name="connsiteX11" fmla="*/ 42863 w 107632"/>
                              <a:gd name="connsiteY11" fmla="*/ 64770 h 150494"/>
                              <a:gd name="connsiteX12" fmla="*/ 42863 w 107632"/>
                              <a:gd name="connsiteY12" fmla="*/ 150495 h 150494"/>
                              <a:gd name="connsiteX13" fmla="*/ 42863 w 107632"/>
                              <a:gd name="connsiteY13" fmla="*/ 150495 h 1504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07632" h="150494">
                                <a:moveTo>
                                  <a:pt x="42863" y="150495"/>
                                </a:moveTo>
                                <a:lnTo>
                                  <a:pt x="0" y="150495"/>
                                </a:lnTo>
                                <a:lnTo>
                                  <a:pt x="0" y="0"/>
                                </a:lnTo>
                                <a:lnTo>
                                  <a:pt x="42863" y="0"/>
                                </a:lnTo>
                                <a:lnTo>
                                  <a:pt x="42863" y="42863"/>
                                </a:lnTo>
                                <a:cubicBezTo>
                                  <a:pt x="44768" y="28575"/>
                                  <a:pt x="48578" y="18097"/>
                                  <a:pt x="56198" y="10478"/>
                                </a:cubicBezTo>
                                <a:cubicBezTo>
                                  <a:pt x="63818" y="2857"/>
                                  <a:pt x="73343" y="0"/>
                                  <a:pt x="85725" y="0"/>
                                </a:cubicBezTo>
                                <a:lnTo>
                                  <a:pt x="107633" y="0"/>
                                </a:lnTo>
                                <a:lnTo>
                                  <a:pt x="107633" y="42863"/>
                                </a:lnTo>
                                <a:lnTo>
                                  <a:pt x="64770" y="42863"/>
                                </a:lnTo>
                                <a:cubicBezTo>
                                  <a:pt x="59055" y="42863"/>
                                  <a:pt x="54293" y="44768"/>
                                  <a:pt x="49530" y="49530"/>
                                </a:cubicBezTo>
                                <a:cubicBezTo>
                                  <a:pt x="45720" y="53340"/>
                                  <a:pt x="42863" y="59055"/>
                                  <a:pt x="42863" y="64770"/>
                                </a:cubicBezTo>
                                <a:lnTo>
                                  <a:pt x="42863" y="150495"/>
                                </a:lnTo>
                                <a:lnTo>
                                  <a:pt x="42863" y="150495"/>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2960278" name="Freeform 312960278"/>
                        <wps:cNvSpPr/>
                        <wps:spPr>
                          <a:xfrm>
                            <a:off x="435292" y="43815"/>
                            <a:ext cx="128587" cy="150494"/>
                          </a:xfrm>
                          <a:custGeom>
                            <a:avLst/>
                            <a:gdLst>
                              <a:gd name="connsiteX0" fmla="*/ 126682 w 128587"/>
                              <a:gd name="connsiteY0" fmla="*/ 85725 h 150494"/>
                              <a:gd name="connsiteX1" fmla="*/ 40957 w 128587"/>
                              <a:gd name="connsiteY1" fmla="*/ 85725 h 150494"/>
                              <a:gd name="connsiteX2" fmla="*/ 40957 w 128587"/>
                              <a:gd name="connsiteY2" fmla="*/ 107632 h 150494"/>
                              <a:gd name="connsiteX3" fmla="*/ 47625 w 128587"/>
                              <a:gd name="connsiteY3" fmla="*/ 122872 h 150494"/>
                              <a:gd name="connsiteX4" fmla="*/ 62865 w 128587"/>
                              <a:gd name="connsiteY4" fmla="*/ 129540 h 150494"/>
                              <a:gd name="connsiteX5" fmla="*/ 84772 w 128587"/>
                              <a:gd name="connsiteY5" fmla="*/ 129540 h 150494"/>
                              <a:gd name="connsiteX6" fmla="*/ 106680 w 128587"/>
                              <a:gd name="connsiteY6" fmla="*/ 107632 h 150494"/>
                              <a:gd name="connsiteX7" fmla="*/ 128588 w 128587"/>
                              <a:gd name="connsiteY7" fmla="*/ 107632 h 150494"/>
                              <a:gd name="connsiteX8" fmla="*/ 85725 w 128587"/>
                              <a:gd name="connsiteY8" fmla="*/ 150495 h 150494"/>
                              <a:gd name="connsiteX9" fmla="*/ 42863 w 128587"/>
                              <a:gd name="connsiteY9" fmla="*/ 150495 h 150494"/>
                              <a:gd name="connsiteX10" fmla="*/ 12382 w 128587"/>
                              <a:gd name="connsiteY10" fmla="*/ 138113 h 150494"/>
                              <a:gd name="connsiteX11" fmla="*/ 0 w 128587"/>
                              <a:gd name="connsiteY11" fmla="*/ 107632 h 150494"/>
                              <a:gd name="connsiteX12" fmla="*/ 0 w 128587"/>
                              <a:gd name="connsiteY12" fmla="*/ 42863 h 150494"/>
                              <a:gd name="connsiteX13" fmla="*/ 12382 w 128587"/>
                              <a:gd name="connsiteY13" fmla="*/ 12382 h 150494"/>
                              <a:gd name="connsiteX14" fmla="*/ 42863 w 128587"/>
                              <a:gd name="connsiteY14" fmla="*/ 0 h 150494"/>
                              <a:gd name="connsiteX15" fmla="*/ 85725 w 128587"/>
                              <a:gd name="connsiteY15" fmla="*/ 0 h 150494"/>
                              <a:gd name="connsiteX16" fmla="*/ 116205 w 128587"/>
                              <a:gd name="connsiteY16" fmla="*/ 12382 h 150494"/>
                              <a:gd name="connsiteX17" fmla="*/ 128588 w 128587"/>
                              <a:gd name="connsiteY17" fmla="*/ 42863 h 150494"/>
                              <a:gd name="connsiteX18" fmla="*/ 128588 w 128587"/>
                              <a:gd name="connsiteY18" fmla="*/ 85725 h 150494"/>
                              <a:gd name="connsiteX19" fmla="*/ 126682 w 128587"/>
                              <a:gd name="connsiteY19" fmla="*/ 85725 h 150494"/>
                              <a:gd name="connsiteX20" fmla="*/ 40005 w 128587"/>
                              <a:gd name="connsiteY20" fmla="*/ 64770 h 150494"/>
                              <a:gd name="connsiteX21" fmla="*/ 82867 w 128587"/>
                              <a:gd name="connsiteY21" fmla="*/ 64770 h 150494"/>
                              <a:gd name="connsiteX22" fmla="*/ 82867 w 128587"/>
                              <a:gd name="connsiteY22" fmla="*/ 42863 h 150494"/>
                              <a:gd name="connsiteX23" fmla="*/ 76200 w 128587"/>
                              <a:gd name="connsiteY23" fmla="*/ 27622 h 150494"/>
                              <a:gd name="connsiteX24" fmla="*/ 60960 w 128587"/>
                              <a:gd name="connsiteY24" fmla="*/ 20955 h 150494"/>
                              <a:gd name="connsiteX25" fmla="*/ 45720 w 128587"/>
                              <a:gd name="connsiteY25" fmla="*/ 27622 h 150494"/>
                              <a:gd name="connsiteX26" fmla="*/ 39052 w 128587"/>
                              <a:gd name="connsiteY26" fmla="*/ 42863 h 150494"/>
                              <a:gd name="connsiteX27" fmla="*/ 39052 w 128587"/>
                              <a:gd name="connsiteY27" fmla="*/ 64770 h 150494"/>
                              <a:gd name="connsiteX28" fmla="*/ 40005 w 128587"/>
                              <a:gd name="connsiteY28" fmla="*/ 64770 h 1504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28587" h="150494">
                                <a:moveTo>
                                  <a:pt x="126682" y="85725"/>
                                </a:moveTo>
                                <a:lnTo>
                                  <a:pt x="40957" y="85725"/>
                                </a:lnTo>
                                <a:lnTo>
                                  <a:pt x="40957" y="107632"/>
                                </a:lnTo>
                                <a:cubicBezTo>
                                  <a:pt x="40957" y="113347"/>
                                  <a:pt x="42863" y="118110"/>
                                  <a:pt x="47625" y="122872"/>
                                </a:cubicBezTo>
                                <a:cubicBezTo>
                                  <a:pt x="51435" y="127635"/>
                                  <a:pt x="57150" y="129540"/>
                                  <a:pt x="62865" y="129540"/>
                                </a:cubicBezTo>
                                <a:lnTo>
                                  <a:pt x="84772" y="129540"/>
                                </a:lnTo>
                                <a:cubicBezTo>
                                  <a:pt x="99060" y="129540"/>
                                  <a:pt x="106680" y="121920"/>
                                  <a:pt x="106680" y="107632"/>
                                </a:cubicBezTo>
                                <a:lnTo>
                                  <a:pt x="128588" y="107632"/>
                                </a:lnTo>
                                <a:cubicBezTo>
                                  <a:pt x="125730" y="136207"/>
                                  <a:pt x="111442" y="150495"/>
                                  <a:pt x="85725" y="150495"/>
                                </a:cubicBezTo>
                                <a:lnTo>
                                  <a:pt x="42863" y="150495"/>
                                </a:lnTo>
                                <a:cubicBezTo>
                                  <a:pt x="31432" y="150495"/>
                                  <a:pt x="20955" y="146685"/>
                                  <a:pt x="12382" y="138113"/>
                                </a:cubicBezTo>
                                <a:cubicBezTo>
                                  <a:pt x="3810" y="129540"/>
                                  <a:pt x="0" y="119063"/>
                                  <a:pt x="0" y="107632"/>
                                </a:cubicBezTo>
                                <a:lnTo>
                                  <a:pt x="0" y="42863"/>
                                </a:lnTo>
                                <a:cubicBezTo>
                                  <a:pt x="0" y="31432"/>
                                  <a:pt x="3810" y="20955"/>
                                  <a:pt x="12382" y="12382"/>
                                </a:cubicBezTo>
                                <a:cubicBezTo>
                                  <a:pt x="20955" y="3810"/>
                                  <a:pt x="31432" y="0"/>
                                  <a:pt x="42863" y="0"/>
                                </a:cubicBezTo>
                                <a:lnTo>
                                  <a:pt x="85725" y="0"/>
                                </a:lnTo>
                                <a:cubicBezTo>
                                  <a:pt x="97155" y="0"/>
                                  <a:pt x="107632" y="3810"/>
                                  <a:pt x="116205" y="12382"/>
                                </a:cubicBezTo>
                                <a:cubicBezTo>
                                  <a:pt x="124777" y="20955"/>
                                  <a:pt x="128588" y="30480"/>
                                  <a:pt x="128588" y="42863"/>
                                </a:cubicBezTo>
                                <a:lnTo>
                                  <a:pt x="128588" y="85725"/>
                                </a:lnTo>
                                <a:lnTo>
                                  <a:pt x="126682" y="85725"/>
                                </a:lnTo>
                                <a:close/>
                                <a:moveTo>
                                  <a:pt x="40005" y="64770"/>
                                </a:moveTo>
                                <a:lnTo>
                                  <a:pt x="82867" y="64770"/>
                                </a:lnTo>
                                <a:lnTo>
                                  <a:pt x="82867" y="42863"/>
                                </a:lnTo>
                                <a:cubicBezTo>
                                  <a:pt x="82867" y="37147"/>
                                  <a:pt x="80963" y="32385"/>
                                  <a:pt x="76200" y="27622"/>
                                </a:cubicBezTo>
                                <a:cubicBezTo>
                                  <a:pt x="72390" y="23813"/>
                                  <a:pt x="66675" y="20955"/>
                                  <a:pt x="60960" y="20955"/>
                                </a:cubicBezTo>
                                <a:cubicBezTo>
                                  <a:pt x="55245" y="20955"/>
                                  <a:pt x="50482" y="22860"/>
                                  <a:pt x="45720" y="27622"/>
                                </a:cubicBezTo>
                                <a:cubicBezTo>
                                  <a:pt x="41910" y="31432"/>
                                  <a:pt x="39052" y="37147"/>
                                  <a:pt x="39052" y="42863"/>
                                </a:cubicBezTo>
                                <a:lnTo>
                                  <a:pt x="39052" y="64770"/>
                                </a:lnTo>
                                <a:lnTo>
                                  <a:pt x="40005" y="6477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0344893" name="Freeform 240344893"/>
                        <wps:cNvSpPr/>
                        <wps:spPr>
                          <a:xfrm>
                            <a:off x="603884" y="43815"/>
                            <a:ext cx="128587" cy="150494"/>
                          </a:xfrm>
                          <a:custGeom>
                            <a:avLst/>
                            <a:gdLst>
                              <a:gd name="connsiteX0" fmla="*/ 86678 w 128587"/>
                              <a:gd name="connsiteY0" fmla="*/ 64770 h 150494"/>
                              <a:gd name="connsiteX1" fmla="*/ 86678 w 128587"/>
                              <a:gd name="connsiteY1" fmla="*/ 42863 h 150494"/>
                              <a:gd name="connsiteX2" fmla="*/ 80010 w 128587"/>
                              <a:gd name="connsiteY2" fmla="*/ 27622 h 150494"/>
                              <a:gd name="connsiteX3" fmla="*/ 64770 w 128587"/>
                              <a:gd name="connsiteY3" fmla="*/ 20955 h 150494"/>
                              <a:gd name="connsiteX4" fmla="*/ 43815 w 128587"/>
                              <a:gd name="connsiteY4" fmla="*/ 20955 h 150494"/>
                              <a:gd name="connsiteX5" fmla="*/ 21908 w 128587"/>
                              <a:gd name="connsiteY5" fmla="*/ 42863 h 150494"/>
                              <a:gd name="connsiteX6" fmla="*/ 0 w 128587"/>
                              <a:gd name="connsiteY6" fmla="*/ 42863 h 150494"/>
                              <a:gd name="connsiteX7" fmla="*/ 42863 w 128587"/>
                              <a:gd name="connsiteY7" fmla="*/ 0 h 150494"/>
                              <a:gd name="connsiteX8" fmla="*/ 85725 w 128587"/>
                              <a:gd name="connsiteY8" fmla="*/ 0 h 150494"/>
                              <a:gd name="connsiteX9" fmla="*/ 116205 w 128587"/>
                              <a:gd name="connsiteY9" fmla="*/ 12382 h 150494"/>
                              <a:gd name="connsiteX10" fmla="*/ 128588 w 128587"/>
                              <a:gd name="connsiteY10" fmla="*/ 42863 h 150494"/>
                              <a:gd name="connsiteX11" fmla="*/ 128588 w 128587"/>
                              <a:gd name="connsiteY11" fmla="*/ 150495 h 150494"/>
                              <a:gd name="connsiteX12" fmla="*/ 85725 w 128587"/>
                              <a:gd name="connsiteY12" fmla="*/ 150495 h 150494"/>
                              <a:gd name="connsiteX13" fmla="*/ 85725 w 128587"/>
                              <a:gd name="connsiteY13" fmla="*/ 128588 h 150494"/>
                              <a:gd name="connsiteX14" fmla="*/ 63818 w 128587"/>
                              <a:gd name="connsiteY14" fmla="*/ 150495 h 150494"/>
                              <a:gd name="connsiteX15" fmla="*/ 43815 w 128587"/>
                              <a:gd name="connsiteY15" fmla="*/ 150495 h 150494"/>
                              <a:gd name="connsiteX16" fmla="*/ 13335 w 128587"/>
                              <a:gd name="connsiteY16" fmla="*/ 138113 h 150494"/>
                              <a:gd name="connsiteX17" fmla="*/ 953 w 128587"/>
                              <a:gd name="connsiteY17" fmla="*/ 107632 h 150494"/>
                              <a:gd name="connsiteX18" fmla="*/ 13335 w 128587"/>
                              <a:gd name="connsiteY18" fmla="*/ 77153 h 150494"/>
                              <a:gd name="connsiteX19" fmla="*/ 43815 w 128587"/>
                              <a:gd name="connsiteY19" fmla="*/ 64770 h 150494"/>
                              <a:gd name="connsiteX20" fmla="*/ 86678 w 128587"/>
                              <a:gd name="connsiteY20" fmla="*/ 64770 h 150494"/>
                              <a:gd name="connsiteX21" fmla="*/ 86678 w 128587"/>
                              <a:gd name="connsiteY21" fmla="*/ 85725 h 150494"/>
                              <a:gd name="connsiteX22" fmla="*/ 64770 w 128587"/>
                              <a:gd name="connsiteY22" fmla="*/ 85725 h 150494"/>
                              <a:gd name="connsiteX23" fmla="*/ 49530 w 128587"/>
                              <a:gd name="connsiteY23" fmla="*/ 92393 h 150494"/>
                              <a:gd name="connsiteX24" fmla="*/ 42863 w 128587"/>
                              <a:gd name="connsiteY24" fmla="*/ 107632 h 150494"/>
                              <a:gd name="connsiteX25" fmla="*/ 49530 w 128587"/>
                              <a:gd name="connsiteY25" fmla="*/ 122872 h 150494"/>
                              <a:gd name="connsiteX26" fmla="*/ 64770 w 128587"/>
                              <a:gd name="connsiteY26" fmla="*/ 129540 h 150494"/>
                              <a:gd name="connsiteX27" fmla="*/ 80010 w 128587"/>
                              <a:gd name="connsiteY27" fmla="*/ 122872 h 150494"/>
                              <a:gd name="connsiteX28" fmla="*/ 86678 w 128587"/>
                              <a:gd name="connsiteY28" fmla="*/ 107632 h 150494"/>
                              <a:gd name="connsiteX29" fmla="*/ 86678 w 128587"/>
                              <a:gd name="connsiteY29" fmla="*/ 85725 h 150494"/>
                              <a:gd name="connsiteX30" fmla="*/ 86678 w 128587"/>
                              <a:gd name="connsiteY30" fmla="*/ 85725 h 1504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28587" h="150494">
                                <a:moveTo>
                                  <a:pt x="86678" y="64770"/>
                                </a:moveTo>
                                <a:lnTo>
                                  <a:pt x="86678" y="42863"/>
                                </a:lnTo>
                                <a:cubicBezTo>
                                  <a:pt x="86678" y="37147"/>
                                  <a:pt x="84772" y="32385"/>
                                  <a:pt x="80010" y="27622"/>
                                </a:cubicBezTo>
                                <a:cubicBezTo>
                                  <a:pt x="76200" y="23813"/>
                                  <a:pt x="70485" y="20955"/>
                                  <a:pt x="64770" y="20955"/>
                                </a:cubicBezTo>
                                <a:lnTo>
                                  <a:pt x="43815" y="20955"/>
                                </a:lnTo>
                                <a:cubicBezTo>
                                  <a:pt x="31433" y="20955"/>
                                  <a:pt x="23813" y="28575"/>
                                  <a:pt x="21908" y="42863"/>
                                </a:cubicBezTo>
                                <a:lnTo>
                                  <a:pt x="0" y="42863"/>
                                </a:lnTo>
                                <a:cubicBezTo>
                                  <a:pt x="3810" y="14288"/>
                                  <a:pt x="18097" y="0"/>
                                  <a:pt x="42863" y="0"/>
                                </a:cubicBezTo>
                                <a:lnTo>
                                  <a:pt x="85725" y="0"/>
                                </a:lnTo>
                                <a:cubicBezTo>
                                  <a:pt x="97155" y="0"/>
                                  <a:pt x="107633" y="3810"/>
                                  <a:pt x="116205" y="12382"/>
                                </a:cubicBezTo>
                                <a:cubicBezTo>
                                  <a:pt x="124778" y="20955"/>
                                  <a:pt x="128588" y="30480"/>
                                  <a:pt x="128588" y="42863"/>
                                </a:cubicBezTo>
                                <a:lnTo>
                                  <a:pt x="128588" y="150495"/>
                                </a:lnTo>
                                <a:lnTo>
                                  <a:pt x="85725" y="150495"/>
                                </a:lnTo>
                                <a:lnTo>
                                  <a:pt x="85725" y="128588"/>
                                </a:lnTo>
                                <a:cubicBezTo>
                                  <a:pt x="83820" y="142875"/>
                                  <a:pt x="77153" y="150495"/>
                                  <a:pt x="63818" y="150495"/>
                                </a:cubicBezTo>
                                <a:lnTo>
                                  <a:pt x="43815" y="150495"/>
                                </a:lnTo>
                                <a:cubicBezTo>
                                  <a:pt x="32385" y="150495"/>
                                  <a:pt x="21908" y="146685"/>
                                  <a:pt x="13335" y="138113"/>
                                </a:cubicBezTo>
                                <a:cubicBezTo>
                                  <a:pt x="4763" y="129540"/>
                                  <a:pt x="953" y="119063"/>
                                  <a:pt x="953" y="107632"/>
                                </a:cubicBezTo>
                                <a:cubicBezTo>
                                  <a:pt x="953" y="96203"/>
                                  <a:pt x="4763" y="85725"/>
                                  <a:pt x="13335" y="77153"/>
                                </a:cubicBezTo>
                                <a:cubicBezTo>
                                  <a:pt x="21908" y="68580"/>
                                  <a:pt x="32385" y="64770"/>
                                  <a:pt x="43815" y="64770"/>
                                </a:cubicBezTo>
                                <a:lnTo>
                                  <a:pt x="86678" y="64770"/>
                                </a:lnTo>
                                <a:close/>
                                <a:moveTo>
                                  <a:pt x="86678" y="85725"/>
                                </a:moveTo>
                                <a:lnTo>
                                  <a:pt x="64770" y="85725"/>
                                </a:lnTo>
                                <a:cubicBezTo>
                                  <a:pt x="59055" y="85725"/>
                                  <a:pt x="54293" y="87630"/>
                                  <a:pt x="49530" y="92393"/>
                                </a:cubicBezTo>
                                <a:cubicBezTo>
                                  <a:pt x="45720" y="96203"/>
                                  <a:pt x="42863" y="101918"/>
                                  <a:pt x="42863" y="107632"/>
                                </a:cubicBezTo>
                                <a:cubicBezTo>
                                  <a:pt x="42863" y="113347"/>
                                  <a:pt x="44768" y="118110"/>
                                  <a:pt x="49530" y="122872"/>
                                </a:cubicBezTo>
                                <a:cubicBezTo>
                                  <a:pt x="53340" y="127635"/>
                                  <a:pt x="59055" y="129540"/>
                                  <a:pt x="64770" y="129540"/>
                                </a:cubicBezTo>
                                <a:cubicBezTo>
                                  <a:pt x="70485" y="129540"/>
                                  <a:pt x="76200" y="127635"/>
                                  <a:pt x="80010" y="122872"/>
                                </a:cubicBezTo>
                                <a:cubicBezTo>
                                  <a:pt x="83820" y="118110"/>
                                  <a:pt x="86678" y="113347"/>
                                  <a:pt x="86678" y="107632"/>
                                </a:cubicBezTo>
                                <a:lnTo>
                                  <a:pt x="86678" y="85725"/>
                                </a:lnTo>
                                <a:lnTo>
                                  <a:pt x="86678" y="85725"/>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24171805" name="Freeform 1024171805"/>
                        <wps:cNvSpPr/>
                        <wps:spPr>
                          <a:xfrm>
                            <a:off x="776287" y="0"/>
                            <a:ext cx="87630" cy="194309"/>
                          </a:xfrm>
                          <a:custGeom>
                            <a:avLst/>
                            <a:gdLst>
                              <a:gd name="connsiteX0" fmla="*/ 22860 w 87630"/>
                              <a:gd name="connsiteY0" fmla="*/ 0 h 194309"/>
                              <a:gd name="connsiteX1" fmla="*/ 65722 w 87630"/>
                              <a:gd name="connsiteY1" fmla="*/ 0 h 194309"/>
                              <a:gd name="connsiteX2" fmla="*/ 65722 w 87630"/>
                              <a:gd name="connsiteY2" fmla="*/ 42863 h 194309"/>
                              <a:gd name="connsiteX3" fmla="*/ 87630 w 87630"/>
                              <a:gd name="connsiteY3" fmla="*/ 42863 h 194309"/>
                              <a:gd name="connsiteX4" fmla="*/ 87630 w 87630"/>
                              <a:gd name="connsiteY4" fmla="*/ 64770 h 194309"/>
                              <a:gd name="connsiteX5" fmla="*/ 65722 w 87630"/>
                              <a:gd name="connsiteY5" fmla="*/ 64770 h 194309"/>
                              <a:gd name="connsiteX6" fmla="*/ 65722 w 87630"/>
                              <a:gd name="connsiteY6" fmla="*/ 150495 h 194309"/>
                              <a:gd name="connsiteX7" fmla="*/ 72390 w 87630"/>
                              <a:gd name="connsiteY7" fmla="*/ 166688 h 194309"/>
                              <a:gd name="connsiteX8" fmla="*/ 84773 w 87630"/>
                              <a:gd name="connsiteY8" fmla="*/ 172403 h 194309"/>
                              <a:gd name="connsiteX9" fmla="*/ 86677 w 87630"/>
                              <a:gd name="connsiteY9" fmla="*/ 172403 h 194309"/>
                              <a:gd name="connsiteX10" fmla="*/ 86677 w 87630"/>
                              <a:gd name="connsiteY10" fmla="*/ 194310 h 194309"/>
                              <a:gd name="connsiteX11" fmla="*/ 64770 w 87630"/>
                              <a:gd name="connsiteY11" fmla="*/ 194310 h 194309"/>
                              <a:gd name="connsiteX12" fmla="*/ 34290 w 87630"/>
                              <a:gd name="connsiteY12" fmla="*/ 181928 h 194309"/>
                              <a:gd name="connsiteX13" fmla="*/ 21907 w 87630"/>
                              <a:gd name="connsiteY13" fmla="*/ 151447 h 194309"/>
                              <a:gd name="connsiteX14" fmla="*/ 21907 w 87630"/>
                              <a:gd name="connsiteY14" fmla="*/ 65722 h 194309"/>
                              <a:gd name="connsiteX15" fmla="*/ 0 w 87630"/>
                              <a:gd name="connsiteY15" fmla="*/ 65722 h 194309"/>
                              <a:gd name="connsiteX16" fmla="*/ 0 w 87630"/>
                              <a:gd name="connsiteY16" fmla="*/ 43815 h 194309"/>
                              <a:gd name="connsiteX17" fmla="*/ 21907 w 87630"/>
                              <a:gd name="connsiteY17" fmla="*/ 43815 h 194309"/>
                              <a:gd name="connsiteX18" fmla="*/ 22860 w 87630"/>
                              <a:gd name="connsiteY18" fmla="*/ 0 h 194309"/>
                              <a:gd name="connsiteX19" fmla="*/ 22860 w 87630"/>
                              <a:gd name="connsiteY19" fmla="*/ 0 h 1943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7630" h="194309">
                                <a:moveTo>
                                  <a:pt x="22860" y="0"/>
                                </a:moveTo>
                                <a:lnTo>
                                  <a:pt x="65722" y="0"/>
                                </a:lnTo>
                                <a:lnTo>
                                  <a:pt x="65722" y="42863"/>
                                </a:lnTo>
                                <a:lnTo>
                                  <a:pt x="87630" y="42863"/>
                                </a:lnTo>
                                <a:lnTo>
                                  <a:pt x="87630" y="64770"/>
                                </a:lnTo>
                                <a:lnTo>
                                  <a:pt x="65722" y="64770"/>
                                </a:lnTo>
                                <a:lnTo>
                                  <a:pt x="65722" y="150495"/>
                                </a:lnTo>
                                <a:cubicBezTo>
                                  <a:pt x="65722" y="157163"/>
                                  <a:pt x="67628" y="162878"/>
                                  <a:pt x="72390" y="166688"/>
                                </a:cubicBezTo>
                                <a:cubicBezTo>
                                  <a:pt x="77152" y="170497"/>
                                  <a:pt x="80963" y="172403"/>
                                  <a:pt x="84773" y="172403"/>
                                </a:cubicBezTo>
                                <a:lnTo>
                                  <a:pt x="86677" y="172403"/>
                                </a:lnTo>
                                <a:lnTo>
                                  <a:pt x="86677" y="194310"/>
                                </a:lnTo>
                                <a:lnTo>
                                  <a:pt x="64770" y="194310"/>
                                </a:lnTo>
                                <a:cubicBezTo>
                                  <a:pt x="53340" y="194310"/>
                                  <a:pt x="42863" y="190500"/>
                                  <a:pt x="34290" y="181928"/>
                                </a:cubicBezTo>
                                <a:cubicBezTo>
                                  <a:pt x="25718" y="173355"/>
                                  <a:pt x="21907" y="162878"/>
                                  <a:pt x="21907" y="151447"/>
                                </a:cubicBezTo>
                                <a:lnTo>
                                  <a:pt x="21907" y="65722"/>
                                </a:lnTo>
                                <a:lnTo>
                                  <a:pt x="0" y="65722"/>
                                </a:lnTo>
                                <a:lnTo>
                                  <a:pt x="0" y="43815"/>
                                </a:lnTo>
                                <a:lnTo>
                                  <a:pt x="21907" y="43815"/>
                                </a:lnTo>
                                <a:lnTo>
                                  <a:pt x="22860" y="0"/>
                                </a:lnTo>
                                <a:lnTo>
                                  <a:pt x="22860" y="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99842884" name="Freeform 1099842884"/>
                        <wps:cNvSpPr/>
                        <wps:spPr>
                          <a:xfrm>
                            <a:off x="906780" y="43815"/>
                            <a:ext cx="107632" cy="149542"/>
                          </a:xfrm>
                          <a:custGeom>
                            <a:avLst/>
                            <a:gdLst>
                              <a:gd name="connsiteX0" fmla="*/ 107632 w 107632"/>
                              <a:gd name="connsiteY0" fmla="*/ 42863 h 149542"/>
                              <a:gd name="connsiteX1" fmla="*/ 85725 w 107632"/>
                              <a:gd name="connsiteY1" fmla="*/ 42863 h 149542"/>
                              <a:gd name="connsiteX2" fmla="*/ 65722 w 107632"/>
                              <a:gd name="connsiteY2" fmla="*/ 20955 h 149542"/>
                              <a:gd name="connsiteX3" fmla="*/ 48577 w 107632"/>
                              <a:gd name="connsiteY3" fmla="*/ 25718 h 149542"/>
                              <a:gd name="connsiteX4" fmla="*/ 42863 w 107632"/>
                              <a:gd name="connsiteY4" fmla="*/ 39053 h 149542"/>
                              <a:gd name="connsiteX5" fmla="*/ 74295 w 107632"/>
                              <a:gd name="connsiteY5" fmla="*/ 64770 h 149542"/>
                              <a:gd name="connsiteX6" fmla="*/ 103822 w 107632"/>
                              <a:gd name="connsiteY6" fmla="*/ 87630 h 149542"/>
                              <a:gd name="connsiteX7" fmla="*/ 107632 w 107632"/>
                              <a:gd name="connsiteY7" fmla="*/ 106680 h 149542"/>
                              <a:gd name="connsiteX8" fmla="*/ 95250 w 107632"/>
                              <a:gd name="connsiteY8" fmla="*/ 137160 h 149542"/>
                              <a:gd name="connsiteX9" fmla="*/ 64770 w 107632"/>
                              <a:gd name="connsiteY9" fmla="*/ 149543 h 149542"/>
                              <a:gd name="connsiteX10" fmla="*/ 42863 w 107632"/>
                              <a:gd name="connsiteY10" fmla="*/ 149543 h 149542"/>
                              <a:gd name="connsiteX11" fmla="*/ 0 w 107632"/>
                              <a:gd name="connsiteY11" fmla="*/ 106680 h 149542"/>
                              <a:gd name="connsiteX12" fmla="*/ 21907 w 107632"/>
                              <a:gd name="connsiteY12" fmla="*/ 106680 h 149542"/>
                              <a:gd name="connsiteX13" fmla="*/ 41910 w 107632"/>
                              <a:gd name="connsiteY13" fmla="*/ 128588 h 149542"/>
                              <a:gd name="connsiteX14" fmla="*/ 59055 w 107632"/>
                              <a:gd name="connsiteY14" fmla="*/ 123825 h 149542"/>
                              <a:gd name="connsiteX15" fmla="*/ 64770 w 107632"/>
                              <a:gd name="connsiteY15" fmla="*/ 110490 h 149542"/>
                              <a:gd name="connsiteX16" fmla="*/ 33338 w 107632"/>
                              <a:gd name="connsiteY16" fmla="*/ 84772 h 149542"/>
                              <a:gd name="connsiteX17" fmla="*/ 3810 w 107632"/>
                              <a:gd name="connsiteY17" fmla="*/ 61913 h 149542"/>
                              <a:gd name="connsiteX18" fmla="*/ 0 w 107632"/>
                              <a:gd name="connsiteY18" fmla="*/ 42863 h 149542"/>
                              <a:gd name="connsiteX19" fmla="*/ 12382 w 107632"/>
                              <a:gd name="connsiteY19" fmla="*/ 12382 h 149542"/>
                              <a:gd name="connsiteX20" fmla="*/ 42863 w 107632"/>
                              <a:gd name="connsiteY20" fmla="*/ 0 h 149542"/>
                              <a:gd name="connsiteX21" fmla="*/ 64770 w 107632"/>
                              <a:gd name="connsiteY21" fmla="*/ 0 h 149542"/>
                              <a:gd name="connsiteX22" fmla="*/ 107632 w 107632"/>
                              <a:gd name="connsiteY22" fmla="*/ 42863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632" h="149542">
                                <a:moveTo>
                                  <a:pt x="107632" y="42863"/>
                                </a:moveTo>
                                <a:lnTo>
                                  <a:pt x="85725" y="42863"/>
                                </a:lnTo>
                                <a:cubicBezTo>
                                  <a:pt x="83820" y="28575"/>
                                  <a:pt x="77152" y="20955"/>
                                  <a:pt x="65722" y="20955"/>
                                </a:cubicBezTo>
                                <a:cubicBezTo>
                                  <a:pt x="58102" y="20955"/>
                                  <a:pt x="52388" y="22860"/>
                                  <a:pt x="48577" y="25718"/>
                                </a:cubicBezTo>
                                <a:cubicBezTo>
                                  <a:pt x="44768" y="28575"/>
                                  <a:pt x="42863" y="33338"/>
                                  <a:pt x="42863" y="39053"/>
                                </a:cubicBezTo>
                                <a:cubicBezTo>
                                  <a:pt x="42863" y="45720"/>
                                  <a:pt x="53340" y="54293"/>
                                  <a:pt x="74295" y="64770"/>
                                </a:cubicBezTo>
                                <a:cubicBezTo>
                                  <a:pt x="91440" y="74295"/>
                                  <a:pt x="100965" y="81915"/>
                                  <a:pt x="103822" y="87630"/>
                                </a:cubicBezTo>
                                <a:cubicBezTo>
                                  <a:pt x="106680" y="93345"/>
                                  <a:pt x="107632" y="100013"/>
                                  <a:pt x="107632" y="106680"/>
                                </a:cubicBezTo>
                                <a:cubicBezTo>
                                  <a:pt x="107632" y="118110"/>
                                  <a:pt x="103822" y="128588"/>
                                  <a:pt x="95250" y="137160"/>
                                </a:cubicBezTo>
                                <a:cubicBezTo>
                                  <a:pt x="86677" y="145732"/>
                                  <a:pt x="76200" y="149543"/>
                                  <a:pt x="64770" y="149543"/>
                                </a:cubicBezTo>
                                <a:lnTo>
                                  <a:pt x="42863" y="149543"/>
                                </a:lnTo>
                                <a:cubicBezTo>
                                  <a:pt x="14288" y="149543"/>
                                  <a:pt x="0" y="135255"/>
                                  <a:pt x="0" y="106680"/>
                                </a:cubicBezTo>
                                <a:lnTo>
                                  <a:pt x="21907" y="106680"/>
                                </a:lnTo>
                                <a:cubicBezTo>
                                  <a:pt x="23813" y="120968"/>
                                  <a:pt x="30480" y="128588"/>
                                  <a:pt x="41910" y="128588"/>
                                </a:cubicBezTo>
                                <a:cubicBezTo>
                                  <a:pt x="49530" y="128588"/>
                                  <a:pt x="55245" y="126682"/>
                                  <a:pt x="59055" y="123825"/>
                                </a:cubicBezTo>
                                <a:cubicBezTo>
                                  <a:pt x="62865" y="120968"/>
                                  <a:pt x="64770" y="116205"/>
                                  <a:pt x="64770" y="110490"/>
                                </a:cubicBezTo>
                                <a:cubicBezTo>
                                  <a:pt x="64770" y="104775"/>
                                  <a:pt x="54293" y="96203"/>
                                  <a:pt x="33338" y="84772"/>
                                </a:cubicBezTo>
                                <a:cubicBezTo>
                                  <a:pt x="16193" y="75247"/>
                                  <a:pt x="6668" y="67628"/>
                                  <a:pt x="3810" y="61913"/>
                                </a:cubicBezTo>
                                <a:cubicBezTo>
                                  <a:pt x="952" y="56197"/>
                                  <a:pt x="0" y="49530"/>
                                  <a:pt x="0" y="42863"/>
                                </a:cubicBezTo>
                                <a:cubicBezTo>
                                  <a:pt x="0" y="31432"/>
                                  <a:pt x="3810" y="20955"/>
                                  <a:pt x="12382" y="12382"/>
                                </a:cubicBezTo>
                                <a:cubicBezTo>
                                  <a:pt x="20955" y="3810"/>
                                  <a:pt x="31432" y="0"/>
                                  <a:pt x="42863" y="0"/>
                                </a:cubicBezTo>
                                <a:lnTo>
                                  <a:pt x="64770" y="0"/>
                                </a:lnTo>
                                <a:cubicBezTo>
                                  <a:pt x="91440" y="0"/>
                                  <a:pt x="105727" y="14288"/>
                                  <a:pt x="107632" y="42863"/>
                                </a:cubicBez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5E6E81E" id="Graphic 11" o:spid="_x0000_s1026" style="position:absolute;margin-left:636.3pt;margin-top:11.35pt;width:79.85pt;height:15.25pt;z-index:251583483" coordsize="10144,1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">
                <v:shape id="Freeform 1617726937" o:spid="_x0000_s1027" style="position:absolute;width:876;height:1943;visibility:visible;mso-wrap-style:square;v-text-anchor:middle" coordsize="87630,19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" path="m22860,l65722,r,42863l87630,42863r,21907l65722,64770r,85725c65722,157163,67628,162878,72390,166688v4763,3809,8573,5715,12382,5715l86678,172403r,21907l64770,194310v-11430,,-21907,-3810,-30480,-12382c25718,173355,21907,162878,21907,151447r,-85725l,65722,,43815r21907,l22860,r,xe" fillcolor="black" stroked="f">
                  <v:stroke joinstyle="miter"/>
                  <v:path arrowok="t" o:connecttype="custom" o:connectlocs="22860,0;65722,0;65722,42863;87630,42863;87630,64770;65722,64770;65722,150495;72390,166688;84772,172403;86678,172403;86678,194310;64770,194310;34290,181928;21907,151447;21907,65722;0,65722;0,43815;21907,43815;22860,0;22860,0" o:connectangles="0,0,0,0,0,0,0,0,0,0,0,0,0,0,0,0,0,0,0,0"/>
                </v:shape>
                <v:shape id="Freeform 1732446040" o:spid="_x0000_s1028" style="position:absolute;left:1304;width:1286;height:1943;visibility:visible;mso-wrap-style:square;v-text-anchor:middle" coordsize="128587,19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" path="m,194310l,,42863,r,64770c43815,57150,45720,52388,49530,48578v3810,-3810,8572,-5715,14287,-5715l85725,42863v11430,,21907,3809,30480,12382c124777,63818,128588,73343,128588,85725r,107633l85725,193358r,-106680c85725,80963,83820,76200,79057,71438,75247,67628,69532,64770,63817,64770v-5715,,-10477,1905,-15240,6668c44767,75247,41910,80963,41910,86678r,107632l,194310xe" fillcolor="black" stroked="f">
                  <v:stroke joinstyle="miter"/>
                  <v:path arrowok="t" o:connecttype="custom" o:connectlocs="0,194310;0,0;42863,0;42863,64770;49530,48578;63817,42863;85725,42863;116205,55245;128588,85725;128588,193358;85725,193358;85725,86678;79057,71438;63817,64770;48577,71438;41910,86678;41910,194310;0,194310" o:connectangles="0,0,0,0,0,0,0,0,0,0,0,0,0,0,0,0,0,0"/>
                </v:shape>
                <v:shape id="Freeform 655085435" o:spid="_x0000_s1029" style="position:absolute;left:3028;top:438;width:1077;height:1505;visibility:visible;mso-wrap-style:square;v-text-anchor:middle" coordsize="107632,150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" path="m42863,150495l,150495,,,42863,r,42863c44768,28575,48578,18097,56198,10478,63818,2857,73343,,85725,r21908,l107633,42863r-42863,c59055,42863,54293,44768,49530,49530v-3810,3810,-6667,9525,-6667,15240l42863,150495r,xe" fillcolor="black" stroked="f">
                  <v:stroke joinstyle="miter"/>
                  <v:path arrowok="t" o:connecttype="custom" o:connectlocs="42863,150495;0,150495;0,0;42863,0;42863,42863;56198,10478;85725,0;107633,0;107633,42863;64770,42863;49530,49530;42863,64770;42863,150495;42863,150495" o:connectangles="0,0,0,0,0,0,0,0,0,0,0,0,0,0"/>
                </v:shape>
                <v:shape id="Freeform 312960278" o:spid="_x0000_s1030" style="position:absolute;left:4352;top:438;width:1286;height:1505;visibility:visible;mso-wrap-style:square;v-text-anchor:middle" coordsize="128587,150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" path="m126682,85725r-85725,l40957,107632v,5715,1906,10478,6668,15240c51435,127635,57150,129540,62865,129540r21907,c99060,129540,106680,121920,106680,107632r21908,c125730,136207,111442,150495,85725,150495r-42862,c31432,150495,20955,146685,12382,138113,3810,129540,,119063,,107632l,42863c,31432,3810,20955,12382,12382,20955,3810,31432,,42863,l85725,v11430,,21907,3810,30480,12382c124777,20955,128588,30480,128588,42863r,42862l126682,85725xm40005,64770r42862,l82867,42863v,-5716,-1904,-10478,-6667,-15241c72390,23813,66675,20955,60960,20955v-5715,,-10478,1905,-15240,6667c41910,31432,39052,37147,39052,42863r,21907l40005,64770xe" fillcolor="black" stroked="f">
                  <v:stroke joinstyle="miter"/>
                  <v:path arrowok="t" o:connecttype="custom" o:connectlocs="126682,85725;40957,85725;40957,107632;47625,122872;62865,129540;84772,129540;106680,107632;128588,107632;85725,150495;42863,150495;12382,138113;0,107632;0,42863;12382,12382;42863,0;85725,0;116205,12382;128588,42863;128588,85725;126682,85725;40005,64770;82867,64770;82867,42863;76200,27622;60960,20955;45720,27622;39052,42863;39052,64770;40005,64770" o:connectangles="0,0,0,0,0,0,0,0,0,0,0,0,0,0,0,0,0,0,0,0,0,0,0,0,0,0,0,0,0"/>
                </v:shape>
                <v:shape id="Freeform 240344893" o:spid="_x0000_s1031" style="position:absolute;left:6038;top:438;width:1286;height:1505;visibility:visible;mso-wrap-style:square;v-text-anchor:middle" coordsize="128587,150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" path="m86678,64770r,-21907c86678,37147,84772,32385,80010,27622,76200,23813,70485,20955,64770,20955r-20955,c31433,20955,23813,28575,21908,42863l,42863c3810,14288,18097,,42863,l85725,v11430,,21908,3810,30480,12382c124778,20955,128588,30480,128588,42863r,107632l85725,150495r,-21907c83820,142875,77153,150495,63818,150495r-20003,c32385,150495,21908,146685,13335,138113,4763,129540,953,119063,953,107632,953,96203,4763,85725,13335,77153,21908,68580,32385,64770,43815,64770r42863,xm86678,85725r-21908,c59055,85725,54293,87630,49530,92393v-3810,3810,-6667,9525,-6667,15239c42863,113347,44768,118110,49530,122872v3810,4763,9525,6668,15240,6668c70485,129540,76200,127635,80010,122872v3810,-4762,6668,-9525,6668,-15240l86678,85725r,xe" fillcolor="black" stroked="f">
                  <v:stroke joinstyle="miter"/>
                  <v:path arrowok="t" o:connecttype="custom" o:connectlocs="86678,64770;86678,42863;80010,27622;64770,20955;43815,20955;21908,42863;0,42863;42863,0;85725,0;116205,12382;128588,42863;128588,150495;85725,150495;85725,128588;63818,150495;43815,150495;13335,138113;953,107632;13335,77153;43815,64770;86678,64770;86678,85725;64770,85725;49530,92393;42863,107632;49530,122872;64770,129540;80010,122872;86678,107632;86678,85725;86678,85725" o:connectangles="0,0,0,0,0,0,0,0,0,0,0,0,0,0,0,0,0,0,0,0,0,0,0,0,0,0,0,0,0,0,0"/>
                </v:shape>
                <v:shape id="Freeform 1024171805" o:spid="_x0000_s1032" style="position:absolute;left:7762;width:877;height:1943;visibility:visible;mso-wrap-style:square;v-text-anchor:middle" coordsize="87630,19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" path="m22860,l65722,r,42863l87630,42863r,21907l65722,64770r,85725c65722,157163,67628,162878,72390,166688v4762,3809,8573,5715,12383,5715l86677,172403r,21907l64770,194310v-11430,,-21907,-3810,-30480,-12382c25718,173355,21907,162878,21907,151447r,-85725l,65722,,43815r21907,l22860,r,xe" fillcolor="black" stroked="f">
                  <v:stroke joinstyle="miter"/>
                  <v:path arrowok="t" o:connecttype="custom" o:connectlocs="22860,0;65722,0;65722,42863;87630,42863;87630,64770;65722,64770;65722,150495;72390,166688;84773,172403;86677,172403;86677,194310;64770,194310;34290,181928;21907,151447;21907,65722;0,65722;0,43815;21907,43815;22860,0;22860,0" o:connectangles="0,0,0,0,0,0,0,0,0,0,0,0,0,0,0,0,0,0,0,0"/>
                </v:shape>
                <v:shape id="Freeform 1099842884" o:spid="_x0000_s1033" style="position:absolute;left:9067;top:438;width:1077;height:1495;visibility:visible;mso-wrap-style:square;v-text-anchor:middle" coordsize="107632,14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" path="m107632,42863r-21907,c83820,28575,77152,20955,65722,20955v-7620,,-13334,1905,-17145,4763c44768,28575,42863,33338,42863,39053v,6667,10477,15240,31432,25717c91440,74295,100965,81915,103822,87630v2858,5715,3810,12383,3810,19050c107632,118110,103822,128588,95250,137160v-8573,8572,-19050,12383,-30480,12383l42863,149543c14288,149543,,135255,,106680r21907,c23813,120968,30480,128588,41910,128588v7620,,13335,-1906,17145,-4763c62865,120968,64770,116205,64770,110490v,-5715,-10477,-14287,-31432,-25718c16193,75247,6668,67628,3810,61913,952,56197,,49530,,42863,,31432,3810,20955,12382,12382,20955,3810,31432,,42863,l64770,v26670,,40957,14288,42862,42863xe" fillcolor="black" stroked="f">
                  <v:stroke joinstyle="miter"/>
                  <v:path arrowok="t" o:connecttype="custom" o:connectlocs="107632,42863;85725,42863;65722,20955;48577,25718;42863,39053;74295,64770;103822,87630;107632,106680;95250,137160;64770,149543;42863,149543;0,106680;21907,106680;41910,128588;59055,123825;64770,110490;33338,84772;3810,61913;0,42863;12382,12382;42863,0;64770,0;107632,42863" o:connectangles="0,0,0,0,0,0,0,0,0,0,0,0,0,0,0,0,0,0,0,0,0,0,0"/>
                </v:shape>
              </v:group>
            </w:pict>
          </mc:Fallback>
        </mc:AlternateContent>
      </w:r>
      <w:r>
        <w:rPr>
          <w:noProof/>
        </w:rPr>
        <mc:AlternateContent>
          <mc:Choice Requires="wpg">
            <w:drawing>
              <wp:anchor distT="0" distB="0" distL="114300" distR="114300" simplePos="0" relativeHeight="251582459" behindDoc="0" locked="0" layoutInCell="1" allowOverlap="1" wp14:anchorId="06DBB051" wp14:editId="105A6E13">
                <wp:simplePos x="0" y="0"/>
                <wp:positionH relativeFrom="column">
                  <wp:posOffset>138896</wp:posOffset>
                </wp:positionH>
                <wp:positionV relativeFrom="paragraph">
                  <wp:posOffset>105651</wp:posOffset>
                </wp:positionV>
                <wp:extent cx="1874520" cy="236855"/>
                <wp:effectExtent l="0" t="0" r="5080" b="4445"/>
                <wp:wrapNone/>
                <wp:docPr id="545199227" name="Graphic 12"/>
                <wp:cNvGraphicFramePr/>
                <a:graphic xmlns:a="http://schemas.openxmlformats.org/drawingml/2006/main">
                  <a:graphicData uri="http://schemas.microsoft.com/office/word/2010/wordprocessingGroup">
                    <wpg:wgp>
                      <wpg:cNvGrpSpPr/>
                      <wpg:grpSpPr>
                        <a:xfrm>
                          <a:off x="0" y="0"/>
                          <a:ext cx="1874520" cy="236855"/>
                          <a:chOff x="0" y="0"/>
                          <a:chExt cx="1874520" cy="237172"/>
                        </a:xfrm>
                        <a:solidFill>
                          <a:srgbClr val="000000"/>
                        </a:solidFill>
                      </wpg:grpSpPr>
                      <wps:wsp>
                        <wps:cNvPr id="1107160358" name="Freeform 1107160358"/>
                        <wps:cNvSpPr/>
                        <wps:spPr>
                          <a:xfrm>
                            <a:off x="0" y="43815"/>
                            <a:ext cx="128587" cy="150495"/>
                          </a:xfrm>
                          <a:custGeom>
                            <a:avLst/>
                            <a:gdLst>
                              <a:gd name="connsiteX0" fmla="*/ 42863 w 128587"/>
                              <a:gd name="connsiteY0" fmla="*/ 0 h 150495"/>
                              <a:gd name="connsiteX1" fmla="*/ 85725 w 128587"/>
                              <a:gd name="connsiteY1" fmla="*/ 0 h 150495"/>
                              <a:gd name="connsiteX2" fmla="*/ 116205 w 128587"/>
                              <a:gd name="connsiteY2" fmla="*/ 12383 h 150495"/>
                              <a:gd name="connsiteX3" fmla="*/ 128588 w 128587"/>
                              <a:gd name="connsiteY3" fmla="*/ 42863 h 150495"/>
                              <a:gd name="connsiteX4" fmla="*/ 128588 w 128587"/>
                              <a:gd name="connsiteY4" fmla="*/ 107633 h 150495"/>
                              <a:gd name="connsiteX5" fmla="*/ 116205 w 128587"/>
                              <a:gd name="connsiteY5" fmla="*/ 138113 h 150495"/>
                              <a:gd name="connsiteX6" fmla="*/ 85725 w 128587"/>
                              <a:gd name="connsiteY6" fmla="*/ 150495 h 150495"/>
                              <a:gd name="connsiteX7" fmla="*/ 42863 w 128587"/>
                              <a:gd name="connsiteY7" fmla="*/ 150495 h 150495"/>
                              <a:gd name="connsiteX8" fmla="*/ 12383 w 128587"/>
                              <a:gd name="connsiteY8" fmla="*/ 138113 h 150495"/>
                              <a:gd name="connsiteX9" fmla="*/ 0 w 128587"/>
                              <a:gd name="connsiteY9" fmla="*/ 107633 h 150495"/>
                              <a:gd name="connsiteX10" fmla="*/ 0 w 128587"/>
                              <a:gd name="connsiteY10" fmla="*/ 42863 h 150495"/>
                              <a:gd name="connsiteX11" fmla="*/ 12383 w 128587"/>
                              <a:gd name="connsiteY11" fmla="*/ 12383 h 150495"/>
                              <a:gd name="connsiteX12" fmla="*/ 42863 w 128587"/>
                              <a:gd name="connsiteY12" fmla="*/ 0 h 150495"/>
                              <a:gd name="connsiteX13" fmla="*/ 42863 w 128587"/>
                              <a:gd name="connsiteY13" fmla="*/ 42863 h 150495"/>
                              <a:gd name="connsiteX14" fmla="*/ 42863 w 128587"/>
                              <a:gd name="connsiteY14" fmla="*/ 107633 h 150495"/>
                              <a:gd name="connsiteX15" fmla="*/ 49530 w 128587"/>
                              <a:gd name="connsiteY15" fmla="*/ 122872 h 150495"/>
                              <a:gd name="connsiteX16" fmla="*/ 64770 w 128587"/>
                              <a:gd name="connsiteY16" fmla="*/ 129540 h 150495"/>
                              <a:gd name="connsiteX17" fmla="*/ 80010 w 128587"/>
                              <a:gd name="connsiteY17" fmla="*/ 122872 h 150495"/>
                              <a:gd name="connsiteX18" fmla="*/ 86678 w 128587"/>
                              <a:gd name="connsiteY18" fmla="*/ 107633 h 150495"/>
                              <a:gd name="connsiteX19" fmla="*/ 86678 w 128587"/>
                              <a:gd name="connsiteY19" fmla="*/ 42863 h 150495"/>
                              <a:gd name="connsiteX20" fmla="*/ 80010 w 128587"/>
                              <a:gd name="connsiteY20" fmla="*/ 27622 h 150495"/>
                              <a:gd name="connsiteX21" fmla="*/ 64770 w 128587"/>
                              <a:gd name="connsiteY21" fmla="*/ 20955 h 150495"/>
                              <a:gd name="connsiteX22" fmla="*/ 49530 w 128587"/>
                              <a:gd name="connsiteY22" fmla="*/ 27622 h 150495"/>
                              <a:gd name="connsiteX23" fmla="*/ 42863 w 128587"/>
                              <a:gd name="connsiteY23" fmla="*/ 42863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28587" h="150495">
                                <a:moveTo>
                                  <a:pt x="42863" y="0"/>
                                </a:moveTo>
                                <a:lnTo>
                                  <a:pt x="85725" y="0"/>
                                </a:lnTo>
                                <a:cubicBezTo>
                                  <a:pt x="97155" y="0"/>
                                  <a:pt x="107633" y="3810"/>
                                  <a:pt x="116205" y="12383"/>
                                </a:cubicBezTo>
                                <a:cubicBezTo>
                                  <a:pt x="124778" y="20955"/>
                                  <a:pt x="128588" y="30480"/>
                                  <a:pt x="128588" y="42863"/>
                                </a:cubicBezTo>
                                <a:lnTo>
                                  <a:pt x="128588" y="107633"/>
                                </a:lnTo>
                                <a:cubicBezTo>
                                  <a:pt x="128588" y="119063"/>
                                  <a:pt x="124778" y="129540"/>
                                  <a:pt x="116205" y="138113"/>
                                </a:cubicBezTo>
                                <a:cubicBezTo>
                                  <a:pt x="107633" y="146685"/>
                                  <a:pt x="98108" y="150495"/>
                                  <a:pt x="85725" y="150495"/>
                                </a:cubicBezTo>
                                <a:lnTo>
                                  <a:pt x="42863" y="150495"/>
                                </a:lnTo>
                                <a:cubicBezTo>
                                  <a:pt x="31433" y="150495"/>
                                  <a:pt x="20955" y="146685"/>
                                  <a:pt x="12383" y="138113"/>
                                </a:cubicBezTo>
                                <a:cubicBezTo>
                                  <a:pt x="3810" y="129540"/>
                                  <a:pt x="0" y="119063"/>
                                  <a:pt x="0" y="107633"/>
                                </a:cubicBezTo>
                                <a:lnTo>
                                  <a:pt x="0" y="42863"/>
                                </a:lnTo>
                                <a:cubicBezTo>
                                  <a:pt x="0" y="31433"/>
                                  <a:pt x="3810" y="20955"/>
                                  <a:pt x="12383" y="12383"/>
                                </a:cubicBezTo>
                                <a:cubicBezTo>
                                  <a:pt x="20955" y="4763"/>
                                  <a:pt x="31433" y="0"/>
                                  <a:pt x="42863" y="0"/>
                                </a:cubicBezTo>
                                <a:close/>
                                <a:moveTo>
                                  <a:pt x="42863" y="42863"/>
                                </a:moveTo>
                                <a:lnTo>
                                  <a:pt x="42863" y="107633"/>
                                </a:lnTo>
                                <a:cubicBezTo>
                                  <a:pt x="42863" y="113347"/>
                                  <a:pt x="44768" y="118110"/>
                                  <a:pt x="49530" y="122872"/>
                                </a:cubicBezTo>
                                <a:cubicBezTo>
                                  <a:pt x="53340" y="127635"/>
                                  <a:pt x="59055" y="129540"/>
                                  <a:pt x="64770" y="129540"/>
                                </a:cubicBezTo>
                                <a:cubicBezTo>
                                  <a:pt x="70485" y="129540"/>
                                  <a:pt x="76200" y="127635"/>
                                  <a:pt x="80010" y="122872"/>
                                </a:cubicBezTo>
                                <a:cubicBezTo>
                                  <a:pt x="83820" y="118110"/>
                                  <a:pt x="86678" y="113347"/>
                                  <a:pt x="86678" y="107633"/>
                                </a:cubicBezTo>
                                <a:lnTo>
                                  <a:pt x="86678" y="42863"/>
                                </a:lnTo>
                                <a:cubicBezTo>
                                  <a:pt x="86678" y="37147"/>
                                  <a:pt x="84772" y="32385"/>
                                  <a:pt x="80010" y="27622"/>
                                </a:cubicBezTo>
                                <a:cubicBezTo>
                                  <a:pt x="76200" y="23813"/>
                                  <a:pt x="70485" y="20955"/>
                                  <a:pt x="64770" y="20955"/>
                                </a:cubicBezTo>
                                <a:cubicBezTo>
                                  <a:pt x="59055" y="20955"/>
                                  <a:pt x="54293" y="22860"/>
                                  <a:pt x="49530" y="27622"/>
                                </a:cubicBezTo>
                                <a:cubicBezTo>
                                  <a:pt x="45720" y="32385"/>
                                  <a:pt x="42863" y="37147"/>
                                  <a:pt x="42863" y="42863"/>
                                </a:cubicBez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97012650" name="Freeform 697012650"/>
                        <wps:cNvSpPr/>
                        <wps:spPr>
                          <a:xfrm>
                            <a:off x="172403" y="43815"/>
                            <a:ext cx="129540" cy="193357"/>
                          </a:xfrm>
                          <a:custGeom>
                            <a:avLst/>
                            <a:gdLst>
                              <a:gd name="connsiteX0" fmla="*/ 0 w 129540"/>
                              <a:gd name="connsiteY0" fmla="*/ 0 h 193357"/>
                              <a:gd name="connsiteX1" fmla="*/ 42863 w 129540"/>
                              <a:gd name="connsiteY1" fmla="*/ 0 h 193357"/>
                              <a:gd name="connsiteX2" fmla="*/ 42863 w 129540"/>
                              <a:gd name="connsiteY2" fmla="*/ 21908 h 193357"/>
                              <a:gd name="connsiteX3" fmla="*/ 48578 w 129540"/>
                              <a:gd name="connsiteY3" fmla="*/ 5715 h 193357"/>
                              <a:gd name="connsiteX4" fmla="*/ 64770 w 129540"/>
                              <a:gd name="connsiteY4" fmla="*/ 0 h 193357"/>
                              <a:gd name="connsiteX5" fmla="*/ 86678 w 129540"/>
                              <a:gd name="connsiteY5" fmla="*/ 0 h 193357"/>
                              <a:gd name="connsiteX6" fmla="*/ 117157 w 129540"/>
                              <a:gd name="connsiteY6" fmla="*/ 12383 h 193357"/>
                              <a:gd name="connsiteX7" fmla="*/ 129540 w 129540"/>
                              <a:gd name="connsiteY7" fmla="*/ 42863 h 193357"/>
                              <a:gd name="connsiteX8" fmla="*/ 129540 w 129540"/>
                              <a:gd name="connsiteY8" fmla="*/ 107633 h 193357"/>
                              <a:gd name="connsiteX9" fmla="*/ 117157 w 129540"/>
                              <a:gd name="connsiteY9" fmla="*/ 138113 h 193357"/>
                              <a:gd name="connsiteX10" fmla="*/ 86678 w 129540"/>
                              <a:gd name="connsiteY10" fmla="*/ 150495 h 193357"/>
                              <a:gd name="connsiteX11" fmla="*/ 43815 w 129540"/>
                              <a:gd name="connsiteY11" fmla="*/ 150495 h 193357"/>
                              <a:gd name="connsiteX12" fmla="*/ 43815 w 129540"/>
                              <a:gd name="connsiteY12" fmla="*/ 193358 h 193357"/>
                              <a:gd name="connsiteX13" fmla="*/ 0 w 129540"/>
                              <a:gd name="connsiteY13" fmla="*/ 193358 h 193357"/>
                              <a:gd name="connsiteX14" fmla="*/ 0 w 129540"/>
                              <a:gd name="connsiteY14" fmla="*/ 0 h 193357"/>
                              <a:gd name="connsiteX15" fmla="*/ 42863 w 129540"/>
                              <a:gd name="connsiteY15" fmla="*/ 129540 h 193357"/>
                              <a:gd name="connsiteX16" fmla="*/ 64770 w 129540"/>
                              <a:gd name="connsiteY16" fmla="*/ 129540 h 193357"/>
                              <a:gd name="connsiteX17" fmla="*/ 80010 w 129540"/>
                              <a:gd name="connsiteY17" fmla="*/ 122872 h 193357"/>
                              <a:gd name="connsiteX18" fmla="*/ 86678 w 129540"/>
                              <a:gd name="connsiteY18" fmla="*/ 107633 h 193357"/>
                              <a:gd name="connsiteX19" fmla="*/ 86678 w 129540"/>
                              <a:gd name="connsiteY19" fmla="*/ 42863 h 193357"/>
                              <a:gd name="connsiteX20" fmla="*/ 80010 w 129540"/>
                              <a:gd name="connsiteY20" fmla="*/ 27622 h 193357"/>
                              <a:gd name="connsiteX21" fmla="*/ 64770 w 129540"/>
                              <a:gd name="connsiteY21" fmla="*/ 20955 h 193357"/>
                              <a:gd name="connsiteX22" fmla="*/ 49530 w 129540"/>
                              <a:gd name="connsiteY22" fmla="*/ 27622 h 193357"/>
                              <a:gd name="connsiteX23" fmla="*/ 42863 w 129540"/>
                              <a:gd name="connsiteY23" fmla="*/ 42863 h 193357"/>
                              <a:gd name="connsiteX24" fmla="*/ 42863 w 129540"/>
                              <a:gd name="connsiteY24" fmla="*/ 129540 h 193357"/>
                              <a:gd name="connsiteX25" fmla="*/ 42863 w 129540"/>
                              <a:gd name="connsiteY25" fmla="*/ 129540 h 1933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29540" h="193357">
                                <a:moveTo>
                                  <a:pt x="0" y="0"/>
                                </a:moveTo>
                                <a:lnTo>
                                  <a:pt x="42863" y="0"/>
                                </a:lnTo>
                                <a:lnTo>
                                  <a:pt x="42863" y="21908"/>
                                </a:lnTo>
                                <a:cubicBezTo>
                                  <a:pt x="42863" y="14288"/>
                                  <a:pt x="44768" y="9525"/>
                                  <a:pt x="48578" y="5715"/>
                                </a:cubicBezTo>
                                <a:cubicBezTo>
                                  <a:pt x="52388" y="1905"/>
                                  <a:pt x="57150" y="0"/>
                                  <a:pt x="64770" y="0"/>
                                </a:cubicBezTo>
                                <a:lnTo>
                                  <a:pt x="86678" y="0"/>
                                </a:lnTo>
                                <a:cubicBezTo>
                                  <a:pt x="98107" y="0"/>
                                  <a:pt x="108585" y="3810"/>
                                  <a:pt x="117157" y="12383"/>
                                </a:cubicBezTo>
                                <a:cubicBezTo>
                                  <a:pt x="125730" y="20955"/>
                                  <a:pt x="129540" y="30480"/>
                                  <a:pt x="129540" y="42863"/>
                                </a:cubicBezTo>
                                <a:lnTo>
                                  <a:pt x="129540" y="107633"/>
                                </a:lnTo>
                                <a:cubicBezTo>
                                  <a:pt x="129540" y="119063"/>
                                  <a:pt x="125730" y="129540"/>
                                  <a:pt x="117157" y="138113"/>
                                </a:cubicBezTo>
                                <a:cubicBezTo>
                                  <a:pt x="108585" y="146685"/>
                                  <a:pt x="99060" y="150495"/>
                                  <a:pt x="86678" y="150495"/>
                                </a:cubicBezTo>
                                <a:lnTo>
                                  <a:pt x="43815" y="150495"/>
                                </a:lnTo>
                                <a:lnTo>
                                  <a:pt x="43815" y="193358"/>
                                </a:lnTo>
                                <a:lnTo>
                                  <a:pt x="0" y="193358"/>
                                </a:lnTo>
                                <a:lnTo>
                                  <a:pt x="0" y="0"/>
                                </a:lnTo>
                                <a:close/>
                                <a:moveTo>
                                  <a:pt x="42863" y="129540"/>
                                </a:moveTo>
                                <a:lnTo>
                                  <a:pt x="64770" y="129540"/>
                                </a:lnTo>
                                <a:cubicBezTo>
                                  <a:pt x="70485" y="129540"/>
                                  <a:pt x="76200" y="127635"/>
                                  <a:pt x="80010" y="122872"/>
                                </a:cubicBezTo>
                                <a:cubicBezTo>
                                  <a:pt x="83820" y="119063"/>
                                  <a:pt x="86678" y="113347"/>
                                  <a:pt x="86678" y="107633"/>
                                </a:cubicBezTo>
                                <a:lnTo>
                                  <a:pt x="86678" y="42863"/>
                                </a:lnTo>
                                <a:cubicBezTo>
                                  <a:pt x="86678" y="37147"/>
                                  <a:pt x="84772" y="32385"/>
                                  <a:pt x="80010" y="27622"/>
                                </a:cubicBezTo>
                                <a:cubicBezTo>
                                  <a:pt x="76200" y="23813"/>
                                  <a:pt x="70485" y="20955"/>
                                  <a:pt x="64770" y="20955"/>
                                </a:cubicBezTo>
                                <a:cubicBezTo>
                                  <a:pt x="59055" y="20955"/>
                                  <a:pt x="54293" y="22860"/>
                                  <a:pt x="49530" y="27622"/>
                                </a:cubicBezTo>
                                <a:cubicBezTo>
                                  <a:pt x="45720" y="31433"/>
                                  <a:pt x="42863" y="37147"/>
                                  <a:pt x="42863" y="42863"/>
                                </a:cubicBezTo>
                                <a:lnTo>
                                  <a:pt x="42863" y="129540"/>
                                </a:lnTo>
                                <a:lnTo>
                                  <a:pt x="42863" y="12954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6316695" name="Freeform 256316695"/>
                        <wps:cNvSpPr/>
                        <wps:spPr>
                          <a:xfrm>
                            <a:off x="344805" y="43815"/>
                            <a:ext cx="129540" cy="193357"/>
                          </a:xfrm>
                          <a:custGeom>
                            <a:avLst/>
                            <a:gdLst>
                              <a:gd name="connsiteX0" fmla="*/ 0 w 129540"/>
                              <a:gd name="connsiteY0" fmla="*/ 0 h 193357"/>
                              <a:gd name="connsiteX1" fmla="*/ 42863 w 129540"/>
                              <a:gd name="connsiteY1" fmla="*/ 0 h 193357"/>
                              <a:gd name="connsiteX2" fmla="*/ 42863 w 129540"/>
                              <a:gd name="connsiteY2" fmla="*/ 21908 h 193357"/>
                              <a:gd name="connsiteX3" fmla="*/ 48578 w 129540"/>
                              <a:gd name="connsiteY3" fmla="*/ 5715 h 193357"/>
                              <a:gd name="connsiteX4" fmla="*/ 64770 w 129540"/>
                              <a:gd name="connsiteY4" fmla="*/ 0 h 193357"/>
                              <a:gd name="connsiteX5" fmla="*/ 86678 w 129540"/>
                              <a:gd name="connsiteY5" fmla="*/ 0 h 193357"/>
                              <a:gd name="connsiteX6" fmla="*/ 117157 w 129540"/>
                              <a:gd name="connsiteY6" fmla="*/ 12383 h 193357"/>
                              <a:gd name="connsiteX7" fmla="*/ 129540 w 129540"/>
                              <a:gd name="connsiteY7" fmla="*/ 42863 h 193357"/>
                              <a:gd name="connsiteX8" fmla="*/ 129540 w 129540"/>
                              <a:gd name="connsiteY8" fmla="*/ 107633 h 193357"/>
                              <a:gd name="connsiteX9" fmla="*/ 117157 w 129540"/>
                              <a:gd name="connsiteY9" fmla="*/ 138113 h 193357"/>
                              <a:gd name="connsiteX10" fmla="*/ 86678 w 129540"/>
                              <a:gd name="connsiteY10" fmla="*/ 150495 h 193357"/>
                              <a:gd name="connsiteX11" fmla="*/ 43815 w 129540"/>
                              <a:gd name="connsiteY11" fmla="*/ 150495 h 193357"/>
                              <a:gd name="connsiteX12" fmla="*/ 43815 w 129540"/>
                              <a:gd name="connsiteY12" fmla="*/ 193358 h 193357"/>
                              <a:gd name="connsiteX13" fmla="*/ 953 w 129540"/>
                              <a:gd name="connsiteY13" fmla="*/ 193358 h 193357"/>
                              <a:gd name="connsiteX14" fmla="*/ 953 w 129540"/>
                              <a:gd name="connsiteY14" fmla="*/ 0 h 193357"/>
                              <a:gd name="connsiteX15" fmla="*/ 0 w 129540"/>
                              <a:gd name="connsiteY15" fmla="*/ 0 h 193357"/>
                              <a:gd name="connsiteX16" fmla="*/ 42863 w 129540"/>
                              <a:gd name="connsiteY16" fmla="*/ 129540 h 193357"/>
                              <a:gd name="connsiteX17" fmla="*/ 64770 w 129540"/>
                              <a:gd name="connsiteY17" fmla="*/ 129540 h 193357"/>
                              <a:gd name="connsiteX18" fmla="*/ 80010 w 129540"/>
                              <a:gd name="connsiteY18" fmla="*/ 122872 h 193357"/>
                              <a:gd name="connsiteX19" fmla="*/ 86678 w 129540"/>
                              <a:gd name="connsiteY19" fmla="*/ 107633 h 193357"/>
                              <a:gd name="connsiteX20" fmla="*/ 86678 w 129540"/>
                              <a:gd name="connsiteY20" fmla="*/ 42863 h 193357"/>
                              <a:gd name="connsiteX21" fmla="*/ 80010 w 129540"/>
                              <a:gd name="connsiteY21" fmla="*/ 27622 h 193357"/>
                              <a:gd name="connsiteX22" fmla="*/ 64770 w 129540"/>
                              <a:gd name="connsiteY22" fmla="*/ 20955 h 193357"/>
                              <a:gd name="connsiteX23" fmla="*/ 49530 w 129540"/>
                              <a:gd name="connsiteY23" fmla="*/ 27622 h 193357"/>
                              <a:gd name="connsiteX24" fmla="*/ 42863 w 129540"/>
                              <a:gd name="connsiteY24" fmla="*/ 42863 h 193357"/>
                              <a:gd name="connsiteX25" fmla="*/ 42863 w 129540"/>
                              <a:gd name="connsiteY25" fmla="*/ 129540 h 193357"/>
                              <a:gd name="connsiteX26" fmla="*/ 42863 w 129540"/>
                              <a:gd name="connsiteY26" fmla="*/ 129540 h 1933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29540" h="193357">
                                <a:moveTo>
                                  <a:pt x="0" y="0"/>
                                </a:moveTo>
                                <a:lnTo>
                                  <a:pt x="42863" y="0"/>
                                </a:lnTo>
                                <a:lnTo>
                                  <a:pt x="42863" y="21908"/>
                                </a:lnTo>
                                <a:cubicBezTo>
                                  <a:pt x="42863" y="14288"/>
                                  <a:pt x="44767" y="9525"/>
                                  <a:pt x="48578" y="5715"/>
                                </a:cubicBezTo>
                                <a:cubicBezTo>
                                  <a:pt x="52388" y="1905"/>
                                  <a:pt x="57150" y="0"/>
                                  <a:pt x="64770" y="0"/>
                                </a:cubicBezTo>
                                <a:lnTo>
                                  <a:pt x="86678" y="0"/>
                                </a:lnTo>
                                <a:cubicBezTo>
                                  <a:pt x="98107" y="0"/>
                                  <a:pt x="108585" y="3810"/>
                                  <a:pt x="117157" y="12383"/>
                                </a:cubicBezTo>
                                <a:cubicBezTo>
                                  <a:pt x="125730" y="20955"/>
                                  <a:pt x="129540" y="30480"/>
                                  <a:pt x="129540" y="42863"/>
                                </a:cubicBezTo>
                                <a:lnTo>
                                  <a:pt x="129540" y="107633"/>
                                </a:lnTo>
                                <a:cubicBezTo>
                                  <a:pt x="129540" y="119063"/>
                                  <a:pt x="125730" y="129540"/>
                                  <a:pt x="117157" y="138113"/>
                                </a:cubicBezTo>
                                <a:cubicBezTo>
                                  <a:pt x="108585" y="146685"/>
                                  <a:pt x="99060" y="150495"/>
                                  <a:pt x="86678" y="150495"/>
                                </a:cubicBezTo>
                                <a:lnTo>
                                  <a:pt x="43815" y="150495"/>
                                </a:lnTo>
                                <a:lnTo>
                                  <a:pt x="43815" y="193358"/>
                                </a:lnTo>
                                <a:lnTo>
                                  <a:pt x="953" y="193358"/>
                                </a:lnTo>
                                <a:lnTo>
                                  <a:pt x="953" y="0"/>
                                </a:lnTo>
                                <a:lnTo>
                                  <a:pt x="0" y="0"/>
                                </a:lnTo>
                                <a:close/>
                                <a:moveTo>
                                  <a:pt x="42863" y="129540"/>
                                </a:moveTo>
                                <a:lnTo>
                                  <a:pt x="64770" y="129540"/>
                                </a:lnTo>
                                <a:cubicBezTo>
                                  <a:pt x="70485" y="129540"/>
                                  <a:pt x="76200" y="127635"/>
                                  <a:pt x="80010" y="122872"/>
                                </a:cubicBezTo>
                                <a:cubicBezTo>
                                  <a:pt x="83820" y="119063"/>
                                  <a:pt x="86678" y="113347"/>
                                  <a:pt x="86678" y="107633"/>
                                </a:cubicBezTo>
                                <a:lnTo>
                                  <a:pt x="86678" y="42863"/>
                                </a:lnTo>
                                <a:cubicBezTo>
                                  <a:pt x="86678" y="37147"/>
                                  <a:pt x="84772" y="32385"/>
                                  <a:pt x="80010" y="27622"/>
                                </a:cubicBezTo>
                                <a:cubicBezTo>
                                  <a:pt x="76200" y="23813"/>
                                  <a:pt x="70485" y="20955"/>
                                  <a:pt x="64770" y="20955"/>
                                </a:cubicBezTo>
                                <a:cubicBezTo>
                                  <a:pt x="59055" y="20955"/>
                                  <a:pt x="54292" y="22860"/>
                                  <a:pt x="49530" y="27622"/>
                                </a:cubicBezTo>
                                <a:cubicBezTo>
                                  <a:pt x="45720" y="31433"/>
                                  <a:pt x="42863" y="37147"/>
                                  <a:pt x="42863" y="42863"/>
                                </a:cubicBezTo>
                                <a:lnTo>
                                  <a:pt x="42863" y="129540"/>
                                </a:lnTo>
                                <a:lnTo>
                                  <a:pt x="42863" y="12954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76830358" name="Freeform 476830358"/>
                        <wps:cNvSpPr/>
                        <wps:spPr>
                          <a:xfrm>
                            <a:off x="517208" y="43815"/>
                            <a:ext cx="128587" cy="150495"/>
                          </a:xfrm>
                          <a:custGeom>
                            <a:avLst/>
                            <a:gdLst>
                              <a:gd name="connsiteX0" fmla="*/ 42863 w 128587"/>
                              <a:gd name="connsiteY0" fmla="*/ 0 h 150495"/>
                              <a:gd name="connsiteX1" fmla="*/ 85725 w 128587"/>
                              <a:gd name="connsiteY1" fmla="*/ 0 h 150495"/>
                              <a:gd name="connsiteX2" fmla="*/ 116205 w 128587"/>
                              <a:gd name="connsiteY2" fmla="*/ 12383 h 150495"/>
                              <a:gd name="connsiteX3" fmla="*/ 128588 w 128587"/>
                              <a:gd name="connsiteY3" fmla="*/ 42863 h 150495"/>
                              <a:gd name="connsiteX4" fmla="*/ 128588 w 128587"/>
                              <a:gd name="connsiteY4" fmla="*/ 107633 h 150495"/>
                              <a:gd name="connsiteX5" fmla="*/ 116205 w 128587"/>
                              <a:gd name="connsiteY5" fmla="*/ 138113 h 150495"/>
                              <a:gd name="connsiteX6" fmla="*/ 85725 w 128587"/>
                              <a:gd name="connsiteY6" fmla="*/ 150495 h 150495"/>
                              <a:gd name="connsiteX7" fmla="*/ 42863 w 128587"/>
                              <a:gd name="connsiteY7" fmla="*/ 150495 h 150495"/>
                              <a:gd name="connsiteX8" fmla="*/ 12382 w 128587"/>
                              <a:gd name="connsiteY8" fmla="*/ 138113 h 150495"/>
                              <a:gd name="connsiteX9" fmla="*/ 0 w 128587"/>
                              <a:gd name="connsiteY9" fmla="*/ 107633 h 150495"/>
                              <a:gd name="connsiteX10" fmla="*/ 0 w 128587"/>
                              <a:gd name="connsiteY10" fmla="*/ 42863 h 150495"/>
                              <a:gd name="connsiteX11" fmla="*/ 12382 w 128587"/>
                              <a:gd name="connsiteY11" fmla="*/ 12383 h 150495"/>
                              <a:gd name="connsiteX12" fmla="*/ 42863 w 128587"/>
                              <a:gd name="connsiteY12" fmla="*/ 0 h 150495"/>
                              <a:gd name="connsiteX13" fmla="*/ 42863 w 128587"/>
                              <a:gd name="connsiteY13" fmla="*/ 42863 h 150495"/>
                              <a:gd name="connsiteX14" fmla="*/ 42863 w 128587"/>
                              <a:gd name="connsiteY14" fmla="*/ 107633 h 150495"/>
                              <a:gd name="connsiteX15" fmla="*/ 49530 w 128587"/>
                              <a:gd name="connsiteY15" fmla="*/ 122872 h 150495"/>
                              <a:gd name="connsiteX16" fmla="*/ 64770 w 128587"/>
                              <a:gd name="connsiteY16" fmla="*/ 129540 h 150495"/>
                              <a:gd name="connsiteX17" fmla="*/ 80010 w 128587"/>
                              <a:gd name="connsiteY17" fmla="*/ 122872 h 150495"/>
                              <a:gd name="connsiteX18" fmla="*/ 86677 w 128587"/>
                              <a:gd name="connsiteY18" fmla="*/ 107633 h 150495"/>
                              <a:gd name="connsiteX19" fmla="*/ 86677 w 128587"/>
                              <a:gd name="connsiteY19" fmla="*/ 42863 h 150495"/>
                              <a:gd name="connsiteX20" fmla="*/ 80010 w 128587"/>
                              <a:gd name="connsiteY20" fmla="*/ 27622 h 150495"/>
                              <a:gd name="connsiteX21" fmla="*/ 64770 w 128587"/>
                              <a:gd name="connsiteY21" fmla="*/ 20955 h 150495"/>
                              <a:gd name="connsiteX22" fmla="*/ 49530 w 128587"/>
                              <a:gd name="connsiteY22" fmla="*/ 27622 h 150495"/>
                              <a:gd name="connsiteX23" fmla="*/ 42863 w 128587"/>
                              <a:gd name="connsiteY23" fmla="*/ 42863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28587" h="150495">
                                <a:moveTo>
                                  <a:pt x="42863" y="0"/>
                                </a:moveTo>
                                <a:lnTo>
                                  <a:pt x="85725" y="0"/>
                                </a:lnTo>
                                <a:cubicBezTo>
                                  <a:pt x="97155" y="0"/>
                                  <a:pt x="107632" y="3810"/>
                                  <a:pt x="116205" y="12383"/>
                                </a:cubicBezTo>
                                <a:cubicBezTo>
                                  <a:pt x="124777" y="20955"/>
                                  <a:pt x="128588" y="30480"/>
                                  <a:pt x="128588" y="42863"/>
                                </a:cubicBezTo>
                                <a:lnTo>
                                  <a:pt x="128588" y="107633"/>
                                </a:lnTo>
                                <a:cubicBezTo>
                                  <a:pt x="128588" y="119063"/>
                                  <a:pt x="124777" y="129540"/>
                                  <a:pt x="116205" y="138113"/>
                                </a:cubicBezTo>
                                <a:cubicBezTo>
                                  <a:pt x="107632" y="146685"/>
                                  <a:pt x="98107" y="150495"/>
                                  <a:pt x="85725" y="150495"/>
                                </a:cubicBezTo>
                                <a:lnTo>
                                  <a:pt x="42863" y="150495"/>
                                </a:lnTo>
                                <a:cubicBezTo>
                                  <a:pt x="31432" y="150495"/>
                                  <a:pt x="20955" y="146685"/>
                                  <a:pt x="12382" y="138113"/>
                                </a:cubicBezTo>
                                <a:cubicBezTo>
                                  <a:pt x="3810" y="129540"/>
                                  <a:pt x="0" y="119063"/>
                                  <a:pt x="0" y="107633"/>
                                </a:cubicBezTo>
                                <a:lnTo>
                                  <a:pt x="0" y="42863"/>
                                </a:lnTo>
                                <a:cubicBezTo>
                                  <a:pt x="0" y="31433"/>
                                  <a:pt x="3810" y="20955"/>
                                  <a:pt x="12382" y="12383"/>
                                </a:cubicBezTo>
                                <a:cubicBezTo>
                                  <a:pt x="20955" y="4763"/>
                                  <a:pt x="31432" y="0"/>
                                  <a:pt x="42863" y="0"/>
                                </a:cubicBezTo>
                                <a:close/>
                                <a:moveTo>
                                  <a:pt x="42863" y="42863"/>
                                </a:moveTo>
                                <a:lnTo>
                                  <a:pt x="42863" y="107633"/>
                                </a:lnTo>
                                <a:cubicBezTo>
                                  <a:pt x="42863" y="113347"/>
                                  <a:pt x="44767" y="118110"/>
                                  <a:pt x="49530" y="122872"/>
                                </a:cubicBezTo>
                                <a:cubicBezTo>
                                  <a:pt x="53340" y="127635"/>
                                  <a:pt x="59055" y="129540"/>
                                  <a:pt x="64770" y="129540"/>
                                </a:cubicBezTo>
                                <a:cubicBezTo>
                                  <a:pt x="70485" y="129540"/>
                                  <a:pt x="76200" y="127635"/>
                                  <a:pt x="80010" y="122872"/>
                                </a:cubicBezTo>
                                <a:cubicBezTo>
                                  <a:pt x="83820" y="118110"/>
                                  <a:pt x="86677" y="113347"/>
                                  <a:pt x="86677" y="107633"/>
                                </a:cubicBezTo>
                                <a:lnTo>
                                  <a:pt x="86677" y="42863"/>
                                </a:lnTo>
                                <a:cubicBezTo>
                                  <a:pt x="86677" y="37147"/>
                                  <a:pt x="84772" y="32385"/>
                                  <a:pt x="80010" y="27622"/>
                                </a:cubicBezTo>
                                <a:cubicBezTo>
                                  <a:pt x="76200" y="23813"/>
                                  <a:pt x="70485" y="20955"/>
                                  <a:pt x="64770" y="20955"/>
                                </a:cubicBezTo>
                                <a:cubicBezTo>
                                  <a:pt x="59055" y="20955"/>
                                  <a:pt x="54292" y="22860"/>
                                  <a:pt x="49530" y="27622"/>
                                </a:cubicBezTo>
                                <a:cubicBezTo>
                                  <a:pt x="45720" y="32385"/>
                                  <a:pt x="42863" y="37147"/>
                                  <a:pt x="42863" y="42863"/>
                                </a:cubicBez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26436155" name="Freeform 1726436155"/>
                        <wps:cNvSpPr/>
                        <wps:spPr>
                          <a:xfrm>
                            <a:off x="689610" y="43815"/>
                            <a:ext cx="107632" cy="150495"/>
                          </a:xfrm>
                          <a:custGeom>
                            <a:avLst/>
                            <a:gdLst>
                              <a:gd name="connsiteX0" fmla="*/ 42863 w 107632"/>
                              <a:gd name="connsiteY0" fmla="*/ 150495 h 150495"/>
                              <a:gd name="connsiteX1" fmla="*/ 0 w 107632"/>
                              <a:gd name="connsiteY1" fmla="*/ 150495 h 150495"/>
                              <a:gd name="connsiteX2" fmla="*/ 0 w 107632"/>
                              <a:gd name="connsiteY2" fmla="*/ 0 h 150495"/>
                              <a:gd name="connsiteX3" fmla="*/ 42863 w 107632"/>
                              <a:gd name="connsiteY3" fmla="*/ 0 h 150495"/>
                              <a:gd name="connsiteX4" fmla="*/ 42863 w 107632"/>
                              <a:gd name="connsiteY4" fmla="*/ 42863 h 150495"/>
                              <a:gd name="connsiteX5" fmla="*/ 56198 w 107632"/>
                              <a:gd name="connsiteY5" fmla="*/ 10478 h 150495"/>
                              <a:gd name="connsiteX6" fmla="*/ 85725 w 107632"/>
                              <a:gd name="connsiteY6" fmla="*/ 0 h 150495"/>
                              <a:gd name="connsiteX7" fmla="*/ 107633 w 107632"/>
                              <a:gd name="connsiteY7" fmla="*/ 0 h 150495"/>
                              <a:gd name="connsiteX8" fmla="*/ 107633 w 107632"/>
                              <a:gd name="connsiteY8" fmla="*/ 42863 h 150495"/>
                              <a:gd name="connsiteX9" fmla="*/ 64770 w 107632"/>
                              <a:gd name="connsiteY9" fmla="*/ 42863 h 150495"/>
                              <a:gd name="connsiteX10" fmla="*/ 49530 w 107632"/>
                              <a:gd name="connsiteY10" fmla="*/ 49530 h 150495"/>
                              <a:gd name="connsiteX11" fmla="*/ 42863 w 107632"/>
                              <a:gd name="connsiteY11" fmla="*/ 64770 h 150495"/>
                              <a:gd name="connsiteX12" fmla="*/ 42863 w 107632"/>
                              <a:gd name="connsiteY12" fmla="*/ 150495 h 150495"/>
                              <a:gd name="connsiteX13" fmla="*/ 42863 w 107632"/>
                              <a:gd name="connsiteY13" fmla="*/ 150495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07632" h="150495">
                                <a:moveTo>
                                  <a:pt x="42863" y="150495"/>
                                </a:moveTo>
                                <a:lnTo>
                                  <a:pt x="0" y="150495"/>
                                </a:lnTo>
                                <a:lnTo>
                                  <a:pt x="0" y="0"/>
                                </a:lnTo>
                                <a:lnTo>
                                  <a:pt x="42863" y="0"/>
                                </a:lnTo>
                                <a:lnTo>
                                  <a:pt x="42863" y="42863"/>
                                </a:lnTo>
                                <a:cubicBezTo>
                                  <a:pt x="44768" y="28575"/>
                                  <a:pt x="48578" y="18097"/>
                                  <a:pt x="56198" y="10478"/>
                                </a:cubicBezTo>
                                <a:cubicBezTo>
                                  <a:pt x="63818" y="2858"/>
                                  <a:pt x="73343" y="0"/>
                                  <a:pt x="85725" y="0"/>
                                </a:cubicBezTo>
                                <a:lnTo>
                                  <a:pt x="107633" y="0"/>
                                </a:lnTo>
                                <a:lnTo>
                                  <a:pt x="107633" y="42863"/>
                                </a:lnTo>
                                <a:lnTo>
                                  <a:pt x="64770" y="42863"/>
                                </a:lnTo>
                                <a:cubicBezTo>
                                  <a:pt x="59055" y="42863"/>
                                  <a:pt x="54293" y="44768"/>
                                  <a:pt x="49530" y="49530"/>
                                </a:cubicBezTo>
                                <a:cubicBezTo>
                                  <a:pt x="45720" y="53340"/>
                                  <a:pt x="42863" y="59055"/>
                                  <a:pt x="42863" y="64770"/>
                                </a:cubicBezTo>
                                <a:lnTo>
                                  <a:pt x="42863" y="150495"/>
                                </a:lnTo>
                                <a:lnTo>
                                  <a:pt x="42863" y="150495"/>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303916" name="Freeform 91303916"/>
                        <wps:cNvSpPr/>
                        <wps:spPr>
                          <a:xfrm>
                            <a:off x="818197" y="952"/>
                            <a:ext cx="87630" cy="194309"/>
                          </a:xfrm>
                          <a:custGeom>
                            <a:avLst/>
                            <a:gdLst>
                              <a:gd name="connsiteX0" fmla="*/ 22860 w 87630"/>
                              <a:gd name="connsiteY0" fmla="*/ 0 h 194309"/>
                              <a:gd name="connsiteX1" fmla="*/ 65723 w 87630"/>
                              <a:gd name="connsiteY1" fmla="*/ 0 h 194309"/>
                              <a:gd name="connsiteX2" fmla="*/ 65723 w 87630"/>
                              <a:gd name="connsiteY2" fmla="*/ 42863 h 194309"/>
                              <a:gd name="connsiteX3" fmla="*/ 87630 w 87630"/>
                              <a:gd name="connsiteY3" fmla="*/ 42863 h 194309"/>
                              <a:gd name="connsiteX4" fmla="*/ 87630 w 87630"/>
                              <a:gd name="connsiteY4" fmla="*/ 64770 h 194309"/>
                              <a:gd name="connsiteX5" fmla="*/ 65723 w 87630"/>
                              <a:gd name="connsiteY5" fmla="*/ 64770 h 194309"/>
                              <a:gd name="connsiteX6" fmla="*/ 65723 w 87630"/>
                              <a:gd name="connsiteY6" fmla="*/ 150495 h 194309"/>
                              <a:gd name="connsiteX7" fmla="*/ 72390 w 87630"/>
                              <a:gd name="connsiteY7" fmla="*/ 166688 h 194309"/>
                              <a:gd name="connsiteX8" fmla="*/ 84773 w 87630"/>
                              <a:gd name="connsiteY8" fmla="*/ 172403 h 194309"/>
                              <a:gd name="connsiteX9" fmla="*/ 86678 w 87630"/>
                              <a:gd name="connsiteY9" fmla="*/ 172403 h 194309"/>
                              <a:gd name="connsiteX10" fmla="*/ 86678 w 87630"/>
                              <a:gd name="connsiteY10" fmla="*/ 194310 h 194309"/>
                              <a:gd name="connsiteX11" fmla="*/ 64770 w 87630"/>
                              <a:gd name="connsiteY11" fmla="*/ 194310 h 194309"/>
                              <a:gd name="connsiteX12" fmla="*/ 34290 w 87630"/>
                              <a:gd name="connsiteY12" fmla="*/ 181928 h 194309"/>
                              <a:gd name="connsiteX13" fmla="*/ 21908 w 87630"/>
                              <a:gd name="connsiteY13" fmla="*/ 151447 h 194309"/>
                              <a:gd name="connsiteX14" fmla="*/ 21908 w 87630"/>
                              <a:gd name="connsiteY14" fmla="*/ 65722 h 194309"/>
                              <a:gd name="connsiteX15" fmla="*/ 0 w 87630"/>
                              <a:gd name="connsiteY15" fmla="*/ 65722 h 194309"/>
                              <a:gd name="connsiteX16" fmla="*/ 0 w 87630"/>
                              <a:gd name="connsiteY16" fmla="*/ 43815 h 194309"/>
                              <a:gd name="connsiteX17" fmla="*/ 21908 w 87630"/>
                              <a:gd name="connsiteY17" fmla="*/ 43815 h 194309"/>
                              <a:gd name="connsiteX18" fmla="*/ 22860 w 87630"/>
                              <a:gd name="connsiteY18" fmla="*/ 0 h 194309"/>
                              <a:gd name="connsiteX19" fmla="*/ 22860 w 87630"/>
                              <a:gd name="connsiteY19" fmla="*/ 0 h 1943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7630" h="194309">
                                <a:moveTo>
                                  <a:pt x="22860" y="0"/>
                                </a:moveTo>
                                <a:lnTo>
                                  <a:pt x="65723" y="0"/>
                                </a:lnTo>
                                <a:lnTo>
                                  <a:pt x="65723" y="42863"/>
                                </a:lnTo>
                                <a:lnTo>
                                  <a:pt x="87630" y="42863"/>
                                </a:lnTo>
                                <a:lnTo>
                                  <a:pt x="87630" y="64770"/>
                                </a:lnTo>
                                <a:lnTo>
                                  <a:pt x="65723" y="64770"/>
                                </a:lnTo>
                                <a:lnTo>
                                  <a:pt x="65723" y="150495"/>
                                </a:lnTo>
                                <a:cubicBezTo>
                                  <a:pt x="65723" y="157163"/>
                                  <a:pt x="67628" y="162878"/>
                                  <a:pt x="72390" y="166688"/>
                                </a:cubicBezTo>
                                <a:cubicBezTo>
                                  <a:pt x="77153" y="170497"/>
                                  <a:pt x="80963" y="172403"/>
                                  <a:pt x="84773" y="172403"/>
                                </a:cubicBezTo>
                                <a:lnTo>
                                  <a:pt x="86678" y="172403"/>
                                </a:lnTo>
                                <a:lnTo>
                                  <a:pt x="86678" y="194310"/>
                                </a:lnTo>
                                <a:lnTo>
                                  <a:pt x="64770" y="194310"/>
                                </a:lnTo>
                                <a:cubicBezTo>
                                  <a:pt x="53340" y="194310"/>
                                  <a:pt x="42863" y="190500"/>
                                  <a:pt x="34290" y="181928"/>
                                </a:cubicBezTo>
                                <a:cubicBezTo>
                                  <a:pt x="25718" y="173355"/>
                                  <a:pt x="21908" y="162878"/>
                                  <a:pt x="21908" y="151447"/>
                                </a:cubicBezTo>
                                <a:lnTo>
                                  <a:pt x="21908" y="65722"/>
                                </a:lnTo>
                                <a:lnTo>
                                  <a:pt x="0" y="65722"/>
                                </a:lnTo>
                                <a:lnTo>
                                  <a:pt x="0" y="43815"/>
                                </a:lnTo>
                                <a:lnTo>
                                  <a:pt x="21908" y="43815"/>
                                </a:lnTo>
                                <a:lnTo>
                                  <a:pt x="22860" y="0"/>
                                </a:lnTo>
                                <a:lnTo>
                                  <a:pt x="22860" y="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50998522" name="Freeform 1650998522"/>
                        <wps:cNvSpPr/>
                        <wps:spPr>
                          <a:xfrm>
                            <a:off x="948690" y="43815"/>
                            <a:ext cx="128587" cy="150495"/>
                          </a:xfrm>
                          <a:custGeom>
                            <a:avLst/>
                            <a:gdLst>
                              <a:gd name="connsiteX0" fmla="*/ 128588 w 128587"/>
                              <a:gd name="connsiteY0" fmla="*/ 0 h 150495"/>
                              <a:gd name="connsiteX1" fmla="*/ 128588 w 128587"/>
                              <a:gd name="connsiteY1" fmla="*/ 150495 h 150495"/>
                              <a:gd name="connsiteX2" fmla="*/ 85725 w 128587"/>
                              <a:gd name="connsiteY2" fmla="*/ 150495 h 150495"/>
                              <a:gd name="connsiteX3" fmla="*/ 85725 w 128587"/>
                              <a:gd name="connsiteY3" fmla="*/ 128588 h 150495"/>
                              <a:gd name="connsiteX4" fmla="*/ 63818 w 128587"/>
                              <a:gd name="connsiteY4" fmla="*/ 150495 h 150495"/>
                              <a:gd name="connsiteX5" fmla="*/ 42863 w 128587"/>
                              <a:gd name="connsiteY5" fmla="*/ 150495 h 150495"/>
                              <a:gd name="connsiteX6" fmla="*/ 12382 w 128587"/>
                              <a:gd name="connsiteY6" fmla="*/ 138113 h 150495"/>
                              <a:gd name="connsiteX7" fmla="*/ 0 w 128587"/>
                              <a:gd name="connsiteY7" fmla="*/ 107633 h 150495"/>
                              <a:gd name="connsiteX8" fmla="*/ 0 w 128587"/>
                              <a:gd name="connsiteY8" fmla="*/ 0 h 150495"/>
                              <a:gd name="connsiteX9" fmla="*/ 42863 w 128587"/>
                              <a:gd name="connsiteY9" fmla="*/ 0 h 150495"/>
                              <a:gd name="connsiteX10" fmla="*/ 42863 w 128587"/>
                              <a:gd name="connsiteY10" fmla="*/ 107633 h 150495"/>
                              <a:gd name="connsiteX11" fmla="*/ 49530 w 128587"/>
                              <a:gd name="connsiteY11" fmla="*/ 122872 h 150495"/>
                              <a:gd name="connsiteX12" fmla="*/ 64770 w 128587"/>
                              <a:gd name="connsiteY12" fmla="*/ 129540 h 150495"/>
                              <a:gd name="connsiteX13" fmla="*/ 80010 w 128587"/>
                              <a:gd name="connsiteY13" fmla="*/ 122872 h 150495"/>
                              <a:gd name="connsiteX14" fmla="*/ 86678 w 128587"/>
                              <a:gd name="connsiteY14" fmla="*/ 107633 h 150495"/>
                              <a:gd name="connsiteX15" fmla="*/ 86678 w 128587"/>
                              <a:gd name="connsiteY15" fmla="*/ 0 h 150495"/>
                              <a:gd name="connsiteX16" fmla="*/ 128588 w 128587"/>
                              <a:gd name="connsiteY16" fmla="*/ 0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28587" h="150495">
                                <a:moveTo>
                                  <a:pt x="128588" y="0"/>
                                </a:moveTo>
                                <a:lnTo>
                                  <a:pt x="128588" y="150495"/>
                                </a:lnTo>
                                <a:lnTo>
                                  <a:pt x="85725" y="150495"/>
                                </a:lnTo>
                                <a:lnTo>
                                  <a:pt x="85725" y="128588"/>
                                </a:lnTo>
                                <a:cubicBezTo>
                                  <a:pt x="83820" y="142875"/>
                                  <a:pt x="77153" y="150495"/>
                                  <a:pt x="63818" y="150495"/>
                                </a:cubicBezTo>
                                <a:lnTo>
                                  <a:pt x="42863" y="150495"/>
                                </a:lnTo>
                                <a:cubicBezTo>
                                  <a:pt x="31432" y="150495"/>
                                  <a:pt x="20955" y="146685"/>
                                  <a:pt x="12382" y="138113"/>
                                </a:cubicBezTo>
                                <a:cubicBezTo>
                                  <a:pt x="3810" y="129540"/>
                                  <a:pt x="0" y="119063"/>
                                  <a:pt x="0" y="107633"/>
                                </a:cubicBezTo>
                                <a:lnTo>
                                  <a:pt x="0" y="0"/>
                                </a:lnTo>
                                <a:lnTo>
                                  <a:pt x="42863" y="0"/>
                                </a:lnTo>
                                <a:lnTo>
                                  <a:pt x="42863" y="107633"/>
                                </a:lnTo>
                                <a:cubicBezTo>
                                  <a:pt x="42863" y="113347"/>
                                  <a:pt x="44768" y="118110"/>
                                  <a:pt x="49530" y="122872"/>
                                </a:cubicBezTo>
                                <a:cubicBezTo>
                                  <a:pt x="53340" y="127635"/>
                                  <a:pt x="59055" y="129540"/>
                                  <a:pt x="64770" y="129540"/>
                                </a:cubicBezTo>
                                <a:cubicBezTo>
                                  <a:pt x="70485" y="129540"/>
                                  <a:pt x="76200" y="127635"/>
                                  <a:pt x="80010" y="122872"/>
                                </a:cubicBezTo>
                                <a:cubicBezTo>
                                  <a:pt x="83820" y="118110"/>
                                  <a:pt x="86678" y="113347"/>
                                  <a:pt x="86678" y="107633"/>
                                </a:cubicBezTo>
                                <a:lnTo>
                                  <a:pt x="86678" y="0"/>
                                </a:lnTo>
                                <a:lnTo>
                                  <a:pt x="128588" y="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603940" name="Freeform 132603940"/>
                        <wps:cNvSpPr/>
                        <wps:spPr>
                          <a:xfrm>
                            <a:off x="1120140" y="43815"/>
                            <a:ext cx="128587" cy="150495"/>
                          </a:xfrm>
                          <a:custGeom>
                            <a:avLst/>
                            <a:gdLst>
                              <a:gd name="connsiteX0" fmla="*/ 0 w 128587"/>
                              <a:gd name="connsiteY0" fmla="*/ 150495 h 150495"/>
                              <a:gd name="connsiteX1" fmla="*/ 0 w 128587"/>
                              <a:gd name="connsiteY1" fmla="*/ 0 h 150495"/>
                              <a:gd name="connsiteX2" fmla="*/ 42863 w 128587"/>
                              <a:gd name="connsiteY2" fmla="*/ 0 h 150495"/>
                              <a:gd name="connsiteX3" fmla="*/ 42863 w 128587"/>
                              <a:gd name="connsiteY3" fmla="*/ 21908 h 150495"/>
                              <a:gd name="connsiteX4" fmla="*/ 49530 w 128587"/>
                              <a:gd name="connsiteY4" fmla="*/ 5715 h 150495"/>
                              <a:gd name="connsiteX5" fmla="*/ 63818 w 128587"/>
                              <a:gd name="connsiteY5" fmla="*/ 0 h 150495"/>
                              <a:gd name="connsiteX6" fmla="*/ 85725 w 128587"/>
                              <a:gd name="connsiteY6" fmla="*/ 0 h 150495"/>
                              <a:gd name="connsiteX7" fmla="*/ 116205 w 128587"/>
                              <a:gd name="connsiteY7" fmla="*/ 12383 h 150495"/>
                              <a:gd name="connsiteX8" fmla="*/ 128588 w 128587"/>
                              <a:gd name="connsiteY8" fmla="*/ 42863 h 150495"/>
                              <a:gd name="connsiteX9" fmla="*/ 128588 w 128587"/>
                              <a:gd name="connsiteY9" fmla="*/ 150495 h 150495"/>
                              <a:gd name="connsiteX10" fmla="*/ 85725 w 128587"/>
                              <a:gd name="connsiteY10" fmla="*/ 150495 h 150495"/>
                              <a:gd name="connsiteX11" fmla="*/ 85725 w 128587"/>
                              <a:gd name="connsiteY11" fmla="*/ 42863 h 150495"/>
                              <a:gd name="connsiteX12" fmla="*/ 79057 w 128587"/>
                              <a:gd name="connsiteY12" fmla="*/ 27622 h 150495"/>
                              <a:gd name="connsiteX13" fmla="*/ 63818 w 128587"/>
                              <a:gd name="connsiteY13" fmla="*/ 20955 h 150495"/>
                              <a:gd name="connsiteX14" fmla="*/ 48578 w 128587"/>
                              <a:gd name="connsiteY14" fmla="*/ 27622 h 150495"/>
                              <a:gd name="connsiteX15" fmla="*/ 41910 w 128587"/>
                              <a:gd name="connsiteY15" fmla="*/ 42863 h 150495"/>
                              <a:gd name="connsiteX16" fmla="*/ 41910 w 128587"/>
                              <a:gd name="connsiteY16" fmla="*/ 150495 h 150495"/>
                              <a:gd name="connsiteX17" fmla="*/ 0 w 128587"/>
                              <a:gd name="connsiteY17" fmla="*/ 150495 h 150495"/>
                              <a:gd name="connsiteX18" fmla="*/ 0 w 128587"/>
                              <a:gd name="connsiteY18" fmla="*/ 150495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28587" h="150495">
                                <a:moveTo>
                                  <a:pt x="0" y="150495"/>
                                </a:moveTo>
                                <a:lnTo>
                                  <a:pt x="0" y="0"/>
                                </a:lnTo>
                                <a:lnTo>
                                  <a:pt x="42863" y="0"/>
                                </a:lnTo>
                                <a:lnTo>
                                  <a:pt x="42863" y="21908"/>
                                </a:lnTo>
                                <a:cubicBezTo>
                                  <a:pt x="43815" y="14288"/>
                                  <a:pt x="45720" y="9525"/>
                                  <a:pt x="49530" y="5715"/>
                                </a:cubicBezTo>
                                <a:cubicBezTo>
                                  <a:pt x="53340" y="1905"/>
                                  <a:pt x="58103" y="0"/>
                                  <a:pt x="63818" y="0"/>
                                </a:cubicBezTo>
                                <a:lnTo>
                                  <a:pt x="85725" y="0"/>
                                </a:lnTo>
                                <a:cubicBezTo>
                                  <a:pt x="97155" y="0"/>
                                  <a:pt x="107632" y="3810"/>
                                  <a:pt x="116205" y="12383"/>
                                </a:cubicBezTo>
                                <a:cubicBezTo>
                                  <a:pt x="124778" y="20955"/>
                                  <a:pt x="128588" y="30480"/>
                                  <a:pt x="128588" y="42863"/>
                                </a:cubicBezTo>
                                <a:lnTo>
                                  <a:pt x="128588" y="150495"/>
                                </a:lnTo>
                                <a:lnTo>
                                  <a:pt x="85725" y="150495"/>
                                </a:lnTo>
                                <a:lnTo>
                                  <a:pt x="85725" y="42863"/>
                                </a:lnTo>
                                <a:cubicBezTo>
                                  <a:pt x="85725" y="37147"/>
                                  <a:pt x="83820" y="32385"/>
                                  <a:pt x="79057" y="27622"/>
                                </a:cubicBezTo>
                                <a:cubicBezTo>
                                  <a:pt x="75247" y="23813"/>
                                  <a:pt x="69532" y="20955"/>
                                  <a:pt x="63818" y="20955"/>
                                </a:cubicBezTo>
                                <a:cubicBezTo>
                                  <a:pt x="58103" y="20955"/>
                                  <a:pt x="53340" y="22860"/>
                                  <a:pt x="48578" y="27622"/>
                                </a:cubicBezTo>
                                <a:cubicBezTo>
                                  <a:pt x="44768" y="31433"/>
                                  <a:pt x="41910" y="37147"/>
                                  <a:pt x="41910" y="42863"/>
                                </a:cubicBezTo>
                                <a:lnTo>
                                  <a:pt x="41910" y="150495"/>
                                </a:lnTo>
                                <a:lnTo>
                                  <a:pt x="0" y="150495"/>
                                </a:lnTo>
                                <a:lnTo>
                                  <a:pt x="0" y="150495"/>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21047781" name="Freeform 1021047781"/>
                        <wps:cNvSpPr/>
                        <wps:spPr>
                          <a:xfrm>
                            <a:off x="1293495" y="0"/>
                            <a:ext cx="42862" cy="194310"/>
                          </a:xfrm>
                          <a:custGeom>
                            <a:avLst/>
                            <a:gdLst>
                              <a:gd name="connsiteX0" fmla="*/ 0 w 42862"/>
                              <a:gd name="connsiteY0" fmla="*/ 21908 h 194310"/>
                              <a:gd name="connsiteX1" fmla="*/ 0 w 42862"/>
                              <a:gd name="connsiteY1" fmla="*/ 0 h 194310"/>
                              <a:gd name="connsiteX2" fmla="*/ 42863 w 42862"/>
                              <a:gd name="connsiteY2" fmla="*/ 0 h 194310"/>
                              <a:gd name="connsiteX3" fmla="*/ 42863 w 42862"/>
                              <a:gd name="connsiteY3" fmla="*/ 21908 h 194310"/>
                              <a:gd name="connsiteX4" fmla="*/ 0 w 42862"/>
                              <a:gd name="connsiteY4" fmla="*/ 21908 h 194310"/>
                              <a:gd name="connsiteX5" fmla="*/ 0 w 42862"/>
                              <a:gd name="connsiteY5" fmla="*/ 194310 h 194310"/>
                              <a:gd name="connsiteX6" fmla="*/ 0 w 42862"/>
                              <a:gd name="connsiteY6" fmla="*/ 43815 h 194310"/>
                              <a:gd name="connsiteX7" fmla="*/ 42863 w 42862"/>
                              <a:gd name="connsiteY7" fmla="*/ 43815 h 194310"/>
                              <a:gd name="connsiteX8" fmla="*/ 42863 w 42862"/>
                              <a:gd name="connsiteY8" fmla="*/ 194310 h 194310"/>
                              <a:gd name="connsiteX9" fmla="*/ 0 w 42862"/>
                              <a:gd name="connsiteY9" fmla="*/ 194310 h 194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2862" h="194310">
                                <a:moveTo>
                                  <a:pt x="0" y="21908"/>
                                </a:moveTo>
                                <a:lnTo>
                                  <a:pt x="0" y="0"/>
                                </a:lnTo>
                                <a:lnTo>
                                  <a:pt x="42863" y="0"/>
                                </a:lnTo>
                                <a:lnTo>
                                  <a:pt x="42863" y="21908"/>
                                </a:lnTo>
                                <a:lnTo>
                                  <a:pt x="0" y="21908"/>
                                </a:lnTo>
                                <a:close/>
                                <a:moveTo>
                                  <a:pt x="0" y="194310"/>
                                </a:moveTo>
                                <a:lnTo>
                                  <a:pt x="0" y="43815"/>
                                </a:lnTo>
                                <a:lnTo>
                                  <a:pt x="42863" y="43815"/>
                                </a:lnTo>
                                <a:lnTo>
                                  <a:pt x="42863" y="194310"/>
                                </a:lnTo>
                                <a:lnTo>
                                  <a:pt x="0" y="19431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8896497" name="Freeform 1278896497"/>
                        <wps:cNvSpPr/>
                        <wps:spPr>
                          <a:xfrm>
                            <a:off x="1378267" y="952"/>
                            <a:ext cx="87630" cy="194309"/>
                          </a:xfrm>
                          <a:custGeom>
                            <a:avLst/>
                            <a:gdLst>
                              <a:gd name="connsiteX0" fmla="*/ 22860 w 87630"/>
                              <a:gd name="connsiteY0" fmla="*/ 0 h 194309"/>
                              <a:gd name="connsiteX1" fmla="*/ 65723 w 87630"/>
                              <a:gd name="connsiteY1" fmla="*/ 0 h 194309"/>
                              <a:gd name="connsiteX2" fmla="*/ 65723 w 87630"/>
                              <a:gd name="connsiteY2" fmla="*/ 42863 h 194309"/>
                              <a:gd name="connsiteX3" fmla="*/ 87630 w 87630"/>
                              <a:gd name="connsiteY3" fmla="*/ 42863 h 194309"/>
                              <a:gd name="connsiteX4" fmla="*/ 87630 w 87630"/>
                              <a:gd name="connsiteY4" fmla="*/ 64770 h 194309"/>
                              <a:gd name="connsiteX5" fmla="*/ 65723 w 87630"/>
                              <a:gd name="connsiteY5" fmla="*/ 64770 h 194309"/>
                              <a:gd name="connsiteX6" fmla="*/ 65723 w 87630"/>
                              <a:gd name="connsiteY6" fmla="*/ 150495 h 194309"/>
                              <a:gd name="connsiteX7" fmla="*/ 72390 w 87630"/>
                              <a:gd name="connsiteY7" fmla="*/ 166688 h 194309"/>
                              <a:gd name="connsiteX8" fmla="*/ 84773 w 87630"/>
                              <a:gd name="connsiteY8" fmla="*/ 172403 h 194309"/>
                              <a:gd name="connsiteX9" fmla="*/ 86678 w 87630"/>
                              <a:gd name="connsiteY9" fmla="*/ 172403 h 194309"/>
                              <a:gd name="connsiteX10" fmla="*/ 86678 w 87630"/>
                              <a:gd name="connsiteY10" fmla="*/ 194310 h 194309"/>
                              <a:gd name="connsiteX11" fmla="*/ 64770 w 87630"/>
                              <a:gd name="connsiteY11" fmla="*/ 194310 h 194309"/>
                              <a:gd name="connsiteX12" fmla="*/ 34290 w 87630"/>
                              <a:gd name="connsiteY12" fmla="*/ 181928 h 194309"/>
                              <a:gd name="connsiteX13" fmla="*/ 21908 w 87630"/>
                              <a:gd name="connsiteY13" fmla="*/ 151447 h 194309"/>
                              <a:gd name="connsiteX14" fmla="*/ 21908 w 87630"/>
                              <a:gd name="connsiteY14" fmla="*/ 65722 h 194309"/>
                              <a:gd name="connsiteX15" fmla="*/ 0 w 87630"/>
                              <a:gd name="connsiteY15" fmla="*/ 65722 h 194309"/>
                              <a:gd name="connsiteX16" fmla="*/ 0 w 87630"/>
                              <a:gd name="connsiteY16" fmla="*/ 43815 h 194309"/>
                              <a:gd name="connsiteX17" fmla="*/ 21908 w 87630"/>
                              <a:gd name="connsiteY17" fmla="*/ 43815 h 194309"/>
                              <a:gd name="connsiteX18" fmla="*/ 22860 w 87630"/>
                              <a:gd name="connsiteY18" fmla="*/ 0 h 194309"/>
                              <a:gd name="connsiteX19" fmla="*/ 22860 w 87630"/>
                              <a:gd name="connsiteY19" fmla="*/ 0 h 1943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7630" h="194309">
                                <a:moveTo>
                                  <a:pt x="22860" y="0"/>
                                </a:moveTo>
                                <a:lnTo>
                                  <a:pt x="65723" y="0"/>
                                </a:lnTo>
                                <a:lnTo>
                                  <a:pt x="65723" y="42863"/>
                                </a:lnTo>
                                <a:lnTo>
                                  <a:pt x="87630" y="42863"/>
                                </a:lnTo>
                                <a:lnTo>
                                  <a:pt x="87630" y="64770"/>
                                </a:lnTo>
                                <a:lnTo>
                                  <a:pt x="65723" y="64770"/>
                                </a:lnTo>
                                <a:lnTo>
                                  <a:pt x="65723" y="150495"/>
                                </a:lnTo>
                                <a:cubicBezTo>
                                  <a:pt x="65723" y="157163"/>
                                  <a:pt x="67628" y="162878"/>
                                  <a:pt x="72390" y="166688"/>
                                </a:cubicBezTo>
                                <a:cubicBezTo>
                                  <a:pt x="77153" y="170497"/>
                                  <a:pt x="80963" y="172403"/>
                                  <a:pt x="84773" y="172403"/>
                                </a:cubicBezTo>
                                <a:lnTo>
                                  <a:pt x="86678" y="172403"/>
                                </a:lnTo>
                                <a:lnTo>
                                  <a:pt x="86678" y="194310"/>
                                </a:lnTo>
                                <a:lnTo>
                                  <a:pt x="64770" y="194310"/>
                                </a:lnTo>
                                <a:cubicBezTo>
                                  <a:pt x="53340" y="194310"/>
                                  <a:pt x="42863" y="190500"/>
                                  <a:pt x="34290" y="181928"/>
                                </a:cubicBezTo>
                                <a:cubicBezTo>
                                  <a:pt x="25718" y="173355"/>
                                  <a:pt x="21908" y="162878"/>
                                  <a:pt x="21908" y="151447"/>
                                </a:cubicBezTo>
                                <a:lnTo>
                                  <a:pt x="21908" y="65722"/>
                                </a:lnTo>
                                <a:lnTo>
                                  <a:pt x="0" y="65722"/>
                                </a:lnTo>
                                <a:lnTo>
                                  <a:pt x="0" y="43815"/>
                                </a:lnTo>
                                <a:lnTo>
                                  <a:pt x="21908" y="43815"/>
                                </a:lnTo>
                                <a:lnTo>
                                  <a:pt x="22860" y="0"/>
                                </a:lnTo>
                                <a:lnTo>
                                  <a:pt x="22860" y="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1300846" name="Freeform 321300846"/>
                        <wps:cNvSpPr/>
                        <wps:spPr>
                          <a:xfrm>
                            <a:off x="1508760" y="0"/>
                            <a:ext cx="42862" cy="194310"/>
                          </a:xfrm>
                          <a:custGeom>
                            <a:avLst/>
                            <a:gdLst>
                              <a:gd name="connsiteX0" fmla="*/ 0 w 42862"/>
                              <a:gd name="connsiteY0" fmla="*/ 21908 h 194310"/>
                              <a:gd name="connsiteX1" fmla="*/ 0 w 42862"/>
                              <a:gd name="connsiteY1" fmla="*/ 0 h 194310"/>
                              <a:gd name="connsiteX2" fmla="*/ 42863 w 42862"/>
                              <a:gd name="connsiteY2" fmla="*/ 0 h 194310"/>
                              <a:gd name="connsiteX3" fmla="*/ 42863 w 42862"/>
                              <a:gd name="connsiteY3" fmla="*/ 21908 h 194310"/>
                              <a:gd name="connsiteX4" fmla="*/ 0 w 42862"/>
                              <a:gd name="connsiteY4" fmla="*/ 21908 h 194310"/>
                              <a:gd name="connsiteX5" fmla="*/ 0 w 42862"/>
                              <a:gd name="connsiteY5" fmla="*/ 194310 h 194310"/>
                              <a:gd name="connsiteX6" fmla="*/ 0 w 42862"/>
                              <a:gd name="connsiteY6" fmla="*/ 43815 h 194310"/>
                              <a:gd name="connsiteX7" fmla="*/ 42863 w 42862"/>
                              <a:gd name="connsiteY7" fmla="*/ 43815 h 194310"/>
                              <a:gd name="connsiteX8" fmla="*/ 42863 w 42862"/>
                              <a:gd name="connsiteY8" fmla="*/ 194310 h 194310"/>
                              <a:gd name="connsiteX9" fmla="*/ 0 w 42862"/>
                              <a:gd name="connsiteY9" fmla="*/ 194310 h 194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2862" h="194310">
                                <a:moveTo>
                                  <a:pt x="0" y="21908"/>
                                </a:moveTo>
                                <a:lnTo>
                                  <a:pt x="0" y="0"/>
                                </a:lnTo>
                                <a:lnTo>
                                  <a:pt x="42863" y="0"/>
                                </a:lnTo>
                                <a:lnTo>
                                  <a:pt x="42863" y="21908"/>
                                </a:lnTo>
                                <a:lnTo>
                                  <a:pt x="0" y="21908"/>
                                </a:lnTo>
                                <a:close/>
                                <a:moveTo>
                                  <a:pt x="0" y="194310"/>
                                </a:moveTo>
                                <a:lnTo>
                                  <a:pt x="0" y="43815"/>
                                </a:lnTo>
                                <a:lnTo>
                                  <a:pt x="42863" y="43815"/>
                                </a:lnTo>
                                <a:lnTo>
                                  <a:pt x="42863" y="194310"/>
                                </a:lnTo>
                                <a:lnTo>
                                  <a:pt x="0" y="19431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9889343" name="Freeform 169889343"/>
                        <wps:cNvSpPr/>
                        <wps:spPr>
                          <a:xfrm>
                            <a:off x="1597342" y="43815"/>
                            <a:ext cx="128587" cy="150495"/>
                          </a:xfrm>
                          <a:custGeom>
                            <a:avLst/>
                            <a:gdLst>
                              <a:gd name="connsiteX0" fmla="*/ 126683 w 128587"/>
                              <a:gd name="connsiteY0" fmla="*/ 85725 h 150495"/>
                              <a:gd name="connsiteX1" fmla="*/ 40958 w 128587"/>
                              <a:gd name="connsiteY1" fmla="*/ 85725 h 150495"/>
                              <a:gd name="connsiteX2" fmla="*/ 40958 w 128587"/>
                              <a:gd name="connsiteY2" fmla="*/ 107633 h 150495"/>
                              <a:gd name="connsiteX3" fmla="*/ 47625 w 128587"/>
                              <a:gd name="connsiteY3" fmla="*/ 122872 h 150495"/>
                              <a:gd name="connsiteX4" fmla="*/ 62865 w 128587"/>
                              <a:gd name="connsiteY4" fmla="*/ 129540 h 150495"/>
                              <a:gd name="connsiteX5" fmla="*/ 84773 w 128587"/>
                              <a:gd name="connsiteY5" fmla="*/ 129540 h 150495"/>
                              <a:gd name="connsiteX6" fmla="*/ 106680 w 128587"/>
                              <a:gd name="connsiteY6" fmla="*/ 107633 h 150495"/>
                              <a:gd name="connsiteX7" fmla="*/ 128588 w 128587"/>
                              <a:gd name="connsiteY7" fmla="*/ 107633 h 150495"/>
                              <a:gd name="connsiteX8" fmla="*/ 85725 w 128587"/>
                              <a:gd name="connsiteY8" fmla="*/ 150495 h 150495"/>
                              <a:gd name="connsiteX9" fmla="*/ 42863 w 128587"/>
                              <a:gd name="connsiteY9" fmla="*/ 150495 h 150495"/>
                              <a:gd name="connsiteX10" fmla="*/ 12383 w 128587"/>
                              <a:gd name="connsiteY10" fmla="*/ 138113 h 150495"/>
                              <a:gd name="connsiteX11" fmla="*/ 0 w 128587"/>
                              <a:gd name="connsiteY11" fmla="*/ 107633 h 150495"/>
                              <a:gd name="connsiteX12" fmla="*/ 0 w 128587"/>
                              <a:gd name="connsiteY12" fmla="*/ 42863 h 150495"/>
                              <a:gd name="connsiteX13" fmla="*/ 12383 w 128587"/>
                              <a:gd name="connsiteY13" fmla="*/ 12383 h 150495"/>
                              <a:gd name="connsiteX14" fmla="*/ 42863 w 128587"/>
                              <a:gd name="connsiteY14" fmla="*/ 0 h 150495"/>
                              <a:gd name="connsiteX15" fmla="*/ 85725 w 128587"/>
                              <a:gd name="connsiteY15" fmla="*/ 0 h 150495"/>
                              <a:gd name="connsiteX16" fmla="*/ 116205 w 128587"/>
                              <a:gd name="connsiteY16" fmla="*/ 12383 h 150495"/>
                              <a:gd name="connsiteX17" fmla="*/ 128588 w 128587"/>
                              <a:gd name="connsiteY17" fmla="*/ 42863 h 150495"/>
                              <a:gd name="connsiteX18" fmla="*/ 128588 w 128587"/>
                              <a:gd name="connsiteY18" fmla="*/ 85725 h 150495"/>
                              <a:gd name="connsiteX19" fmla="*/ 126683 w 128587"/>
                              <a:gd name="connsiteY19" fmla="*/ 85725 h 150495"/>
                              <a:gd name="connsiteX20" fmla="*/ 40005 w 128587"/>
                              <a:gd name="connsiteY20" fmla="*/ 64770 h 150495"/>
                              <a:gd name="connsiteX21" fmla="*/ 82868 w 128587"/>
                              <a:gd name="connsiteY21" fmla="*/ 64770 h 150495"/>
                              <a:gd name="connsiteX22" fmla="*/ 82868 w 128587"/>
                              <a:gd name="connsiteY22" fmla="*/ 42863 h 150495"/>
                              <a:gd name="connsiteX23" fmla="*/ 76200 w 128587"/>
                              <a:gd name="connsiteY23" fmla="*/ 27622 h 150495"/>
                              <a:gd name="connsiteX24" fmla="*/ 60960 w 128587"/>
                              <a:gd name="connsiteY24" fmla="*/ 20955 h 150495"/>
                              <a:gd name="connsiteX25" fmla="*/ 45720 w 128587"/>
                              <a:gd name="connsiteY25" fmla="*/ 27622 h 150495"/>
                              <a:gd name="connsiteX26" fmla="*/ 39053 w 128587"/>
                              <a:gd name="connsiteY26" fmla="*/ 42863 h 150495"/>
                              <a:gd name="connsiteX27" fmla="*/ 40005 w 128587"/>
                              <a:gd name="connsiteY27" fmla="*/ 64770 h 150495"/>
                              <a:gd name="connsiteX28" fmla="*/ 40005 w 128587"/>
                              <a:gd name="connsiteY28" fmla="*/ 64770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28587" h="150495">
                                <a:moveTo>
                                  <a:pt x="126683" y="85725"/>
                                </a:moveTo>
                                <a:lnTo>
                                  <a:pt x="40958" y="85725"/>
                                </a:lnTo>
                                <a:lnTo>
                                  <a:pt x="40958" y="107633"/>
                                </a:lnTo>
                                <a:cubicBezTo>
                                  <a:pt x="40958" y="113347"/>
                                  <a:pt x="42863" y="118110"/>
                                  <a:pt x="47625" y="122872"/>
                                </a:cubicBezTo>
                                <a:cubicBezTo>
                                  <a:pt x="51435" y="127635"/>
                                  <a:pt x="57150" y="129540"/>
                                  <a:pt x="62865" y="129540"/>
                                </a:cubicBezTo>
                                <a:lnTo>
                                  <a:pt x="84773" y="129540"/>
                                </a:lnTo>
                                <a:cubicBezTo>
                                  <a:pt x="99060" y="129540"/>
                                  <a:pt x="106680" y="121920"/>
                                  <a:pt x="106680" y="107633"/>
                                </a:cubicBezTo>
                                <a:lnTo>
                                  <a:pt x="128588" y="107633"/>
                                </a:lnTo>
                                <a:cubicBezTo>
                                  <a:pt x="125730" y="136208"/>
                                  <a:pt x="111443" y="150495"/>
                                  <a:pt x="85725" y="150495"/>
                                </a:cubicBezTo>
                                <a:lnTo>
                                  <a:pt x="42863" y="150495"/>
                                </a:lnTo>
                                <a:cubicBezTo>
                                  <a:pt x="31433" y="150495"/>
                                  <a:pt x="20955" y="146685"/>
                                  <a:pt x="12383" y="138113"/>
                                </a:cubicBezTo>
                                <a:cubicBezTo>
                                  <a:pt x="3810" y="129540"/>
                                  <a:pt x="0" y="119063"/>
                                  <a:pt x="0" y="107633"/>
                                </a:cubicBezTo>
                                <a:lnTo>
                                  <a:pt x="0" y="42863"/>
                                </a:lnTo>
                                <a:cubicBezTo>
                                  <a:pt x="0" y="31433"/>
                                  <a:pt x="3810" y="20955"/>
                                  <a:pt x="12383" y="12383"/>
                                </a:cubicBezTo>
                                <a:cubicBezTo>
                                  <a:pt x="20955" y="3810"/>
                                  <a:pt x="31433" y="0"/>
                                  <a:pt x="42863" y="0"/>
                                </a:cubicBezTo>
                                <a:lnTo>
                                  <a:pt x="85725" y="0"/>
                                </a:lnTo>
                                <a:cubicBezTo>
                                  <a:pt x="97155" y="0"/>
                                  <a:pt x="107633" y="3810"/>
                                  <a:pt x="116205" y="12383"/>
                                </a:cubicBezTo>
                                <a:cubicBezTo>
                                  <a:pt x="124778" y="20955"/>
                                  <a:pt x="128588" y="30480"/>
                                  <a:pt x="128588" y="42863"/>
                                </a:cubicBezTo>
                                <a:lnTo>
                                  <a:pt x="128588" y="85725"/>
                                </a:lnTo>
                                <a:lnTo>
                                  <a:pt x="126683" y="85725"/>
                                </a:lnTo>
                                <a:close/>
                                <a:moveTo>
                                  <a:pt x="40005" y="64770"/>
                                </a:moveTo>
                                <a:lnTo>
                                  <a:pt x="82868" y="64770"/>
                                </a:lnTo>
                                <a:lnTo>
                                  <a:pt x="82868" y="42863"/>
                                </a:lnTo>
                                <a:cubicBezTo>
                                  <a:pt x="82868" y="37147"/>
                                  <a:pt x="80963" y="32385"/>
                                  <a:pt x="76200" y="27622"/>
                                </a:cubicBezTo>
                                <a:cubicBezTo>
                                  <a:pt x="72390" y="23813"/>
                                  <a:pt x="66675" y="20955"/>
                                  <a:pt x="60960" y="20955"/>
                                </a:cubicBezTo>
                                <a:cubicBezTo>
                                  <a:pt x="55245" y="20955"/>
                                  <a:pt x="50483" y="22860"/>
                                  <a:pt x="45720" y="27622"/>
                                </a:cubicBezTo>
                                <a:cubicBezTo>
                                  <a:pt x="41910" y="31433"/>
                                  <a:pt x="39053" y="37147"/>
                                  <a:pt x="39053" y="42863"/>
                                </a:cubicBezTo>
                                <a:lnTo>
                                  <a:pt x="40005" y="64770"/>
                                </a:lnTo>
                                <a:lnTo>
                                  <a:pt x="40005" y="64770"/>
                                </a:ln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2136684" name="Freeform 362136684"/>
                        <wps:cNvSpPr/>
                        <wps:spPr>
                          <a:xfrm>
                            <a:off x="1766888" y="43815"/>
                            <a:ext cx="107632" cy="149542"/>
                          </a:xfrm>
                          <a:custGeom>
                            <a:avLst/>
                            <a:gdLst>
                              <a:gd name="connsiteX0" fmla="*/ 107632 w 107632"/>
                              <a:gd name="connsiteY0" fmla="*/ 42863 h 149542"/>
                              <a:gd name="connsiteX1" fmla="*/ 85725 w 107632"/>
                              <a:gd name="connsiteY1" fmla="*/ 42863 h 149542"/>
                              <a:gd name="connsiteX2" fmla="*/ 65722 w 107632"/>
                              <a:gd name="connsiteY2" fmla="*/ 20955 h 149542"/>
                              <a:gd name="connsiteX3" fmla="*/ 48577 w 107632"/>
                              <a:gd name="connsiteY3" fmla="*/ 25718 h 149542"/>
                              <a:gd name="connsiteX4" fmla="*/ 42863 w 107632"/>
                              <a:gd name="connsiteY4" fmla="*/ 39053 h 149542"/>
                              <a:gd name="connsiteX5" fmla="*/ 74295 w 107632"/>
                              <a:gd name="connsiteY5" fmla="*/ 64770 h 149542"/>
                              <a:gd name="connsiteX6" fmla="*/ 103822 w 107632"/>
                              <a:gd name="connsiteY6" fmla="*/ 87630 h 149542"/>
                              <a:gd name="connsiteX7" fmla="*/ 107632 w 107632"/>
                              <a:gd name="connsiteY7" fmla="*/ 106680 h 149542"/>
                              <a:gd name="connsiteX8" fmla="*/ 95250 w 107632"/>
                              <a:gd name="connsiteY8" fmla="*/ 137160 h 149542"/>
                              <a:gd name="connsiteX9" fmla="*/ 64770 w 107632"/>
                              <a:gd name="connsiteY9" fmla="*/ 149543 h 149542"/>
                              <a:gd name="connsiteX10" fmla="*/ 42863 w 107632"/>
                              <a:gd name="connsiteY10" fmla="*/ 149543 h 149542"/>
                              <a:gd name="connsiteX11" fmla="*/ 0 w 107632"/>
                              <a:gd name="connsiteY11" fmla="*/ 106680 h 149542"/>
                              <a:gd name="connsiteX12" fmla="*/ 21907 w 107632"/>
                              <a:gd name="connsiteY12" fmla="*/ 106680 h 149542"/>
                              <a:gd name="connsiteX13" fmla="*/ 41910 w 107632"/>
                              <a:gd name="connsiteY13" fmla="*/ 128588 h 149542"/>
                              <a:gd name="connsiteX14" fmla="*/ 59055 w 107632"/>
                              <a:gd name="connsiteY14" fmla="*/ 123825 h 149542"/>
                              <a:gd name="connsiteX15" fmla="*/ 64770 w 107632"/>
                              <a:gd name="connsiteY15" fmla="*/ 110490 h 149542"/>
                              <a:gd name="connsiteX16" fmla="*/ 33338 w 107632"/>
                              <a:gd name="connsiteY16" fmla="*/ 84772 h 149542"/>
                              <a:gd name="connsiteX17" fmla="*/ 3810 w 107632"/>
                              <a:gd name="connsiteY17" fmla="*/ 61913 h 149542"/>
                              <a:gd name="connsiteX18" fmla="*/ 0 w 107632"/>
                              <a:gd name="connsiteY18" fmla="*/ 42863 h 149542"/>
                              <a:gd name="connsiteX19" fmla="*/ 12382 w 107632"/>
                              <a:gd name="connsiteY19" fmla="*/ 12383 h 149542"/>
                              <a:gd name="connsiteX20" fmla="*/ 42863 w 107632"/>
                              <a:gd name="connsiteY20" fmla="*/ 0 h 149542"/>
                              <a:gd name="connsiteX21" fmla="*/ 64770 w 107632"/>
                              <a:gd name="connsiteY21" fmla="*/ 0 h 149542"/>
                              <a:gd name="connsiteX22" fmla="*/ 107632 w 107632"/>
                              <a:gd name="connsiteY22" fmla="*/ 42863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632" h="149542">
                                <a:moveTo>
                                  <a:pt x="107632" y="42863"/>
                                </a:moveTo>
                                <a:lnTo>
                                  <a:pt x="85725" y="42863"/>
                                </a:lnTo>
                                <a:cubicBezTo>
                                  <a:pt x="83820" y="28575"/>
                                  <a:pt x="77152" y="20955"/>
                                  <a:pt x="65722" y="20955"/>
                                </a:cubicBezTo>
                                <a:cubicBezTo>
                                  <a:pt x="58102" y="20955"/>
                                  <a:pt x="52388" y="22860"/>
                                  <a:pt x="48577" y="25718"/>
                                </a:cubicBezTo>
                                <a:cubicBezTo>
                                  <a:pt x="44767" y="28575"/>
                                  <a:pt x="42863" y="33338"/>
                                  <a:pt x="42863" y="39053"/>
                                </a:cubicBezTo>
                                <a:cubicBezTo>
                                  <a:pt x="42863" y="45720"/>
                                  <a:pt x="53340" y="54293"/>
                                  <a:pt x="74295" y="64770"/>
                                </a:cubicBezTo>
                                <a:cubicBezTo>
                                  <a:pt x="91440" y="74295"/>
                                  <a:pt x="100965" y="81915"/>
                                  <a:pt x="103822" y="87630"/>
                                </a:cubicBezTo>
                                <a:cubicBezTo>
                                  <a:pt x="106680" y="93345"/>
                                  <a:pt x="107632" y="100013"/>
                                  <a:pt x="107632" y="106680"/>
                                </a:cubicBezTo>
                                <a:cubicBezTo>
                                  <a:pt x="107632" y="118110"/>
                                  <a:pt x="103822" y="128588"/>
                                  <a:pt x="95250" y="137160"/>
                                </a:cubicBezTo>
                                <a:cubicBezTo>
                                  <a:pt x="86677" y="145733"/>
                                  <a:pt x="76200" y="149543"/>
                                  <a:pt x="64770" y="149543"/>
                                </a:cubicBezTo>
                                <a:lnTo>
                                  <a:pt x="42863" y="149543"/>
                                </a:lnTo>
                                <a:cubicBezTo>
                                  <a:pt x="14288" y="149543"/>
                                  <a:pt x="0" y="135255"/>
                                  <a:pt x="0" y="106680"/>
                                </a:cubicBezTo>
                                <a:lnTo>
                                  <a:pt x="21907" y="106680"/>
                                </a:lnTo>
                                <a:cubicBezTo>
                                  <a:pt x="23813" y="120968"/>
                                  <a:pt x="30480" y="128588"/>
                                  <a:pt x="41910" y="128588"/>
                                </a:cubicBezTo>
                                <a:cubicBezTo>
                                  <a:pt x="49530" y="128588"/>
                                  <a:pt x="55245" y="126683"/>
                                  <a:pt x="59055" y="123825"/>
                                </a:cubicBezTo>
                                <a:cubicBezTo>
                                  <a:pt x="62865" y="120968"/>
                                  <a:pt x="64770" y="116205"/>
                                  <a:pt x="64770" y="110490"/>
                                </a:cubicBezTo>
                                <a:cubicBezTo>
                                  <a:pt x="64770" y="104775"/>
                                  <a:pt x="54292" y="96203"/>
                                  <a:pt x="33338" y="84772"/>
                                </a:cubicBezTo>
                                <a:cubicBezTo>
                                  <a:pt x="16192" y="75247"/>
                                  <a:pt x="6667" y="67628"/>
                                  <a:pt x="3810" y="61913"/>
                                </a:cubicBezTo>
                                <a:cubicBezTo>
                                  <a:pt x="952" y="56197"/>
                                  <a:pt x="0" y="49530"/>
                                  <a:pt x="0" y="42863"/>
                                </a:cubicBezTo>
                                <a:cubicBezTo>
                                  <a:pt x="0" y="31433"/>
                                  <a:pt x="3810" y="20955"/>
                                  <a:pt x="12382" y="12383"/>
                                </a:cubicBezTo>
                                <a:cubicBezTo>
                                  <a:pt x="20955" y="3810"/>
                                  <a:pt x="31432" y="0"/>
                                  <a:pt x="42863" y="0"/>
                                </a:cubicBezTo>
                                <a:lnTo>
                                  <a:pt x="64770" y="0"/>
                                </a:lnTo>
                                <a:cubicBezTo>
                                  <a:pt x="91440" y="0"/>
                                  <a:pt x="105727" y="14288"/>
                                  <a:pt x="107632" y="42863"/>
                                </a:cubicBezTo>
                                <a:close/>
                              </a:path>
                            </a:pathLst>
                          </a:custGeom>
                          <a:solidFill>
                            <a:srgbClr val="0000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D7D2D97" id="Graphic 12" o:spid="_x0000_s1026" style="position:absolute;margin-left:10.95pt;margin-top:8.3pt;width:147.6pt;height:18.65pt;z-index:251582459" coordsize="18745,2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">
                <v:shape id="Freeform 1107160358" o:spid="_x0000_s1027" style="position:absolute;top:438;width:1285;height:150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" path="m42863,l85725,v11430,,21908,3810,30480,12383c124778,20955,128588,30480,128588,42863r,64770c128588,119063,124778,129540,116205,138113v-8572,8572,-18097,12382,-30480,12382l42863,150495v-11430,,-21908,-3810,-30480,-12382c3810,129540,,119063,,107633l,42863c,31433,3810,20955,12383,12383,20955,4763,31433,,42863,xm42863,42863r,64770c42863,113347,44768,118110,49530,122872v3810,4763,9525,6668,15240,6668c70485,129540,76200,127635,80010,122872v3810,-4762,6668,-9525,6668,-15239l86678,42863v,-5716,-1906,-10478,-6668,-15241c76200,23813,70485,20955,64770,20955v-5715,,-10477,1905,-15240,6667c45720,32385,42863,37147,42863,42863xe" fillcolor="black" stroked="f">
                  <v:stroke joinstyle="miter"/>
                  <v:path arrowok="t" o:connecttype="custom" o:connectlocs="42863,0;85725,0;116205,12383;128588,42863;128588,107633;116205,138113;85725,150495;42863,150495;12383,138113;0,107633;0,42863;12383,12383;42863,0;42863,42863;42863,107633;49530,122872;64770,129540;80010,122872;86678,107633;86678,42863;80010,27622;64770,20955;49530,27622;42863,42863" o:connectangles="0,0,0,0,0,0,0,0,0,0,0,0,0,0,0,0,0,0,0,0,0,0,0,0"/>
                </v:shape>
                <v:shape id="Freeform 697012650" o:spid="_x0000_s1028" style="position:absolute;left:1724;top:438;width:1295;height:1933;visibility:visible;mso-wrap-style:square;v-text-anchor:middle" coordsize="129540,193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" path="m,l42863,r,21908c42863,14288,44768,9525,48578,5715,52388,1905,57150,,64770,l86678,v11429,,21907,3810,30479,12383c125730,20955,129540,30480,129540,42863r,64770c129540,119063,125730,129540,117157,138113v-8572,8572,-18097,12382,-30479,12382l43815,150495r,42863l,193358,,xm42863,129540r21907,c70485,129540,76200,127635,80010,122872v3810,-3809,6668,-9525,6668,-15239l86678,42863v,-5716,-1906,-10478,-6668,-15241c76200,23813,70485,20955,64770,20955v-5715,,-10477,1905,-15240,6667c45720,31433,42863,37147,42863,42863r,86677l42863,129540xe" fillcolor="black" stroked="f">
                  <v:stroke joinstyle="miter"/>
                  <v:path arrowok="t" o:connecttype="custom" o:connectlocs="0,0;42863,0;42863,21908;48578,5715;64770,0;86678,0;117157,12383;129540,42863;129540,107633;117157,138113;86678,150495;43815,150495;43815,193358;0,193358;0,0;42863,129540;64770,129540;80010,122872;86678,107633;86678,42863;80010,27622;64770,20955;49530,27622;42863,42863;42863,129540;42863,129540" o:connectangles="0,0,0,0,0,0,0,0,0,0,0,0,0,0,0,0,0,0,0,0,0,0,0,0,0,0"/>
                </v:shape>
                <v:shape id="Freeform 256316695" o:spid="_x0000_s1029" style="position:absolute;left:3448;top:438;width:1295;height:1933;visibility:visible;mso-wrap-style:square;v-text-anchor:middle" coordsize="129540,193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" path="m,l42863,r,21908c42863,14288,44767,9525,48578,5715,52388,1905,57150,,64770,l86678,v11429,,21907,3810,30479,12383c125730,20955,129540,30480,129540,42863r,64770c129540,119063,125730,129540,117157,138113v-8572,8572,-18097,12382,-30479,12382l43815,150495r,42863l953,193358,953,,,xm42863,129540r21907,c70485,129540,76200,127635,80010,122872v3810,-3809,6668,-9525,6668,-15239l86678,42863v,-5716,-1906,-10478,-6668,-15241c76200,23813,70485,20955,64770,20955v-5715,,-10478,1905,-15240,6667c45720,31433,42863,37147,42863,42863r,86677l42863,129540xe" fillcolor="black" stroked="f">
                  <v:stroke joinstyle="miter"/>
                  <v:path arrowok="t" o:connecttype="custom" o:connectlocs="0,0;42863,0;42863,21908;48578,5715;64770,0;86678,0;117157,12383;129540,42863;129540,107633;117157,138113;86678,150495;43815,150495;43815,193358;953,193358;953,0;0,0;42863,129540;64770,129540;80010,122872;86678,107633;86678,42863;80010,27622;64770,20955;49530,27622;42863,42863;42863,129540;42863,129540" o:connectangles="0,0,0,0,0,0,0,0,0,0,0,0,0,0,0,0,0,0,0,0,0,0,0,0,0,0,0"/>
                </v:shape>
                <v:shape id="Freeform 476830358" o:spid="_x0000_s1030" style="position:absolute;left:5172;top:438;width:1285;height:150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" path="m42863,l85725,v11430,,21907,3810,30480,12383c124777,20955,128588,30480,128588,42863r,64770c128588,119063,124777,129540,116205,138113v-8573,8572,-18098,12382,-30480,12382l42863,150495v-11431,,-21908,-3810,-30481,-12382c3810,129540,,119063,,107633l,42863c,31433,3810,20955,12382,12383,20955,4763,31432,,42863,xm42863,42863r,64770c42863,113347,44767,118110,49530,122872v3810,4763,9525,6668,15240,6668c70485,129540,76200,127635,80010,122872v3810,-4762,6667,-9525,6667,-15239l86677,42863v,-5716,-1905,-10478,-6667,-15241c76200,23813,70485,20955,64770,20955v-5715,,-10478,1905,-15240,6667c45720,32385,42863,37147,42863,42863xe" fillcolor="black" stroked="f">
                  <v:stroke joinstyle="miter"/>
                  <v:path arrowok="t" o:connecttype="custom" o:connectlocs="42863,0;85725,0;116205,12383;128588,42863;128588,107633;116205,138113;85725,150495;42863,150495;12382,138113;0,107633;0,42863;12382,12383;42863,0;42863,42863;42863,107633;49530,122872;64770,129540;80010,122872;86677,107633;86677,42863;80010,27622;64770,20955;49530,27622;42863,42863" o:connectangles="0,0,0,0,0,0,0,0,0,0,0,0,0,0,0,0,0,0,0,0,0,0,0,0"/>
                </v:shape>
                <v:shape id="Freeform 1726436155" o:spid="_x0000_s1031" style="position:absolute;left:6896;top:438;width:1076;height:1505;visibility:visible;mso-wrap-style:square;v-text-anchor:middle" coordsize="107632,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" path="m42863,150495l,150495,,,42863,r,42863c44768,28575,48578,18097,56198,10478,63818,2858,73343,,85725,r21908,l107633,42863r-42863,c59055,42863,54293,44768,49530,49530v-3810,3810,-6667,9525,-6667,15240l42863,150495r,xe" fillcolor="black" stroked="f">
                  <v:stroke joinstyle="miter"/>
                  <v:path arrowok="t" o:connecttype="custom" o:connectlocs="42863,150495;0,150495;0,0;42863,0;42863,42863;56198,10478;85725,0;107633,0;107633,42863;64770,42863;49530,49530;42863,64770;42863,150495;42863,150495" o:connectangles="0,0,0,0,0,0,0,0,0,0,0,0,0,0"/>
                </v:shape>
                <v:shape id="Freeform 91303916" o:spid="_x0000_s1032" style="position:absolute;left:8181;top:9;width:877;height:1943;visibility:visible;mso-wrap-style:square;v-text-anchor:middle" coordsize="87630,19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" path="m22860,l65723,r,42863l87630,42863r,21907l65723,64770r,85725c65723,157163,67628,162878,72390,166688v4763,3809,8573,5715,12383,5715l86678,172403r,21907l64770,194310v-11430,,-21907,-3810,-30480,-12382c25718,173355,21908,162878,21908,151447r,-85725l,65722,,43815r21908,l22860,r,xe" fillcolor="black" stroked="f">
                  <v:stroke joinstyle="miter"/>
                  <v:path arrowok="t" o:connecttype="custom" o:connectlocs="22860,0;65723,0;65723,42863;87630,42863;87630,64770;65723,64770;65723,150495;72390,166688;84773,172403;86678,172403;86678,194310;64770,194310;34290,181928;21908,151447;21908,65722;0,65722;0,43815;21908,43815;22860,0;22860,0" o:connectangles="0,0,0,0,0,0,0,0,0,0,0,0,0,0,0,0,0,0,0,0"/>
                </v:shape>
                <v:shape id="Freeform 1650998522" o:spid="_x0000_s1033" style="position:absolute;left:9486;top:438;width:1286;height:150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" path="m128588,r,150495l85725,150495r,-21907c83820,142875,77153,150495,63818,150495r-20955,c31432,150495,20955,146685,12382,138113,3810,129540,,119063,,107633l,,42863,r,107633c42863,113347,44768,118110,49530,122872v3810,4763,9525,6668,15240,6668c70485,129540,76200,127635,80010,122872v3810,-4762,6668,-9525,6668,-15239l86678,r41910,xe" fillcolor="black" stroked="f">
                  <v:stroke joinstyle="miter"/>
                  <v:path arrowok="t" o:connecttype="custom" o:connectlocs="128588,0;128588,150495;85725,150495;85725,128588;63818,150495;42863,150495;12382,138113;0,107633;0,0;42863,0;42863,107633;49530,122872;64770,129540;80010,122872;86678,107633;86678,0;128588,0" o:connectangles="0,0,0,0,0,0,0,0,0,0,0,0,0,0,0,0,0"/>
                </v:shape>
                <v:shape id="Freeform 132603940" o:spid="_x0000_s1034" style="position:absolute;left:11201;top:438;width:1286;height:150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" path="m,150495l,,42863,r,21908c43815,14288,45720,9525,49530,5715,53340,1905,58103,,63818,l85725,v11430,,21907,3810,30480,12383c124778,20955,128588,30480,128588,42863r,107632l85725,150495r,-107632c85725,37147,83820,32385,79057,27622,75247,23813,69532,20955,63818,20955v-5715,,-10478,1905,-15240,6667c44768,31433,41910,37147,41910,42863r,107632l,150495r,xe" fillcolor="black" stroked="f">
                  <v:stroke joinstyle="miter"/>
                  <v:path arrowok="t" o:connecttype="custom" o:connectlocs="0,150495;0,0;42863,0;42863,21908;49530,5715;63818,0;85725,0;116205,12383;128588,42863;128588,150495;85725,150495;85725,42863;79057,27622;63818,20955;48578,27622;41910,42863;41910,150495;0,150495;0,150495" o:connectangles="0,0,0,0,0,0,0,0,0,0,0,0,0,0,0,0,0,0,0"/>
                </v:shape>
                <v:shape id="Freeform 1021047781" o:spid="_x0000_s1035" style="position:absolute;left:12934;width:429;height:1943;visibility:visible;mso-wrap-style:square;v-text-anchor:middle" coordsize="42862,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" path="m,21908l,,42863,r,21908l,21908xm,194310l,43815r42863,l42863,194310,,194310xe" fillcolor="black" stroked="f">
                  <v:stroke joinstyle="miter"/>
                  <v:path arrowok="t" o:connecttype="custom" o:connectlocs="0,21908;0,0;42863,0;42863,21908;0,21908;0,194310;0,43815;42863,43815;42863,194310;0,194310" o:connectangles="0,0,0,0,0,0,0,0,0,0"/>
                </v:shape>
                <v:shape id="Freeform 1278896497" o:spid="_x0000_s1036" style="position:absolute;left:13782;top:9;width:876;height:1943;visibility:visible;mso-wrap-style:square;v-text-anchor:middle" coordsize="87630,19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" path="m22860,l65723,r,42863l87630,42863r,21907l65723,64770r,85725c65723,157163,67628,162878,72390,166688v4763,3809,8573,5715,12383,5715l86678,172403r,21907l64770,194310v-11430,,-21907,-3810,-30480,-12382c25718,173355,21908,162878,21908,151447r,-85725l,65722,,43815r21908,l22860,r,xe" fillcolor="black" stroked="f">
                  <v:stroke joinstyle="miter"/>
                  <v:path arrowok="t" o:connecttype="custom" o:connectlocs="22860,0;65723,0;65723,42863;87630,42863;87630,64770;65723,64770;65723,150495;72390,166688;84773,172403;86678,172403;86678,194310;64770,194310;34290,181928;21908,151447;21908,65722;0,65722;0,43815;21908,43815;22860,0;22860,0" o:connectangles="0,0,0,0,0,0,0,0,0,0,0,0,0,0,0,0,0,0,0,0"/>
                </v:shape>
                <v:shape id="Freeform 321300846" o:spid="_x0000_s1037" style="position:absolute;left:15087;width:429;height:1943;visibility:visible;mso-wrap-style:square;v-text-anchor:middle" coordsize="42862,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" path="m,21908l,,42863,r,21908l,21908xm,194310l,43815r42863,l42863,194310,,194310xe" fillcolor="black" stroked="f">
                  <v:stroke joinstyle="miter"/>
                  <v:path arrowok="t" o:connecttype="custom" o:connectlocs="0,21908;0,0;42863,0;42863,21908;0,21908;0,194310;0,43815;42863,43815;42863,194310;0,194310" o:connectangles="0,0,0,0,0,0,0,0,0,0"/>
                </v:shape>
                <v:shape id="Freeform 169889343" o:spid="_x0000_s1038" style="position:absolute;left:15973;top:438;width:1286;height:150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" path="m126683,85725r-85725,l40958,107633v,5714,1905,10477,6667,15239c51435,127635,57150,129540,62865,129540r21908,c99060,129540,106680,121920,106680,107633r21908,c125730,136208,111443,150495,85725,150495r-42862,c31433,150495,20955,146685,12383,138113,3810,129540,,119063,,107633l,42863c,31433,3810,20955,12383,12383,20955,3810,31433,,42863,l85725,v11430,,21908,3810,30480,12383c124778,20955,128588,30480,128588,42863r,42862l126683,85725xm40005,64770r42863,l82868,42863v,-5716,-1905,-10478,-6668,-15241c72390,23813,66675,20955,60960,20955v-5715,,-10477,1905,-15240,6667c41910,31433,39053,37147,39053,42863r952,21907l40005,64770xe" fillcolor="black" stroked="f">
                  <v:stroke joinstyle="miter"/>
                  <v:path arrowok="t" o:connecttype="custom" o:connectlocs="126683,85725;40958,85725;40958,107633;47625,122872;62865,129540;84773,129540;106680,107633;128588,107633;85725,150495;42863,150495;12383,138113;0,107633;0,42863;12383,12383;42863,0;85725,0;116205,12383;128588,42863;128588,85725;126683,85725;40005,64770;82868,64770;82868,42863;76200,27622;60960,20955;45720,27622;39053,42863;40005,64770;40005,64770" o:connectangles="0,0,0,0,0,0,0,0,0,0,0,0,0,0,0,0,0,0,0,0,0,0,0,0,0,0,0,0,0"/>
                </v:shape>
                <v:shape id="Freeform 362136684" o:spid="_x0000_s1039" style="position:absolute;left:17668;top:438;width:1077;height:1495;visibility:visible;mso-wrap-style:square;v-text-anchor:middle" coordsize="107632,14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" path="m107632,42863r-21907,c83820,28575,77152,20955,65722,20955v-7620,,-13334,1905,-17145,4763c44767,28575,42863,33338,42863,39053v,6667,10477,15240,31432,25717c91440,74295,100965,81915,103822,87630v2858,5715,3810,12383,3810,19050c107632,118110,103822,128588,95250,137160v-8573,8573,-19050,12383,-30480,12383l42863,149543c14288,149543,,135255,,106680r21907,c23813,120968,30480,128588,41910,128588v7620,,13335,-1905,17145,-4763c62865,120968,64770,116205,64770,110490v,-5715,-10478,-14287,-31432,-25718c16192,75247,6667,67628,3810,61913,952,56197,,49530,,42863,,31433,3810,20955,12382,12383,20955,3810,31432,,42863,l64770,v26670,,40957,14288,42862,42863xe" fillcolor="black" stroked="f">
                  <v:stroke joinstyle="miter"/>
                  <v:path arrowok="t" o:connecttype="custom" o:connectlocs="107632,42863;85725,42863;65722,20955;48577,25718;42863,39053;74295,64770;103822,87630;107632,106680;95250,137160;64770,149543;42863,149543;0,106680;21907,106680;41910,128588;59055,123825;64770,110490;33338,84772;3810,61913;0,42863;12382,12383;42863,0;64770,0;107632,42863" o:connectangles="0,0,0,0,0,0,0,0,0,0,0,0,0,0,0,0,0,0,0,0,0,0,0"/>
                </v:shape>
              </v:group>
            </w:pict>
          </mc:Fallback>
        </mc:AlternateContent>
      </w:r>
    </w:p>
    <w:p w14:paraId="4156BA57" w14:textId="74CC540F" w:rsidR="00406BA1" w:rsidRDefault="006B518F" w:rsidP="00A86120">
      <w:pPr>
        <w:spacing w:after="0" w:line="240" w:lineRule="auto"/>
        <w:rPr>
          <w:rFonts w:cs="Arial"/>
          <w:b/>
          <w:noProof/>
          <w:color w:val="595959" w:themeColor="text1" w:themeTint="A6"/>
          <w:sz w:val="48"/>
          <w:szCs w:val="32"/>
        </w:rPr>
        <w:sectPr w:rsidR="00406BA1" w:rsidSect="00BF4EF7">
          <w:pgSz w:w="15840" w:h="12240" w:orient="landscape"/>
          <w:pgMar w:top="504" w:right="576" w:bottom="576" w:left="621" w:header="0" w:footer="0" w:gutter="0"/>
          <w:cols w:space="720"/>
          <w:titlePg/>
          <w:docGrid w:linePitch="360"/>
        </w:sectPr>
      </w:pPr>
      <w:r>
        <w:rPr>
          <w:noProof/>
        </w:rPr>
        <mc:AlternateContent>
          <mc:Choice Requires="wpg">
            <w:drawing>
              <wp:anchor distT="0" distB="0" distL="114300" distR="114300" simplePos="0" relativeHeight="251767295" behindDoc="0" locked="0" layoutInCell="1" allowOverlap="1" wp14:anchorId="29560E42" wp14:editId="5A75DF36">
                <wp:simplePos x="0" y="0"/>
                <wp:positionH relativeFrom="column">
                  <wp:posOffset>163870</wp:posOffset>
                </wp:positionH>
                <wp:positionV relativeFrom="page">
                  <wp:posOffset>4524785</wp:posOffset>
                </wp:positionV>
                <wp:extent cx="3907790" cy="252095"/>
                <wp:effectExtent l="0" t="0" r="3810" b="1905"/>
                <wp:wrapNone/>
                <wp:docPr id="2057432574" name="Graphic 1"/>
                <wp:cNvGraphicFramePr/>
                <a:graphic xmlns:a="http://schemas.openxmlformats.org/drawingml/2006/main">
                  <a:graphicData uri="http://schemas.microsoft.com/office/word/2010/wordprocessingGroup">
                    <wpg:wgp>
                      <wpg:cNvGrpSpPr/>
                      <wpg:grpSpPr>
                        <a:xfrm>
                          <a:off x="0" y="0"/>
                          <a:ext cx="3907790" cy="252095"/>
                          <a:chOff x="0" y="0"/>
                          <a:chExt cx="3908107" cy="252412"/>
                        </a:xfrm>
                        <a:solidFill>
                          <a:srgbClr val="231F20"/>
                        </a:solidFill>
                      </wpg:grpSpPr>
                      <wps:wsp>
                        <wps:cNvPr id="2132915151" name="Freeform 2132915151"/>
                        <wps:cNvSpPr/>
                        <wps:spPr>
                          <a:xfrm>
                            <a:off x="0" y="47625"/>
                            <a:ext cx="138112" cy="160020"/>
                          </a:xfrm>
                          <a:custGeom>
                            <a:avLst/>
                            <a:gdLst>
                              <a:gd name="connsiteX0" fmla="*/ 138113 w 138112"/>
                              <a:gd name="connsiteY0" fmla="*/ 91440 h 160020"/>
                              <a:gd name="connsiteX1" fmla="*/ 45720 w 138112"/>
                              <a:gd name="connsiteY1" fmla="*/ 91440 h 160020"/>
                              <a:gd name="connsiteX2" fmla="*/ 45720 w 138112"/>
                              <a:gd name="connsiteY2" fmla="*/ 114300 h 160020"/>
                              <a:gd name="connsiteX3" fmla="*/ 52388 w 138112"/>
                              <a:gd name="connsiteY3" fmla="*/ 130493 h 160020"/>
                              <a:gd name="connsiteX4" fmla="*/ 68580 w 138112"/>
                              <a:gd name="connsiteY4" fmla="*/ 137160 h 160020"/>
                              <a:gd name="connsiteX5" fmla="*/ 91440 w 138112"/>
                              <a:gd name="connsiteY5" fmla="*/ 137160 h 160020"/>
                              <a:gd name="connsiteX6" fmla="*/ 114300 w 138112"/>
                              <a:gd name="connsiteY6" fmla="*/ 114300 h 160020"/>
                              <a:gd name="connsiteX7" fmla="*/ 137160 w 138112"/>
                              <a:gd name="connsiteY7" fmla="*/ 114300 h 160020"/>
                              <a:gd name="connsiteX8" fmla="*/ 91440 w 138112"/>
                              <a:gd name="connsiteY8" fmla="*/ 160020 h 160020"/>
                              <a:gd name="connsiteX9" fmla="*/ 45720 w 138112"/>
                              <a:gd name="connsiteY9" fmla="*/ 160020 h 160020"/>
                              <a:gd name="connsiteX10" fmla="*/ 13335 w 138112"/>
                              <a:gd name="connsiteY10" fmla="*/ 146685 h 160020"/>
                              <a:gd name="connsiteX11" fmla="*/ 0 w 138112"/>
                              <a:gd name="connsiteY11" fmla="*/ 114300 h 160020"/>
                              <a:gd name="connsiteX12" fmla="*/ 0 w 138112"/>
                              <a:gd name="connsiteY12" fmla="*/ 45720 h 160020"/>
                              <a:gd name="connsiteX13" fmla="*/ 13335 w 138112"/>
                              <a:gd name="connsiteY13" fmla="*/ 13335 h 160020"/>
                              <a:gd name="connsiteX14" fmla="*/ 45720 w 138112"/>
                              <a:gd name="connsiteY14" fmla="*/ 0 h 160020"/>
                              <a:gd name="connsiteX15" fmla="*/ 91440 w 138112"/>
                              <a:gd name="connsiteY15" fmla="*/ 0 h 160020"/>
                              <a:gd name="connsiteX16" fmla="*/ 123825 w 138112"/>
                              <a:gd name="connsiteY16" fmla="*/ 13335 h 160020"/>
                              <a:gd name="connsiteX17" fmla="*/ 137160 w 138112"/>
                              <a:gd name="connsiteY17" fmla="*/ 45720 h 160020"/>
                              <a:gd name="connsiteX18" fmla="*/ 137160 w 138112"/>
                              <a:gd name="connsiteY18" fmla="*/ 91440 h 160020"/>
                              <a:gd name="connsiteX19" fmla="*/ 45720 w 138112"/>
                              <a:gd name="connsiteY19" fmla="*/ 68580 h 160020"/>
                              <a:gd name="connsiteX20" fmla="*/ 91440 w 138112"/>
                              <a:gd name="connsiteY20" fmla="*/ 68580 h 160020"/>
                              <a:gd name="connsiteX21" fmla="*/ 91440 w 138112"/>
                              <a:gd name="connsiteY21" fmla="*/ 45720 h 160020"/>
                              <a:gd name="connsiteX22" fmla="*/ 84773 w 138112"/>
                              <a:gd name="connsiteY22" fmla="*/ 29528 h 160020"/>
                              <a:gd name="connsiteX23" fmla="*/ 68580 w 138112"/>
                              <a:gd name="connsiteY23" fmla="*/ 22860 h 160020"/>
                              <a:gd name="connsiteX24" fmla="*/ 52388 w 138112"/>
                              <a:gd name="connsiteY24" fmla="*/ 29528 h 160020"/>
                              <a:gd name="connsiteX25" fmla="*/ 45720 w 138112"/>
                              <a:gd name="connsiteY25" fmla="*/ 45720 h 160020"/>
                              <a:gd name="connsiteX26" fmla="*/ 45720 w 138112"/>
                              <a:gd name="connsiteY26" fmla="*/ 68580 h 160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38112" h="160020">
                                <a:moveTo>
                                  <a:pt x="138113" y="91440"/>
                                </a:moveTo>
                                <a:lnTo>
                                  <a:pt x="45720" y="91440"/>
                                </a:lnTo>
                                <a:lnTo>
                                  <a:pt x="45720" y="114300"/>
                                </a:lnTo>
                                <a:cubicBezTo>
                                  <a:pt x="45720" y="120968"/>
                                  <a:pt x="47625" y="125730"/>
                                  <a:pt x="52388" y="130493"/>
                                </a:cubicBezTo>
                                <a:cubicBezTo>
                                  <a:pt x="57150" y="135255"/>
                                  <a:pt x="61913" y="137160"/>
                                  <a:pt x="68580" y="137160"/>
                                </a:cubicBezTo>
                                <a:lnTo>
                                  <a:pt x="91440" y="137160"/>
                                </a:lnTo>
                                <a:cubicBezTo>
                                  <a:pt x="106680" y="137160"/>
                                  <a:pt x="114300" y="129540"/>
                                  <a:pt x="114300" y="114300"/>
                                </a:cubicBezTo>
                                <a:lnTo>
                                  <a:pt x="137160" y="114300"/>
                                </a:lnTo>
                                <a:cubicBezTo>
                                  <a:pt x="133350" y="144780"/>
                                  <a:pt x="118110" y="160020"/>
                                  <a:pt x="91440" y="160020"/>
                                </a:cubicBezTo>
                                <a:lnTo>
                                  <a:pt x="45720" y="160020"/>
                                </a:lnTo>
                                <a:cubicBezTo>
                                  <a:pt x="33338" y="160020"/>
                                  <a:pt x="21908" y="155258"/>
                                  <a:pt x="13335" y="146685"/>
                                </a:cubicBezTo>
                                <a:cubicBezTo>
                                  <a:pt x="3810" y="138113"/>
                                  <a:pt x="0" y="126683"/>
                                  <a:pt x="0" y="114300"/>
                                </a:cubicBezTo>
                                <a:lnTo>
                                  <a:pt x="0" y="45720"/>
                                </a:lnTo>
                                <a:cubicBezTo>
                                  <a:pt x="0" y="33338"/>
                                  <a:pt x="4763" y="22860"/>
                                  <a:pt x="13335" y="13335"/>
                                </a:cubicBezTo>
                                <a:cubicBezTo>
                                  <a:pt x="22860" y="4763"/>
                                  <a:pt x="33338" y="0"/>
                                  <a:pt x="45720" y="0"/>
                                </a:cubicBezTo>
                                <a:lnTo>
                                  <a:pt x="91440" y="0"/>
                                </a:lnTo>
                                <a:cubicBezTo>
                                  <a:pt x="103823" y="0"/>
                                  <a:pt x="114300" y="4763"/>
                                  <a:pt x="123825" y="13335"/>
                                </a:cubicBezTo>
                                <a:cubicBezTo>
                                  <a:pt x="133350" y="21908"/>
                                  <a:pt x="137160" y="33338"/>
                                  <a:pt x="137160" y="45720"/>
                                </a:cubicBezTo>
                                <a:lnTo>
                                  <a:pt x="137160" y="91440"/>
                                </a:lnTo>
                                <a:close/>
                                <a:moveTo>
                                  <a:pt x="45720" y="68580"/>
                                </a:moveTo>
                                <a:lnTo>
                                  <a:pt x="91440" y="68580"/>
                                </a:lnTo>
                                <a:lnTo>
                                  <a:pt x="91440" y="45720"/>
                                </a:lnTo>
                                <a:cubicBezTo>
                                  <a:pt x="91440" y="39053"/>
                                  <a:pt x="89535" y="34290"/>
                                  <a:pt x="84773" y="29528"/>
                                </a:cubicBezTo>
                                <a:cubicBezTo>
                                  <a:pt x="80010" y="24765"/>
                                  <a:pt x="75248" y="22860"/>
                                  <a:pt x="68580" y="22860"/>
                                </a:cubicBezTo>
                                <a:cubicBezTo>
                                  <a:pt x="61913" y="22860"/>
                                  <a:pt x="57150" y="24765"/>
                                  <a:pt x="52388" y="29528"/>
                                </a:cubicBezTo>
                                <a:cubicBezTo>
                                  <a:pt x="47625" y="34290"/>
                                  <a:pt x="45720" y="39053"/>
                                  <a:pt x="45720" y="45720"/>
                                </a:cubicBezTo>
                                <a:lnTo>
                                  <a:pt x="45720" y="6858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03565601" name="Freeform 1903565601"/>
                        <wps:cNvSpPr/>
                        <wps:spPr>
                          <a:xfrm>
                            <a:off x="183833" y="45721"/>
                            <a:ext cx="138112" cy="160972"/>
                          </a:xfrm>
                          <a:custGeom>
                            <a:avLst/>
                            <a:gdLst>
                              <a:gd name="connsiteX0" fmla="*/ 92392 w 138112"/>
                              <a:gd name="connsiteY0" fmla="*/ 953 h 160972"/>
                              <a:gd name="connsiteX1" fmla="*/ 138113 w 138112"/>
                              <a:gd name="connsiteY1" fmla="*/ 953 h 160972"/>
                              <a:gd name="connsiteX2" fmla="*/ 138113 w 138112"/>
                              <a:gd name="connsiteY2" fmla="*/ 82867 h 160972"/>
                              <a:gd name="connsiteX3" fmla="*/ 115252 w 138112"/>
                              <a:gd name="connsiteY3" fmla="*/ 138113 h 160972"/>
                              <a:gd name="connsiteX4" fmla="*/ 60008 w 138112"/>
                              <a:gd name="connsiteY4" fmla="*/ 160972 h 160972"/>
                              <a:gd name="connsiteX5" fmla="*/ 0 w 138112"/>
                              <a:gd name="connsiteY5" fmla="*/ 160972 h 160972"/>
                              <a:gd name="connsiteX6" fmla="*/ 0 w 138112"/>
                              <a:gd name="connsiteY6" fmla="*/ 0 h 160972"/>
                              <a:gd name="connsiteX7" fmla="*/ 45720 w 138112"/>
                              <a:gd name="connsiteY7" fmla="*/ 0 h 160972"/>
                              <a:gd name="connsiteX8" fmla="*/ 45720 w 138112"/>
                              <a:gd name="connsiteY8" fmla="*/ 138113 h 160972"/>
                              <a:gd name="connsiteX9" fmla="*/ 68580 w 138112"/>
                              <a:gd name="connsiteY9" fmla="*/ 138113 h 160972"/>
                              <a:gd name="connsiteX10" fmla="*/ 84773 w 138112"/>
                              <a:gd name="connsiteY10" fmla="*/ 131445 h 160972"/>
                              <a:gd name="connsiteX11" fmla="*/ 91440 w 138112"/>
                              <a:gd name="connsiteY11" fmla="*/ 115253 h 160972"/>
                              <a:gd name="connsiteX12" fmla="*/ 91440 w 138112"/>
                              <a:gd name="connsiteY12" fmla="*/ 953 h 160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8112" h="160972">
                                <a:moveTo>
                                  <a:pt x="92392" y="953"/>
                                </a:moveTo>
                                <a:lnTo>
                                  <a:pt x="138113" y="953"/>
                                </a:lnTo>
                                <a:lnTo>
                                  <a:pt x="138113" y="82867"/>
                                </a:lnTo>
                                <a:cubicBezTo>
                                  <a:pt x="138113" y="104775"/>
                                  <a:pt x="130492" y="122872"/>
                                  <a:pt x="115252" y="138113"/>
                                </a:cubicBezTo>
                                <a:cubicBezTo>
                                  <a:pt x="100013" y="153353"/>
                                  <a:pt x="80963" y="160972"/>
                                  <a:pt x="60008" y="160972"/>
                                </a:cubicBezTo>
                                <a:lnTo>
                                  <a:pt x="0" y="160972"/>
                                </a:lnTo>
                                <a:lnTo>
                                  <a:pt x="0" y="0"/>
                                </a:lnTo>
                                <a:lnTo>
                                  <a:pt x="45720" y="0"/>
                                </a:lnTo>
                                <a:lnTo>
                                  <a:pt x="45720" y="138113"/>
                                </a:lnTo>
                                <a:lnTo>
                                  <a:pt x="68580" y="138113"/>
                                </a:lnTo>
                                <a:cubicBezTo>
                                  <a:pt x="75248" y="138113"/>
                                  <a:pt x="80963" y="136207"/>
                                  <a:pt x="84773" y="131445"/>
                                </a:cubicBezTo>
                                <a:cubicBezTo>
                                  <a:pt x="88583" y="126682"/>
                                  <a:pt x="91440" y="120967"/>
                                  <a:pt x="91440" y="115253"/>
                                </a:cubicBezTo>
                                <a:lnTo>
                                  <a:pt x="91440" y="953"/>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1490639" name="Freeform 1241490639"/>
                        <wps:cNvSpPr/>
                        <wps:spPr>
                          <a:xfrm>
                            <a:off x="368618" y="47625"/>
                            <a:ext cx="137160" cy="160972"/>
                          </a:xfrm>
                          <a:custGeom>
                            <a:avLst/>
                            <a:gdLst>
                              <a:gd name="connsiteX0" fmla="*/ 91440 w 137160"/>
                              <a:gd name="connsiteY0" fmla="*/ 68580 h 160972"/>
                              <a:gd name="connsiteX1" fmla="*/ 91440 w 137160"/>
                              <a:gd name="connsiteY1" fmla="*/ 45720 h 160972"/>
                              <a:gd name="connsiteX2" fmla="*/ 84773 w 137160"/>
                              <a:gd name="connsiteY2" fmla="*/ 29528 h 160972"/>
                              <a:gd name="connsiteX3" fmla="*/ 68580 w 137160"/>
                              <a:gd name="connsiteY3" fmla="*/ 22860 h 160972"/>
                              <a:gd name="connsiteX4" fmla="*/ 45720 w 137160"/>
                              <a:gd name="connsiteY4" fmla="*/ 22860 h 160972"/>
                              <a:gd name="connsiteX5" fmla="*/ 22860 w 137160"/>
                              <a:gd name="connsiteY5" fmla="*/ 45720 h 160972"/>
                              <a:gd name="connsiteX6" fmla="*/ 0 w 137160"/>
                              <a:gd name="connsiteY6" fmla="*/ 45720 h 160972"/>
                              <a:gd name="connsiteX7" fmla="*/ 45720 w 137160"/>
                              <a:gd name="connsiteY7" fmla="*/ 0 h 160972"/>
                              <a:gd name="connsiteX8" fmla="*/ 91440 w 137160"/>
                              <a:gd name="connsiteY8" fmla="*/ 0 h 160972"/>
                              <a:gd name="connsiteX9" fmla="*/ 123825 w 137160"/>
                              <a:gd name="connsiteY9" fmla="*/ 13335 h 160972"/>
                              <a:gd name="connsiteX10" fmla="*/ 137160 w 137160"/>
                              <a:gd name="connsiteY10" fmla="*/ 45720 h 160972"/>
                              <a:gd name="connsiteX11" fmla="*/ 137160 w 137160"/>
                              <a:gd name="connsiteY11" fmla="*/ 160973 h 160972"/>
                              <a:gd name="connsiteX12" fmla="*/ 91440 w 137160"/>
                              <a:gd name="connsiteY12" fmla="*/ 160973 h 160972"/>
                              <a:gd name="connsiteX13" fmla="*/ 91440 w 137160"/>
                              <a:gd name="connsiteY13" fmla="*/ 138113 h 160972"/>
                              <a:gd name="connsiteX14" fmla="*/ 68580 w 137160"/>
                              <a:gd name="connsiteY14" fmla="*/ 160973 h 160972"/>
                              <a:gd name="connsiteX15" fmla="*/ 45720 w 137160"/>
                              <a:gd name="connsiteY15" fmla="*/ 160973 h 160972"/>
                              <a:gd name="connsiteX16" fmla="*/ 13335 w 137160"/>
                              <a:gd name="connsiteY16" fmla="*/ 147638 h 160972"/>
                              <a:gd name="connsiteX17" fmla="*/ 0 w 137160"/>
                              <a:gd name="connsiteY17" fmla="*/ 115253 h 160972"/>
                              <a:gd name="connsiteX18" fmla="*/ 13335 w 137160"/>
                              <a:gd name="connsiteY18" fmla="*/ 82868 h 160972"/>
                              <a:gd name="connsiteX19" fmla="*/ 45720 w 137160"/>
                              <a:gd name="connsiteY19" fmla="*/ 69533 h 160972"/>
                              <a:gd name="connsiteX20" fmla="*/ 91440 w 137160"/>
                              <a:gd name="connsiteY20" fmla="*/ 69533 h 160972"/>
                              <a:gd name="connsiteX21" fmla="*/ 91440 w 137160"/>
                              <a:gd name="connsiteY21" fmla="*/ 91440 h 160972"/>
                              <a:gd name="connsiteX22" fmla="*/ 68580 w 137160"/>
                              <a:gd name="connsiteY22" fmla="*/ 91440 h 160972"/>
                              <a:gd name="connsiteX23" fmla="*/ 52388 w 137160"/>
                              <a:gd name="connsiteY23" fmla="*/ 98108 h 160972"/>
                              <a:gd name="connsiteX24" fmla="*/ 45720 w 137160"/>
                              <a:gd name="connsiteY24" fmla="*/ 114300 h 160972"/>
                              <a:gd name="connsiteX25" fmla="*/ 52388 w 137160"/>
                              <a:gd name="connsiteY25" fmla="*/ 130493 h 160972"/>
                              <a:gd name="connsiteX26" fmla="*/ 68580 w 137160"/>
                              <a:gd name="connsiteY26" fmla="*/ 137160 h 160972"/>
                              <a:gd name="connsiteX27" fmla="*/ 84773 w 137160"/>
                              <a:gd name="connsiteY27" fmla="*/ 130493 h 160972"/>
                              <a:gd name="connsiteX28" fmla="*/ 91440 w 137160"/>
                              <a:gd name="connsiteY28" fmla="*/ 114300 h 160972"/>
                              <a:gd name="connsiteX29" fmla="*/ 91440 w 137160"/>
                              <a:gd name="connsiteY29" fmla="*/ 91440 h 160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37160" h="160972">
                                <a:moveTo>
                                  <a:pt x="91440" y="68580"/>
                                </a:moveTo>
                                <a:lnTo>
                                  <a:pt x="91440" y="45720"/>
                                </a:lnTo>
                                <a:cubicBezTo>
                                  <a:pt x="91440" y="39053"/>
                                  <a:pt x="89535" y="34290"/>
                                  <a:pt x="84773" y="29528"/>
                                </a:cubicBezTo>
                                <a:cubicBezTo>
                                  <a:pt x="80010" y="24765"/>
                                  <a:pt x="75248" y="22860"/>
                                  <a:pt x="68580" y="22860"/>
                                </a:cubicBezTo>
                                <a:lnTo>
                                  <a:pt x="45720" y="22860"/>
                                </a:lnTo>
                                <a:cubicBezTo>
                                  <a:pt x="32385" y="22860"/>
                                  <a:pt x="24765" y="30480"/>
                                  <a:pt x="22860" y="45720"/>
                                </a:cubicBezTo>
                                <a:lnTo>
                                  <a:pt x="0" y="45720"/>
                                </a:lnTo>
                                <a:cubicBezTo>
                                  <a:pt x="3810" y="15240"/>
                                  <a:pt x="19050" y="0"/>
                                  <a:pt x="45720" y="0"/>
                                </a:cubicBezTo>
                                <a:lnTo>
                                  <a:pt x="91440" y="0"/>
                                </a:lnTo>
                                <a:cubicBezTo>
                                  <a:pt x="103823" y="0"/>
                                  <a:pt x="114300" y="4763"/>
                                  <a:pt x="123825" y="13335"/>
                                </a:cubicBezTo>
                                <a:cubicBezTo>
                                  <a:pt x="133350" y="21908"/>
                                  <a:pt x="137160" y="33338"/>
                                  <a:pt x="137160" y="45720"/>
                                </a:cubicBezTo>
                                <a:lnTo>
                                  <a:pt x="137160" y="160973"/>
                                </a:lnTo>
                                <a:lnTo>
                                  <a:pt x="91440" y="160973"/>
                                </a:lnTo>
                                <a:lnTo>
                                  <a:pt x="91440" y="138113"/>
                                </a:lnTo>
                                <a:cubicBezTo>
                                  <a:pt x="89535" y="153353"/>
                                  <a:pt x="81915" y="160973"/>
                                  <a:pt x="68580" y="160973"/>
                                </a:cubicBezTo>
                                <a:lnTo>
                                  <a:pt x="45720" y="160973"/>
                                </a:lnTo>
                                <a:cubicBezTo>
                                  <a:pt x="33338" y="160973"/>
                                  <a:pt x="21907" y="156210"/>
                                  <a:pt x="13335" y="147638"/>
                                </a:cubicBezTo>
                                <a:cubicBezTo>
                                  <a:pt x="3810" y="139065"/>
                                  <a:pt x="0" y="127635"/>
                                  <a:pt x="0" y="115253"/>
                                </a:cubicBezTo>
                                <a:cubicBezTo>
                                  <a:pt x="0" y="102870"/>
                                  <a:pt x="4763" y="92393"/>
                                  <a:pt x="13335" y="82868"/>
                                </a:cubicBezTo>
                                <a:cubicBezTo>
                                  <a:pt x="22860" y="74295"/>
                                  <a:pt x="33338" y="69533"/>
                                  <a:pt x="45720" y="69533"/>
                                </a:cubicBezTo>
                                <a:lnTo>
                                  <a:pt x="91440" y="69533"/>
                                </a:lnTo>
                                <a:close/>
                                <a:moveTo>
                                  <a:pt x="91440" y="91440"/>
                                </a:moveTo>
                                <a:lnTo>
                                  <a:pt x="68580" y="91440"/>
                                </a:lnTo>
                                <a:cubicBezTo>
                                  <a:pt x="61912" y="91440"/>
                                  <a:pt x="57150" y="93345"/>
                                  <a:pt x="52388" y="98108"/>
                                </a:cubicBezTo>
                                <a:cubicBezTo>
                                  <a:pt x="47625" y="102870"/>
                                  <a:pt x="45720" y="107633"/>
                                  <a:pt x="45720" y="114300"/>
                                </a:cubicBezTo>
                                <a:cubicBezTo>
                                  <a:pt x="45720" y="120968"/>
                                  <a:pt x="47625" y="125730"/>
                                  <a:pt x="52388" y="130493"/>
                                </a:cubicBezTo>
                                <a:cubicBezTo>
                                  <a:pt x="57150" y="135255"/>
                                  <a:pt x="61912" y="137160"/>
                                  <a:pt x="68580" y="137160"/>
                                </a:cubicBezTo>
                                <a:cubicBezTo>
                                  <a:pt x="75248" y="137160"/>
                                  <a:pt x="80962" y="135255"/>
                                  <a:pt x="84773" y="130493"/>
                                </a:cubicBezTo>
                                <a:cubicBezTo>
                                  <a:pt x="88582" y="125730"/>
                                  <a:pt x="91440" y="120015"/>
                                  <a:pt x="91440" y="114300"/>
                                </a:cubicBezTo>
                                <a:lnTo>
                                  <a:pt x="91440" y="9144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65035406" name="Freeform 765035406"/>
                        <wps:cNvSpPr/>
                        <wps:spPr>
                          <a:xfrm>
                            <a:off x="552450" y="0"/>
                            <a:ext cx="45720" cy="207645"/>
                          </a:xfrm>
                          <a:custGeom>
                            <a:avLst/>
                            <a:gdLst>
                              <a:gd name="connsiteX0" fmla="*/ 0 w 45720"/>
                              <a:gd name="connsiteY0" fmla="*/ 207645 h 207645"/>
                              <a:gd name="connsiteX1" fmla="*/ 0 w 45720"/>
                              <a:gd name="connsiteY1" fmla="*/ 0 h 207645"/>
                              <a:gd name="connsiteX2" fmla="*/ 45720 w 45720"/>
                              <a:gd name="connsiteY2" fmla="*/ 0 h 207645"/>
                              <a:gd name="connsiteX3" fmla="*/ 45720 w 45720"/>
                              <a:gd name="connsiteY3" fmla="*/ 207645 h 207645"/>
                              <a:gd name="connsiteX4" fmla="*/ 0 w 45720"/>
                              <a:gd name="connsiteY4" fmla="*/ 207645 h 20764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5720" h="207645">
                                <a:moveTo>
                                  <a:pt x="0" y="207645"/>
                                </a:moveTo>
                                <a:lnTo>
                                  <a:pt x="0" y="0"/>
                                </a:lnTo>
                                <a:lnTo>
                                  <a:pt x="45720" y="0"/>
                                </a:lnTo>
                                <a:lnTo>
                                  <a:pt x="45720" y="207645"/>
                                </a:lnTo>
                                <a:lnTo>
                                  <a:pt x="0" y="207645"/>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4098988" name="Freeform 944098988"/>
                        <wps:cNvSpPr/>
                        <wps:spPr>
                          <a:xfrm>
                            <a:off x="645796" y="46673"/>
                            <a:ext cx="137159" cy="160972"/>
                          </a:xfrm>
                          <a:custGeom>
                            <a:avLst/>
                            <a:gdLst>
                              <a:gd name="connsiteX0" fmla="*/ 137160 w 137159"/>
                              <a:gd name="connsiteY0" fmla="*/ 0 h 160972"/>
                              <a:gd name="connsiteX1" fmla="*/ 137160 w 137159"/>
                              <a:gd name="connsiteY1" fmla="*/ 160972 h 160972"/>
                              <a:gd name="connsiteX2" fmla="*/ 91440 w 137159"/>
                              <a:gd name="connsiteY2" fmla="*/ 160972 h 160972"/>
                              <a:gd name="connsiteX3" fmla="*/ 91440 w 137159"/>
                              <a:gd name="connsiteY3" fmla="*/ 138113 h 160972"/>
                              <a:gd name="connsiteX4" fmla="*/ 68580 w 137159"/>
                              <a:gd name="connsiteY4" fmla="*/ 160972 h 160972"/>
                              <a:gd name="connsiteX5" fmla="*/ 45720 w 137159"/>
                              <a:gd name="connsiteY5" fmla="*/ 160972 h 160972"/>
                              <a:gd name="connsiteX6" fmla="*/ 13335 w 137159"/>
                              <a:gd name="connsiteY6" fmla="*/ 147638 h 160972"/>
                              <a:gd name="connsiteX7" fmla="*/ 0 w 137159"/>
                              <a:gd name="connsiteY7" fmla="*/ 115252 h 160972"/>
                              <a:gd name="connsiteX8" fmla="*/ 0 w 137159"/>
                              <a:gd name="connsiteY8" fmla="*/ 0 h 160972"/>
                              <a:gd name="connsiteX9" fmla="*/ 45720 w 137159"/>
                              <a:gd name="connsiteY9" fmla="*/ 0 h 160972"/>
                              <a:gd name="connsiteX10" fmla="*/ 45720 w 137159"/>
                              <a:gd name="connsiteY10" fmla="*/ 115252 h 160972"/>
                              <a:gd name="connsiteX11" fmla="*/ 52388 w 137159"/>
                              <a:gd name="connsiteY11" fmla="*/ 131445 h 160972"/>
                              <a:gd name="connsiteX12" fmla="*/ 68580 w 137159"/>
                              <a:gd name="connsiteY12" fmla="*/ 138113 h 160972"/>
                              <a:gd name="connsiteX13" fmla="*/ 84772 w 137159"/>
                              <a:gd name="connsiteY13" fmla="*/ 131445 h 160972"/>
                              <a:gd name="connsiteX14" fmla="*/ 91440 w 137159"/>
                              <a:gd name="connsiteY14" fmla="*/ 115252 h 160972"/>
                              <a:gd name="connsiteX15" fmla="*/ 91440 w 137159"/>
                              <a:gd name="connsiteY15" fmla="*/ 0 h 160972"/>
                              <a:gd name="connsiteX16" fmla="*/ 137160 w 137159"/>
                              <a:gd name="connsiteY16" fmla="*/ 0 h 160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37159" h="160972">
                                <a:moveTo>
                                  <a:pt x="137160" y="0"/>
                                </a:moveTo>
                                <a:lnTo>
                                  <a:pt x="137160" y="160972"/>
                                </a:lnTo>
                                <a:lnTo>
                                  <a:pt x="91440" y="160972"/>
                                </a:lnTo>
                                <a:lnTo>
                                  <a:pt x="91440" y="138113"/>
                                </a:lnTo>
                                <a:cubicBezTo>
                                  <a:pt x="89535" y="153352"/>
                                  <a:pt x="81915" y="160972"/>
                                  <a:pt x="68580" y="160972"/>
                                </a:cubicBezTo>
                                <a:lnTo>
                                  <a:pt x="45720" y="160972"/>
                                </a:lnTo>
                                <a:cubicBezTo>
                                  <a:pt x="33338" y="160972"/>
                                  <a:pt x="21908" y="156210"/>
                                  <a:pt x="13335" y="147638"/>
                                </a:cubicBezTo>
                                <a:cubicBezTo>
                                  <a:pt x="4763" y="139065"/>
                                  <a:pt x="0" y="127635"/>
                                  <a:pt x="0" y="115252"/>
                                </a:cubicBezTo>
                                <a:lnTo>
                                  <a:pt x="0" y="0"/>
                                </a:lnTo>
                                <a:lnTo>
                                  <a:pt x="45720" y="0"/>
                                </a:lnTo>
                                <a:lnTo>
                                  <a:pt x="45720" y="115252"/>
                                </a:lnTo>
                                <a:cubicBezTo>
                                  <a:pt x="45720" y="121920"/>
                                  <a:pt x="47625" y="126682"/>
                                  <a:pt x="52388" y="131445"/>
                                </a:cubicBezTo>
                                <a:cubicBezTo>
                                  <a:pt x="57150" y="136207"/>
                                  <a:pt x="61913" y="138113"/>
                                  <a:pt x="68580" y="138113"/>
                                </a:cubicBezTo>
                                <a:cubicBezTo>
                                  <a:pt x="75247" y="138113"/>
                                  <a:pt x="80963" y="136207"/>
                                  <a:pt x="84772" y="131445"/>
                                </a:cubicBezTo>
                                <a:cubicBezTo>
                                  <a:pt x="89535" y="126682"/>
                                  <a:pt x="91440" y="120967"/>
                                  <a:pt x="91440" y="115252"/>
                                </a:cubicBezTo>
                                <a:lnTo>
                                  <a:pt x="91440" y="0"/>
                                </a:lnTo>
                                <a:lnTo>
                                  <a:pt x="137160" y="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03070520" name="Freeform 2003070520"/>
                        <wps:cNvSpPr/>
                        <wps:spPr>
                          <a:xfrm>
                            <a:off x="828675" y="47625"/>
                            <a:ext cx="137160" cy="160972"/>
                          </a:xfrm>
                          <a:custGeom>
                            <a:avLst/>
                            <a:gdLst>
                              <a:gd name="connsiteX0" fmla="*/ 92392 w 137160"/>
                              <a:gd name="connsiteY0" fmla="*/ 68580 h 160972"/>
                              <a:gd name="connsiteX1" fmla="*/ 92392 w 137160"/>
                              <a:gd name="connsiteY1" fmla="*/ 45720 h 160972"/>
                              <a:gd name="connsiteX2" fmla="*/ 85725 w 137160"/>
                              <a:gd name="connsiteY2" fmla="*/ 29528 h 160972"/>
                              <a:gd name="connsiteX3" fmla="*/ 69533 w 137160"/>
                              <a:gd name="connsiteY3" fmla="*/ 22860 h 160972"/>
                              <a:gd name="connsiteX4" fmla="*/ 45720 w 137160"/>
                              <a:gd name="connsiteY4" fmla="*/ 22860 h 160972"/>
                              <a:gd name="connsiteX5" fmla="*/ 22860 w 137160"/>
                              <a:gd name="connsiteY5" fmla="*/ 45720 h 160972"/>
                              <a:gd name="connsiteX6" fmla="*/ 0 w 137160"/>
                              <a:gd name="connsiteY6" fmla="*/ 45720 h 160972"/>
                              <a:gd name="connsiteX7" fmla="*/ 45720 w 137160"/>
                              <a:gd name="connsiteY7" fmla="*/ 0 h 160972"/>
                              <a:gd name="connsiteX8" fmla="*/ 91440 w 137160"/>
                              <a:gd name="connsiteY8" fmla="*/ 0 h 160972"/>
                              <a:gd name="connsiteX9" fmla="*/ 123825 w 137160"/>
                              <a:gd name="connsiteY9" fmla="*/ 13335 h 160972"/>
                              <a:gd name="connsiteX10" fmla="*/ 137160 w 137160"/>
                              <a:gd name="connsiteY10" fmla="*/ 45720 h 160972"/>
                              <a:gd name="connsiteX11" fmla="*/ 137160 w 137160"/>
                              <a:gd name="connsiteY11" fmla="*/ 160973 h 160972"/>
                              <a:gd name="connsiteX12" fmla="*/ 91440 w 137160"/>
                              <a:gd name="connsiteY12" fmla="*/ 160973 h 160972"/>
                              <a:gd name="connsiteX13" fmla="*/ 91440 w 137160"/>
                              <a:gd name="connsiteY13" fmla="*/ 138113 h 160972"/>
                              <a:gd name="connsiteX14" fmla="*/ 68580 w 137160"/>
                              <a:gd name="connsiteY14" fmla="*/ 160973 h 160972"/>
                              <a:gd name="connsiteX15" fmla="*/ 45720 w 137160"/>
                              <a:gd name="connsiteY15" fmla="*/ 160973 h 160972"/>
                              <a:gd name="connsiteX16" fmla="*/ 13335 w 137160"/>
                              <a:gd name="connsiteY16" fmla="*/ 147638 h 160972"/>
                              <a:gd name="connsiteX17" fmla="*/ 0 w 137160"/>
                              <a:gd name="connsiteY17" fmla="*/ 115253 h 160972"/>
                              <a:gd name="connsiteX18" fmla="*/ 13335 w 137160"/>
                              <a:gd name="connsiteY18" fmla="*/ 82868 h 160972"/>
                              <a:gd name="connsiteX19" fmla="*/ 45720 w 137160"/>
                              <a:gd name="connsiteY19" fmla="*/ 69533 h 160972"/>
                              <a:gd name="connsiteX20" fmla="*/ 92392 w 137160"/>
                              <a:gd name="connsiteY20" fmla="*/ 69533 h 160972"/>
                              <a:gd name="connsiteX21" fmla="*/ 92392 w 137160"/>
                              <a:gd name="connsiteY21" fmla="*/ 91440 h 160972"/>
                              <a:gd name="connsiteX22" fmla="*/ 69533 w 137160"/>
                              <a:gd name="connsiteY22" fmla="*/ 91440 h 160972"/>
                              <a:gd name="connsiteX23" fmla="*/ 53340 w 137160"/>
                              <a:gd name="connsiteY23" fmla="*/ 98108 h 160972"/>
                              <a:gd name="connsiteX24" fmla="*/ 46673 w 137160"/>
                              <a:gd name="connsiteY24" fmla="*/ 114300 h 160972"/>
                              <a:gd name="connsiteX25" fmla="*/ 53340 w 137160"/>
                              <a:gd name="connsiteY25" fmla="*/ 130493 h 160972"/>
                              <a:gd name="connsiteX26" fmla="*/ 69533 w 137160"/>
                              <a:gd name="connsiteY26" fmla="*/ 137160 h 160972"/>
                              <a:gd name="connsiteX27" fmla="*/ 85725 w 137160"/>
                              <a:gd name="connsiteY27" fmla="*/ 130493 h 160972"/>
                              <a:gd name="connsiteX28" fmla="*/ 92392 w 137160"/>
                              <a:gd name="connsiteY28" fmla="*/ 114300 h 160972"/>
                              <a:gd name="connsiteX29" fmla="*/ 92392 w 137160"/>
                              <a:gd name="connsiteY29" fmla="*/ 91440 h 160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37160" h="160972">
                                <a:moveTo>
                                  <a:pt x="92392" y="68580"/>
                                </a:moveTo>
                                <a:lnTo>
                                  <a:pt x="92392" y="45720"/>
                                </a:lnTo>
                                <a:cubicBezTo>
                                  <a:pt x="92392" y="39053"/>
                                  <a:pt x="90488" y="34290"/>
                                  <a:pt x="85725" y="29528"/>
                                </a:cubicBezTo>
                                <a:cubicBezTo>
                                  <a:pt x="80963" y="24765"/>
                                  <a:pt x="76200" y="22860"/>
                                  <a:pt x="69533" y="22860"/>
                                </a:cubicBezTo>
                                <a:lnTo>
                                  <a:pt x="45720" y="22860"/>
                                </a:lnTo>
                                <a:cubicBezTo>
                                  <a:pt x="32385" y="22860"/>
                                  <a:pt x="24765" y="30480"/>
                                  <a:pt x="22860" y="45720"/>
                                </a:cubicBezTo>
                                <a:lnTo>
                                  <a:pt x="0" y="45720"/>
                                </a:lnTo>
                                <a:cubicBezTo>
                                  <a:pt x="3810" y="15240"/>
                                  <a:pt x="19050" y="0"/>
                                  <a:pt x="45720" y="0"/>
                                </a:cubicBezTo>
                                <a:lnTo>
                                  <a:pt x="91440" y="0"/>
                                </a:lnTo>
                                <a:cubicBezTo>
                                  <a:pt x="103823" y="0"/>
                                  <a:pt x="114300" y="4763"/>
                                  <a:pt x="123825" y="13335"/>
                                </a:cubicBezTo>
                                <a:cubicBezTo>
                                  <a:pt x="132398" y="21908"/>
                                  <a:pt x="137160" y="33338"/>
                                  <a:pt x="137160" y="45720"/>
                                </a:cubicBezTo>
                                <a:lnTo>
                                  <a:pt x="137160" y="160973"/>
                                </a:lnTo>
                                <a:lnTo>
                                  <a:pt x="91440" y="160973"/>
                                </a:lnTo>
                                <a:lnTo>
                                  <a:pt x="91440" y="138113"/>
                                </a:lnTo>
                                <a:cubicBezTo>
                                  <a:pt x="89535" y="153353"/>
                                  <a:pt x="81915" y="160973"/>
                                  <a:pt x="68580" y="160973"/>
                                </a:cubicBezTo>
                                <a:lnTo>
                                  <a:pt x="45720" y="160973"/>
                                </a:lnTo>
                                <a:cubicBezTo>
                                  <a:pt x="33338" y="160973"/>
                                  <a:pt x="21908" y="156210"/>
                                  <a:pt x="13335" y="147638"/>
                                </a:cubicBezTo>
                                <a:cubicBezTo>
                                  <a:pt x="4763" y="139065"/>
                                  <a:pt x="0" y="127635"/>
                                  <a:pt x="0" y="115253"/>
                                </a:cubicBezTo>
                                <a:cubicBezTo>
                                  <a:pt x="0" y="102870"/>
                                  <a:pt x="4763" y="92393"/>
                                  <a:pt x="13335" y="82868"/>
                                </a:cubicBezTo>
                                <a:cubicBezTo>
                                  <a:pt x="21908" y="73343"/>
                                  <a:pt x="33338" y="69533"/>
                                  <a:pt x="45720" y="69533"/>
                                </a:cubicBezTo>
                                <a:lnTo>
                                  <a:pt x="92392" y="69533"/>
                                </a:lnTo>
                                <a:close/>
                                <a:moveTo>
                                  <a:pt x="92392" y="91440"/>
                                </a:moveTo>
                                <a:lnTo>
                                  <a:pt x="69533" y="91440"/>
                                </a:lnTo>
                                <a:cubicBezTo>
                                  <a:pt x="62865" y="91440"/>
                                  <a:pt x="58103" y="93345"/>
                                  <a:pt x="53340" y="98108"/>
                                </a:cubicBezTo>
                                <a:cubicBezTo>
                                  <a:pt x="48578" y="102870"/>
                                  <a:pt x="46673" y="107633"/>
                                  <a:pt x="46673" y="114300"/>
                                </a:cubicBezTo>
                                <a:cubicBezTo>
                                  <a:pt x="46673" y="120968"/>
                                  <a:pt x="48578" y="125730"/>
                                  <a:pt x="53340" y="130493"/>
                                </a:cubicBezTo>
                                <a:cubicBezTo>
                                  <a:pt x="58103" y="135255"/>
                                  <a:pt x="62865" y="137160"/>
                                  <a:pt x="69533" y="137160"/>
                                </a:cubicBezTo>
                                <a:cubicBezTo>
                                  <a:pt x="76200" y="137160"/>
                                  <a:pt x="81915" y="135255"/>
                                  <a:pt x="85725" y="130493"/>
                                </a:cubicBezTo>
                                <a:cubicBezTo>
                                  <a:pt x="90488" y="125730"/>
                                  <a:pt x="92392" y="120015"/>
                                  <a:pt x="92392" y="114300"/>
                                </a:cubicBezTo>
                                <a:lnTo>
                                  <a:pt x="92392" y="9144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3903489" name="Freeform 1823903489"/>
                        <wps:cNvSpPr/>
                        <wps:spPr>
                          <a:xfrm>
                            <a:off x="1013461" y="953"/>
                            <a:ext cx="91439" cy="206692"/>
                          </a:xfrm>
                          <a:custGeom>
                            <a:avLst/>
                            <a:gdLst>
                              <a:gd name="connsiteX0" fmla="*/ 22860 w 91439"/>
                              <a:gd name="connsiteY0" fmla="*/ 0 h 206692"/>
                              <a:gd name="connsiteX1" fmla="*/ 68580 w 91439"/>
                              <a:gd name="connsiteY1" fmla="*/ 0 h 206692"/>
                              <a:gd name="connsiteX2" fmla="*/ 68580 w 91439"/>
                              <a:gd name="connsiteY2" fmla="*/ 45720 h 206692"/>
                              <a:gd name="connsiteX3" fmla="*/ 91440 w 91439"/>
                              <a:gd name="connsiteY3" fmla="*/ 45720 h 206692"/>
                              <a:gd name="connsiteX4" fmla="*/ 91440 w 91439"/>
                              <a:gd name="connsiteY4" fmla="*/ 68580 h 206692"/>
                              <a:gd name="connsiteX5" fmla="*/ 68580 w 91439"/>
                              <a:gd name="connsiteY5" fmla="*/ 68580 h 206692"/>
                              <a:gd name="connsiteX6" fmla="*/ 68580 w 91439"/>
                              <a:gd name="connsiteY6" fmla="*/ 160972 h 206692"/>
                              <a:gd name="connsiteX7" fmla="*/ 76200 w 91439"/>
                              <a:gd name="connsiteY7" fmla="*/ 178118 h 206692"/>
                              <a:gd name="connsiteX8" fmla="*/ 89535 w 91439"/>
                              <a:gd name="connsiteY8" fmla="*/ 183833 h 206692"/>
                              <a:gd name="connsiteX9" fmla="*/ 91440 w 91439"/>
                              <a:gd name="connsiteY9" fmla="*/ 183833 h 206692"/>
                              <a:gd name="connsiteX10" fmla="*/ 91440 w 91439"/>
                              <a:gd name="connsiteY10" fmla="*/ 206693 h 206692"/>
                              <a:gd name="connsiteX11" fmla="*/ 68580 w 91439"/>
                              <a:gd name="connsiteY11" fmla="*/ 206693 h 206692"/>
                              <a:gd name="connsiteX12" fmla="*/ 36195 w 91439"/>
                              <a:gd name="connsiteY12" fmla="*/ 193358 h 206692"/>
                              <a:gd name="connsiteX13" fmla="*/ 22860 w 91439"/>
                              <a:gd name="connsiteY13" fmla="*/ 160972 h 206692"/>
                              <a:gd name="connsiteX14" fmla="*/ 22860 w 91439"/>
                              <a:gd name="connsiteY14" fmla="*/ 68580 h 206692"/>
                              <a:gd name="connsiteX15" fmla="*/ 0 w 91439"/>
                              <a:gd name="connsiteY15" fmla="*/ 68580 h 206692"/>
                              <a:gd name="connsiteX16" fmla="*/ 0 w 91439"/>
                              <a:gd name="connsiteY16" fmla="*/ 45720 h 206692"/>
                              <a:gd name="connsiteX17" fmla="*/ 22860 w 91439"/>
                              <a:gd name="connsiteY17" fmla="*/ 45720 h 206692"/>
                              <a:gd name="connsiteX18" fmla="*/ 22860 w 91439"/>
                              <a:gd name="connsiteY18" fmla="*/ 0 h 2066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1439" h="206692">
                                <a:moveTo>
                                  <a:pt x="22860" y="0"/>
                                </a:moveTo>
                                <a:lnTo>
                                  <a:pt x="68580" y="0"/>
                                </a:lnTo>
                                <a:lnTo>
                                  <a:pt x="68580" y="45720"/>
                                </a:lnTo>
                                <a:lnTo>
                                  <a:pt x="91440" y="45720"/>
                                </a:lnTo>
                                <a:lnTo>
                                  <a:pt x="91440" y="68580"/>
                                </a:lnTo>
                                <a:lnTo>
                                  <a:pt x="68580" y="68580"/>
                                </a:lnTo>
                                <a:lnTo>
                                  <a:pt x="68580" y="160972"/>
                                </a:lnTo>
                                <a:cubicBezTo>
                                  <a:pt x="68580" y="168593"/>
                                  <a:pt x="71438" y="174308"/>
                                  <a:pt x="76200" y="178118"/>
                                </a:cubicBezTo>
                                <a:cubicBezTo>
                                  <a:pt x="80963" y="181928"/>
                                  <a:pt x="85725" y="183833"/>
                                  <a:pt x="89535" y="183833"/>
                                </a:cubicBezTo>
                                <a:lnTo>
                                  <a:pt x="91440" y="183833"/>
                                </a:lnTo>
                                <a:lnTo>
                                  <a:pt x="91440" y="206693"/>
                                </a:lnTo>
                                <a:lnTo>
                                  <a:pt x="68580" y="206693"/>
                                </a:lnTo>
                                <a:cubicBezTo>
                                  <a:pt x="56197" y="206693"/>
                                  <a:pt x="45720" y="201930"/>
                                  <a:pt x="36195" y="193358"/>
                                </a:cubicBezTo>
                                <a:cubicBezTo>
                                  <a:pt x="26670" y="184785"/>
                                  <a:pt x="22860" y="173355"/>
                                  <a:pt x="22860" y="160972"/>
                                </a:cubicBezTo>
                                <a:lnTo>
                                  <a:pt x="22860" y="68580"/>
                                </a:lnTo>
                                <a:lnTo>
                                  <a:pt x="0" y="68580"/>
                                </a:lnTo>
                                <a:lnTo>
                                  <a:pt x="0" y="45720"/>
                                </a:lnTo>
                                <a:lnTo>
                                  <a:pt x="22860" y="45720"/>
                                </a:lnTo>
                                <a:lnTo>
                                  <a:pt x="22860" y="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16629699" name="Freeform 2016629699"/>
                        <wps:cNvSpPr/>
                        <wps:spPr>
                          <a:xfrm>
                            <a:off x="1150621" y="953"/>
                            <a:ext cx="45720" cy="206692"/>
                          </a:xfrm>
                          <a:custGeom>
                            <a:avLst/>
                            <a:gdLst>
                              <a:gd name="connsiteX0" fmla="*/ 0 w 45720"/>
                              <a:gd name="connsiteY0" fmla="*/ 22860 h 206692"/>
                              <a:gd name="connsiteX1" fmla="*/ 0 w 45720"/>
                              <a:gd name="connsiteY1" fmla="*/ 0 h 206692"/>
                              <a:gd name="connsiteX2" fmla="*/ 45720 w 45720"/>
                              <a:gd name="connsiteY2" fmla="*/ 0 h 206692"/>
                              <a:gd name="connsiteX3" fmla="*/ 45720 w 45720"/>
                              <a:gd name="connsiteY3" fmla="*/ 22860 h 206692"/>
                              <a:gd name="connsiteX4" fmla="*/ 0 w 45720"/>
                              <a:gd name="connsiteY4" fmla="*/ 22860 h 206692"/>
                              <a:gd name="connsiteX5" fmla="*/ 0 w 45720"/>
                              <a:gd name="connsiteY5" fmla="*/ 206693 h 206692"/>
                              <a:gd name="connsiteX6" fmla="*/ 0 w 45720"/>
                              <a:gd name="connsiteY6" fmla="*/ 45720 h 206692"/>
                              <a:gd name="connsiteX7" fmla="*/ 45720 w 45720"/>
                              <a:gd name="connsiteY7" fmla="*/ 45720 h 206692"/>
                              <a:gd name="connsiteX8" fmla="*/ 45720 w 45720"/>
                              <a:gd name="connsiteY8" fmla="*/ 206693 h 206692"/>
                              <a:gd name="connsiteX9" fmla="*/ 0 w 45720"/>
                              <a:gd name="connsiteY9" fmla="*/ 206693 h 2066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5720" h="206692">
                                <a:moveTo>
                                  <a:pt x="0" y="22860"/>
                                </a:moveTo>
                                <a:lnTo>
                                  <a:pt x="0" y="0"/>
                                </a:lnTo>
                                <a:lnTo>
                                  <a:pt x="45720" y="0"/>
                                </a:lnTo>
                                <a:lnTo>
                                  <a:pt x="45720" y="22860"/>
                                </a:lnTo>
                                <a:lnTo>
                                  <a:pt x="0" y="22860"/>
                                </a:lnTo>
                                <a:close/>
                                <a:moveTo>
                                  <a:pt x="0" y="206693"/>
                                </a:moveTo>
                                <a:lnTo>
                                  <a:pt x="0" y="45720"/>
                                </a:lnTo>
                                <a:lnTo>
                                  <a:pt x="45720" y="45720"/>
                                </a:lnTo>
                                <a:lnTo>
                                  <a:pt x="45720" y="206693"/>
                                </a:lnTo>
                                <a:lnTo>
                                  <a:pt x="0" y="206693"/>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56090726" name="Freeform 1856090726"/>
                        <wps:cNvSpPr/>
                        <wps:spPr>
                          <a:xfrm>
                            <a:off x="1243013" y="46673"/>
                            <a:ext cx="137160" cy="160019"/>
                          </a:xfrm>
                          <a:custGeom>
                            <a:avLst/>
                            <a:gdLst>
                              <a:gd name="connsiteX0" fmla="*/ 45720 w 137160"/>
                              <a:gd name="connsiteY0" fmla="*/ 0 h 160019"/>
                              <a:gd name="connsiteX1" fmla="*/ 91440 w 137160"/>
                              <a:gd name="connsiteY1" fmla="*/ 0 h 160019"/>
                              <a:gd name="connsiteX2" fmla="*/ 123825 w 137160"/>
                              <a:gd name="connsiteY2" fmla="*/ 13335 h 160019"/>
                              <a:gd name="connsiteX3" fmla="*/ 137160 w 137160"/>
                              <a:gd name="connsiteY3" fmla="*/ 45720 h 160019"/>
                              <a:gd name="connsiteX4" fmla="*/ 137160 w 137160"/>
                              <a:gd name="connsiteY4" fmla="*/ 114300 h 160019"/>
                              <a:gd name="connsiteX5" fmla="*/ 123825 w 137160"/>
                              <a:gd name="connsiteY5" fmla="*/ 146685 h 160019"/>
                              <a:gd name="connsiteX6" fmla="*/ 91440 w 137160"/>
                              <a:gd name="connsiteY6" fmla="*/ 160020 h 160019"/>
                              <a:gd name="connsiteX7" fmla="*/ 45720 w 137160"/>
                              <a:gd name="connsiteY7" fmla="*/ 160020 h 160019"/>
                              <a:gd name="connsiteX8" fmla="*/ 13335 w 137160"/>
                              <a:gd name="connsiteY8" fmla="*/ 146685 h 160019"/>
                              <a:gd name="connsiteX9" fmla="*/ 0 w 137160"/>
                              <a:gd name="connsiteY9" fmla="*/ 114300 h 160019"/>
                              <a:gd name="connsiteX10" fmla="*/ 0 w 137160"/>
                              <a:gd name="connsiteY10" fmla="*/ 45720 h 160019"/>
                              <a:gd name="connsiteX11" fmla="*/ 13335 w 137160"/>
                              <a:gd name="connsiteY11" fmla="*/ 13335 h 160019"/>
                              <a:gd name="connsiteX12" fmla="*/ 45720 w 137160"/>
                              <a:gd name="connsiteY12" fmla="*/ 0 h 160019"/>
                              <a:gd name="connsiteX13" fmla="*/ 45720 w 137160"/>
                              <a:gd name="connsiteY13" fmla="*/ 45720 h 160019"/>
                              <a:gd name="connsiteX14" fmla="*/ 45720 w 137160"/>
                              <a:gd name="connsiteY14" fmla="*/ 114300 h 160019"/>
                              <a:gd name="connsiteX15" fmla="*/ 52388 w 137160"/>
                              <a:gd name="connsiteY15" fmla="*/ 130492 h 160019"/>
                              <a:gd name="connsiteX16" fmla="*/ 68580 w 137160"/>
                              <a:gd name="connsiteY16" fmla="*/ 137160 h 160019"/>
                              <a:gd name="connsiteX17" fmla="*/ 84773 w 137160"/>
                              <a:gd name="connsiteY17" fmla="*/ 130492 h 160019"/>
                              <a:gd name="connsiteX18" fmla="*/ 91440 w 137160"/>
                              <a:gd name="connsiteY18" fmla="*/ 114300 h 160019"/>
                              <a:gd name="connsiteX19" fmla="*/ 91440 w 137160"/>
                              <a:gd name="connsiteY19" fmla="*/ 45720 h 160019"/>
                              <a:gd name="connsiteX20" fmla="*/ 84773 w 137160"/>
                              <a:gd name="connsiteY20" fmla="*/ 29527 h 160019"/>
                              <a:gd name="connsiteX21" fmla="*/ 68580 w 137160"/>
                              <a:gd name="connsiteY21" fmla="*/ 22860 h 160019"/>
                              <a:gd name="connsiteX22" fmla="*/ 52388 w 137160"/>
                              <a:gd name="connsiteY22" fmla="*/ 29527 h 160019"/>
                              <a:gd name="connsiteX23" fmla="*/ 45720 w 137160"/>
                              <a:gd name="connsiteY23" fmla="*/ 45720 h 1600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37160" h="160019">
                                <a:moveTo>
                                  <a:pt x="45720" y="0"/>
                                </a:moveTo>
                                <a:lnTo>
                                  <a:pt x="91440" y="0"/>
                                </a:lnTo>
                                <a:cubicBezTo>
                                  <a:pt x="103823" y="0"/>
                                  <a:pt x="114300" y="4763"/>
                                  <a:pt x="123825" y="13335"/>
                                </a:cubicBezTo>
                                <a:cubicBezTo>
                                  <a:pt x="132398" y="21907"/>
                                  <a:pt x="137160" y="33338"/>
                                  <a:pt x="137160" y="45720"/>
                                </a:cubicBezTo>
                                <a:lnTo>
                                  <a:pt x="137160" y="114300"/>
                                </a:lnTo>
                                <a:cubicBezTo>
                                  <a:pt x="137160" y="126682"/>
                                  <a:pt x="132398" y="138113"/>
                                  <a:pt x="123825" y="146685"/>
                                </a:cubicBezTo>
                                <a:cubicBezTo>
                                  <a:pt x="115253" y="156210"/>
                                  <a:pt x="103823" y="160020"/>
                                  <a:pt x="91440" y="160020"/>
                                </a:cubicBezTo>
                                <a:lnTo>
                                  <a:pt x="45720" y="160020"/>
                                </a:lnTo>
                                <a:cubicBezTo>
                                  <a:pt x="33338" y="160020"/>
                                  <a:pt x="21908" y="155257"/>
                                  <a:pt x="13335" y="146685"/>
                                </a:cubicBezTo>
                                <a:cubicBezTo>
                                  <a:pt x="4763" y="138113"/>
                                  <a:pt x="0" y="126682"/>
                                  <a:pt x="0" y="114300"/>
                                </a:cubicBezTo>
                                <a:lnTo>
                                  <a:pt x="0" y="45720"/>
                                </a:lnTo>
                                <a:cubicBezTo>
                                  <a:pt x="0" y="33338"/>
                                  <a:pt x="4763" y="22860"/>
                                  <a:pt x="13335" y="13335"/>
                                </a:cubicBezTo>
                                <a:cubicBezTo>
                                  <a:pt x="21908" y="3810"/>
                                  <a:pt x="33338" y="0"/>
                                  <a:pt x="45720" y="0"/>
                                </a:cubicBezTo>
                                <a:close/>
                                <a:moveTo>
                                  <a:pt x="45720" y="45720"/>
                                </a:moveTo>
                                <a:lnTo>
                                  <a:pt x="45720" y="114300"/>
                                </a:lnTo>
                                <a:cubicBezTo>
                                  <a:pt x="45720" y="120967"/>
                                  <a:pt x="47625" y="125730"/>
                                  <a:pt x="52388" y="130492"/>
                                </a:cubicBezTo>
                                <a:cubicBezTo>
                                  <a:pt x="57150" y="135255"/>
                                  <a:pt x="61913" y="137160"/>
                                  <a:pt x="68580" y="137160"/>
                                </a:cubicBezTo>
                                <a:cubicBezTo>
                                  <a:pt x="75248" y="137160"/>
                                  <a:pt x="80963" y="135255"/>
                                  <a:pt x="84773" y="130492"/>
                                </a:cubicBezTo>
                                <a:cubicBezTo>
                                  <a:pt x="89535" y="125730"/>
                                  <a:pt x="91440" y="120015"/>
                                  <a:pt x="91440" y="114300"/>
                                </a:cubicBezTo>
                                <a:lnTo>
                                  <a:pt x="91440" y="45720"/>
                                </a:lnTo>
                                <a:cubicBezTo>
                                  <a:pt x="91440" y="39052"/>
                                  <a:pt x="89535" y="34290"/>
                                  <a:pt x="84773" y="29527"/>
                                </a:cubicBezTo>
                                <a:cubicBezTo>
                                  <a:pt x="80010" y="24765"/>
                                  <a:pt x="75248" y="22860"/>
                                  <a:pt x="68580" y="22860"/>
                                </a:cubicBezTo>
                                <a:cubicBezTo>
                                  <a:pt x="61913" y="22860"/>
                                  <a:pt x="57150" y="24765"/>
                                  <a:pt x="52388" y="29527"/>
                                </a:cubicBezTo>
                                <a:cubicBezTo>
                                  <a:pt x="48578" y="34290"/>
                                  <a:pt x="45720" y="40005"/>
                                  <a:pt x="45720" y="45720"/>
                                </a:cubicBez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921841" name="Freeform 7921841"/>
                        <wps:cNvSpPr/>
                        <wps:spPr>
                          <a:xfrm>
                            <a:off x="1426846" y="46673"/>
                            <a:ext cx="138112" cy="160972"/>
                          </a:xfrm>
                          <a:custGeom>
                            <a:avLst/>
                            <a:gdLst>
                              <a:gd name="connsiteX0" fmla="*/ 0 w 138112"/>
                              <a:gd name="connsiteY0" fmla="*/ 160972 h 160972"/>
                              <a:gd name="connsiteX1" fmla="*/ 0 w 138112"/>
                              <a:gd name="connsiteY1" fmla="*/ 0 h 160972"/>
                              <a:gd name="connsiteX2" fmla="*/ 45720 w 138112"/>
                              <a:gd name="connsiteY2" fmla="*/ 0 h 160972"/>
                              <a:gd name="connsiteX3" fmla="*/ 45720 w 138112"/>
                              <a:gd name="connsiteY3" fmla="*/ 22860 h 160972"/>
                              <a:gd name="connsiteX4" fmla="*/ 53340 w 138112"/>
                              <a:gd name="connsiteY4" fmla="*/ 5715 h 160972"/>
                              <a:gd name="connsiteX5" fmla="*/ 69533 w 138112"/>
                              <a:gd name="connsiteY5" fmla="*/ 0 h 160972"/>
                              <a:gd name="connsiteX6" fmla="*/ 92392 w 138112"/>
                              <a:gd name="connsiteY6" fmla="*/ 0 h 160972"/>
                              <a:gd name="connsiteX7" fmla="*/ 124778 w 138112"/>
                              <a:gd name="connsiteY7" fmla="*/ 13335 h 160972"/>
                              <a:gd name="connsiteX8" fmla="*/ 138113 w 138112"/>
                              <a:gd name="connsiteY8" fmla="*/ 45720 h 160972"/>
                              <a:gd name="connsiteX9" fmla="*/ 138113 w 138112"/>
                              <a:gd name="connsiteY9" fmla="*/ 160972 h 160972"/>
                              <a:gd name="connsiteX10" fmla="*/ 92392 w 138112"/>
                              <a:gd name="connsiteY10" fmla="*/ 160972 h 160972"/>
                              <a:gd name="connsiteX11" fmla="*/ 92392 w 138112"/>
                              <a:gd name="connsiteY11" fmla="*/ 45720 h 160972"/>
                              <a:gd name="connsiteX12" fmla="*/ 85725 w 138112"/>
                              <a:gd name="connsiteY12" fmla="*/ 29527 h 160972"/>
                              <a:gd name="connsiteX13" fmla="*/ 69533 w 138112"/>
                              <a:gd name="connsiteY13" fmla="*/ 22860 h 160972"/>
                              <a:gd name="connsiteX14" fmla="*/ 53340 w 138112"/>
                              <a:gd name="connsiteY14" fmla="*/ 29527 h 160972"/>
                              <a:gd name="connsiteX15" fmla="*/ 46672 w 138112"/>
                              <a:gd name="connsiteY15" fmla="*/ 45720 h 160972"/>
                              <a:gd name="connsiteX16" fmla="*/ 46672 w 138112"/>
                              <a:gd name="connsiteY16" fmla="*/ 160972 h 160972"/>
                              <a:gd name="connsiteX17" fmla="*/ 0 w 138112"/>
                              <a:gd name="connsiteY17" fmla="*/ 160972 h 160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38112" h="160972">
                                <a:moveTo>
                                  <a:pt x="0" y="160972"/>
                                </a:moveTo>
                                <a:lnTo>
                                  <a:pt x="0" y="0"/>
                                </a:lnTo>
                                <a:lnTo>
                                  <a:pt x="45720" y="0"/>
                                </a:lnTo>
                                <a:lnTo>
                                  <a:pt x="45720" y="22860"/>
                                </a:lnTo>
                                <a:cubicBezTo>
                                  <a:pt x="46672" y="15240"/>
                                  <a:pt x="48578" y="9525"/>
                                  <a:pt x="53340" y="5715"/>
                                </a:cubicBezTo>
                                <a:cubicBezTo>
                                  <a:pt x="57150" y="1905"/>
                                  <a:pt x="62865" y="0"/>
                                  <a:pt x="69533" y="0"/>
                                </a:cubicBezTo>
                                <a:lnTo>
                                  <a:pt x="92392" y="0"/>
                                </a:lnTo>
                                <a:cubicBezTo>
                                  <a:pt x="104775" y="0"/>
                                  <a:pt x="115253" y="4763"/>
                                  <a:pt x="124778" y="13335"/>
                                </a:cubicBezTo>
                                <a:cubicBezTo>
                                  <a:pt x="133350" y="21907"/>
                                  <a:pt x="138113" y="33338"/>
                                  <a:pt x="138113" y="45720"/>
                                </a:cubicBezTo>
                                <a:lnTo>
                                  <a:pt x="138113" y="160972"/>
                                </a:lnTo>
                                <a:lnTo>
                                  <a:pt x="92392" y="160972"/>
                                </a:lnTo>
                                <a:lnTo>
                                  <a:pt x="92392" y="45720"/>
                                </a:lnTo>
                                <a:cubicBezTo>
                                  <a:pt x="92392" y="39052"/>
                                  <a:pt x="90488" y="34290"/>
                                  <a:pt x="85725" y="29527"/>
                                </a:cubicBezTo>
                                <a:cubicBezTo>
                                  <a:pt x="80963" y="24765"/>
                                  <a:pt x="76200" y="22860"/>
                                  <a:pt x="69533" y="22860"/>
                                </a:cubicBezTo>
                                <a:cubicBezTo>
                                  <a:pt x="62865" y="22860"/>
                                  <a:pt x="58103" y="24765"/>
                                  <a:pt x="53340" y="29527"/>
                                </a:cubicBezTo>
                                <a:cubicBezTo>
                                  <a:pt x="48578" y="34290"/>
                                  <a:pt x="46672" y="39052"/>
                                  <a:pt x="46672" y="45720"/>
                                </a:cubicBezTo>
                                <a:lnTo>
                                  <a:pt x="46672" y="160972"/>
                                </a:lnTo>
                                <a:lnTo>
                                  <a:pt x="0" y="160972"/>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012125" name="Freeform 75012125"/>
                        <wps:cNvSpPr/>
                        <wps:spPr>
                          <a:xfrm>
                            <a:off x="1711643" y="47625"/>
                            <a:ext cx="137159" cy="160972"/>
                          </a:xfrm>
                          <a:custGeom>
                            <a:avLst/>
                            <a:gdLst>
                              <a:gd name="connsiteX0" fmla="*/ 91440 w 137159"/>
                              <a:gd name="connsiteY0" fmla="*/ 68580 h 160972"/>
                              <a:gd name="connsiteX1" fmla="*/ 91440 w 137159"/>
                              <a:gd name="connsiteY1" fmla="*/ 45720 h 160972"/>
                              <a:gd name="connsiteX2" fmla="*/ 84772 w 137159"/>
                              <a:gd name="connsiteY2" fmla="*/ 29528 h 160972"/>
                              <a:gd name="connsiteX3" fmla="*/ 68580 w 137159"/>
                              <a:gd name="connsiteY3" fmla="*/ 22860 h 160972"/>
                              <a:gd name="connsiteX4" fmla="*/ 45720 w 137159"/>
                              <a:gd name="connsiteY4" fmla="*/ 22860 h 160972"/>
                              <a:gd name="connsiteX5" fmla="*/ 22860 w 137159"/>
                              <a:gd name="connsiteY5" fmla="*/ 45720 h 160972"/>
                              <a:gd name="connsiteX6" fmla="*/ 0 w 137159"/>
                              <a:gd name="connsiteY6" fmla="*/ 45720 h 160972"/>
                              <a:gd name="connsiteX7" fmla="*/ 45720 w 137159"/>
                              <a:gd name="connsiteY7" fmla="*/ 0 h 160972"/>
                              <a:gd name="connsiteX8" fmla="*/ 91440 w 137159"/>
                              <a:gd name="connsiteY8" fmla="*/ 0 h 160972"/>
                              <a:gd name="connsiteX9" fmla="*/ 123825 w 137159"/>
                              <a:gd name="connsiteY9" fmla="*/ 13335 h 160972"/>
                              <a:gd name="connsiteX10" fmla="*/ 137160 w 137159"/>
                              <a:gd name="connsiteY10" fmla="*/ 45720 h 160972"/>
                              <a:gd name="connsiteX11" fmla="*/ 137160 w 137159"/>
                              <a:gd name="connsiteY11" fmla="*/ 160973 h 160972"/>
                              <a:gd name="connsiteX12" fmla="*/ 91440 w 137159"/>
                              <a:gd name="connsiteY12" fmla="*/ 160973 h 160972"/>
                              <a:gd name="connsiteX13" fmla="*/ 91440 w 137159"/>
                              <a:gd name="connsiteY13" fmla="*/ 138113 h 160972"/>
                              <a:gd name="connsiteX14" fmla="*/ 68580 w 137159"/>
                              <a:gd name="connsiteY14" fmla="*/ 160973 h 160972"/>
                              <a:gd name="connsiteX15" fmla="*/ 45720 w 137159"/>
                              <a:gd name="connsiteY15" fmla="*/ 160973 h 160972"/>
                              <a:gd name="connsiteX16" fmla="*/ 13335 w 137159"/>
                              <a:gd name="connsiteY16" fmla="*/ 147638 h 160972"/>
                              <a:gd name="connsiteX17" fmla="*/ 0 w 137159"/>
                              <a:gd name="connsiteY17" fmla="*/ 115253 h 160972"/>
                              <a:gd name="connsiteX18" fmla="*/ 13335 w 137159"/>
                              <a:gd name="connsiteY18" fmla="*/ 82868 h 160972"/>
                              <a:gd name="connsiteX19" fmla="*/ 45720 w 137159"/>
                              <a:gd name="connsiteY19" fmla="*/ 69533 h 160972"/>
                              <a:gd name="connsiteX20" fmla="*/ 91440 w 137159"/>
                              <a:gd name="connsiteY20" fmla="*/ 69533 h 160972"/>
                              <a:gd name="connsiteX21" fmla="*/ 91440 w 137159"/>
                              <a:gd name="connsiteY21" fmla="*/ 91440 h 160972"/>
                              <a:gd name="connsiteX22" fmla="*/ 68580 w 137159"/>
                              <a:gd name="connsiteY22" fmla="*/ 91440 h 160972"/>
                              <a:gd name="connsiteX23" fmla="*/ 52388 w 137159"/>
                              <a:gd name="connsiteY23" fmla="*/ 98108 h 160972"/>
                              <a:gd name="connsiteX24" fmla="*/ 45720 w 137159"/>
                              <a:gd name="connsiteY24" fmla="*/ 114300 h 160972"/>
                              <a:gd name="connsiteX25" fmla="*/ 52388 w 137159"/>
                              <a:gd name="connsiteY25" fmla="*/ 130493 h 160972"/>
                              <a:gd name="connsiteX26" fmla="*/ 68580 w 137159"/>
                              <a:gd name="connsiteY26" fmla="*/ 137160 h 160972"/>
                              <a:gd name="connsiteX27" fmla="*/ 84772 w 137159"/>
                              <a:gd name="connsiteY27" fmla="*/ 130493 h 160972"/>
                              <a:gd name="connsiteX28" fmla="*/ 91440 w 137159"/>
                              <a:gd name="connsiteY28" fmla="*/ 114300 h 160972"/>
                              <a:gd name="connsiteX29" fmla="*/ 91440 w 137159"/>
                              <a:gd name="connsiteY29" fmla="*/ 91440 h 160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37159" h="160972">
                                <a:moveTo>
                                  <a:pt x="91440" y="68580"/>
                                </a:moveTo>
                                <a:lnTo>
                                  <a:pt x="91440" y="45720"/>
                                </a:lnTo>
                                <a:cubicBezTo>
                                  <a:pt x="91440" y="39053"/>
                                  <a:pt x="89535" y="34290"/>
                                  <a:pt x="84772" y="29528"/>
                                </a:cubicBezTo>
                                <a:cubicBezTo>
                                  <a:pt x="80010" y="24765"/>
                                  <a:pt x="75247" y="22860"/>
                                  <a:pt x="68580" y="22860"/>
                                </a:cubicBezTo>
                                <a:lnTo>
                                  <a:pt x="45720" y="22860"/>
                                </a:lnTo>
                                <a:cubicBezTo>
                                  <a:pt x="32385" y="22860"/>
                                  <a:pt x="24765" y="30480"/>
                                  <a:pt x="22860" y="45720"/>
                                </a:cubicBezTo>
                                <a:lnTo>
                                  <a:pt x="0" y="45720"/>
                                </a:lnTo>
                                <a:cubicBezTo>
                                  <a:pt x="3810" y="15240"/>
                                  <a:pt x="19050" y="0"/>
                                  <a:pt x="45720" y="0"/>
                                </a:cubicBezTo>
                                <a:lnTo>
                                  <a:pt x="91440" y="0"/>
                                </a:lnTo>
                                <a:cubicBezTo>
                                  <a:pt x="103822" y="0"/>
                                  <a:pt x="114300" y="4763"/>
                                  <a:pt x="123825" y="13335"/>
                                </a:cubicBezTo>
                                <a:cubicBezTo>
                                  <a:pt x="132397" y="21908"/>
                                  <a:pt x="137160" y="33338"/>
                                  <a:pt x="137160" y="45720"/>
                                </a:cubicBezTo>
                                <a:lnTo>
                                  <a:pt x="137160" y="160973"/>
                                </a:lnTo>
                                <a:lnTo>
                                  <a:pt x="91440" y="160973"/>
                                </a:lnTo>
                                <a:lnTo>
                                  <a:pt x="91440" y="138113"/>
                                </a:lnTo>
                                <a:cubicBezTo>
                                  <a:pt x="89535" y="153353"/>
                                  <a:pt x="81915" y="160973"/>
                                  <a:pt x="68580" y="160973"/>
                                </a:cubicBezTo>
                                <a:lnTo>
                                  <a:pt x="45720" y="160973"/>
                                </a:lnTo>
                                <a:cubicBezTo>
                                  <a:pt x="33338" y="160973"/>
                                  <a:pt x="21908" y="156210"/>
                                  <a:pt x="13335" y="147638"/>
                                </a:cubicBezTo>
                                <a:cubicBezTo>
                                  <a:pt x="4763" y="139065"/>
                                  <a:pt x="0" y="127635"/>
                                  <a:pt x="0" y="115253"/>
                                </a:cubicBezTo>
                                <a:cubicBezTo>
                                  <a:pt x="0" y="102870"/>
                                  <a:pt x="4763" y="92393"/>
                                  <a:pt x="13335" y="82868"/>
                                </a:cubicBezTo>
                                <a:cubicBezTo>
                                  <a:pt x="21908" y="73343"/>
                                  <a:pt x="33338" y="69533"/>
                                  <a:pt x="45720" y="69533"/>
                                </a:cubicBezTo>
                                <a:lnTo>
                                  <a:pt x="91440" y="69533"/>
                                </a:lnTo>
                                <a:close/>
                                <a:moveTo>
                                  <a:pt x="91440" y="91440"/>
                                </a:moveTo>
                                <a:lnTo>
                                  <a:pt x="68580" y="91440"/>
                                </a:lnTo>
                                <a:cubicBezTo>
                                  <a:pt x="61913" y="91440"/>
                                  <a:pt x="57150" y="93345"/>
                                  <a:pt x="52388" y="98108"/>
                                </a:cubicBezTo>
                                <a:cubicBezTo>
                                  <a:pt x="47625" y="102870"/>
                                  <a:pt x="45720" y="107633"/>
                                  <a:pt x="45720" y="114300"/>
                                </a:cubicBezTo>
                                <a:cubicBezTo>
                                  <a:pt x="45720" y="120968"/>
                                  <a:pt x="47625" y="125730"/>
                                  <a:pt x="52388" y="130493"/>
                                </a:cubicBezTo>
                                <a:cubicBezTo>
                                  <a:pt x="57150" y="135255"/>
                                  <a:pt x="61913" y="137160"/>
                                  <a:pt x="68580" y="137160"/>
                                </a:cubicBezTo>
                                <a:cubicBezTo>
                                  <a:pt x="75247" y="137160"/>
                                  <a:pt x="80963" y="135255"/>
                                  <a:pt x="84772" y="130493"/>
                                </a:cubicBezTo>
                                <a:cubicBezTo>
                                  <a:pt x="89535" y="125730"/>
                                  <a:pt x="91440" y="120015"/>
                                  <a:pt x="91440" y="114300"/>
                                </a:cubicBezTo>
                                <a:lnTo>
                                  <a:pt x="91440" y="9144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98951736" name="Freeform 1898951736"/>
                        <wps:cNvSpPr/>
                        <wps:spPr>
                          <a:xfrm>
                            <a:off x="1895476" y="46673"/>
                            <a:ext cx="138112" cy="160972"/>
                          </a:xfrm>
                          <a:custGeom>
                            <a:avLst/>
                            <a:gdLst>
                              <a:gd name="connsiteX0" fmla="*/ 0 w 138112"/>
                              <a:gd name="connsiteY0" fmla="*/ 160972 h 160972"/>
                              <a:gd name="connsiteX1" fmla="*/ 0 w 138112"/>
                              <a:gd name="connsiteY1" fmla="*/ 0 h 160972"/>
                              <a:gd name="connsiteX2" fmla="*/ 45720 w 138112"/>
                              <a:gd name="connsiteY2" fmla="*/ 0 h 160972"/>
                              <a:gd name="connsiteX3" fmla="*/ 45720 w 138112"/>
                              <a:gd name="connsiteY3" fmla="*/ 22860 h 160972"/>
                              <a:gd name="connsiteX4" fmla="*/ 53340 w 138112"/>
                              <a:gd name="connsiteY4" fmla="*/ 5715 h 160972"/>
                              <a:gd name="connsiteX5" fmla="*/ 69532 w 138112"/>
                              <a:gd name="connsiteY5" fmla="*/ 0 h 160972"/>
                              <a:gd name="connsiteX6" fmla="*/ 92392 w 138112"/>
                              <a:gd name="connsiteY6" fmla="*/ 0 h 160972"/>
                              <a:gd name="connsiteX7" fmla="*/ 124777 w 138112"/>
                              <a:gd name="connsiteY7" fmla="*/ 13335 h 160972"/>
                              <a:gd name="connsiteX8" fmla="*/ 138113 w 138112"/>
                              <a:gd name="connsiteY8" fmla="*/ 45720 h 160972"/>
                              <a:gd name="connsiteX9" fmla="*/ 138113 w 138112"/>
                              <a:gd name="connsiteY9" fmla="*/ 160972 h 160972"/>
                              <a:gd name="connsiteX10" fmla="*/ 92392 w 138112"/>
                              <a:gd name="connsiteY10" fmla="*/ 160972 h 160972"/>
                              <a:gd name="connsiteX11" fmla="*/ 92392 w 138112"/>
                              <a:gd name="connsiteY11" fmla="*/ 45720 h 160972"/>
                              <a:gd name="connsiteX12" fmla="*/ 85725 w 138112"/>
                              <a:gd name="connsiteY12" fmla="*/ 29527 h 160972"/>
                              <a:gd name="connsiteX13" fmla="*/ 69532 w 138112"/>
                              <a:gd name="connsiteY13" fmla="*/ 22860 h 160972"/>
                              <a:gd name="connsiteX14" fmla="*/ 53340 w 138112"/>
                              <a:gd name="connsiteY14" fmla="*/ 29527 h 160972"/>
                              <a:gd name="connsiteX15" fmla="*/ 46672 w 138112"/>
                              <a:gd name="connsiteY15" fmla="*/ 45720 h 160972"/>
                              <a:gd name="connsiteX16" fmla="*/ 46672 w 138112"/>
                              <a:gd name="connsiteY16" fmla="*/ 160972 h 160972"/>
                              <a:gd name="connsiteX17" fmla="*/ 0 w 138112"/>
                              <a:gd name="connsiteY17" fmla="*/ 160972 h 160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38112" h="160972">
                                <a:moveTo>
                                  <a:pt x="0" y="160972"/>
                                </a:moveTo>
                                <a:lnTo>
                                  <a:pt x="0" y="0"/>
                                </a:lnTo>
                                <a:lnTo>
                                  <a:pt x="45720" y="0"/>
                                </a:lnTo>
                                <a:lnTo>
                                  <a:pt x="45720" y="22860"/>
                                </a:lnTo>
                                <a:cubicBezTo>
                                  <a:pt x="46672" y="15240"/>
                                  <a:pt x="48577" y="9525"/>
                                  <a:pt x="53340" y="5715"/>
                                </a:cubicBezTo>
                                <a:cubicBezTo>
                                  <a:pt x="57150" y="1905"/>
                                  <a:pt x="62865" y="0"/>
                                  <a:pt x="69532" y="0"/>
                                </a:cubicBezTo>
                                <a:lnTo>
                                  <a:pt x="92392" y="0"/>
                                </a:lnTo>
                                <a:cubicBezTo>
                                  <a:pt x="104775" y="0"/>
                                  <a:pt x="115252" y="4763"/>
                                  <a:pt x="124777" y="13335"/>
                                </a:cubicBezTo>
                                <a:cubicBezTo>
                                  <a:pt x="133350" y="21907"/>
                                  <a:pt x="138113" y="33338"/>
                                  <a:pt x="138113" y="45720"/>
                                </a:cubicBezTo>
                                <a:lnTo>
                                  <a:pt x="138113" y="160972"/>
                                </a:lnTo>
                                <a:lnTo>
                                  <a:pt x="92392" y="160972"/>
                                </a:lnTo>
                                <a:lnTo>
                                  <a:pt x="92392" y="45720"/>
                                </a:lnTo>
                                <a:cubicBezTo>
                                  <a:pt x="92392" y="39052"/>
                                  <a:pt x="90488" y="34290"/>
                                  <a:pt x="85725" y="29527"/>
                                </a:cubicBezTo>
                                <a:cubicBezTo>
                                  <a:pt x="80963" y="24765"/>
                                  <a:pt x="76200" y="22860"/>
                                  <a:pt x="69532" y="22860"/>
                                </a:cubicBezTo>
                                <a:cubicBezTo>
                                  <a:pt x="62865" y="22860"/>
                                  <a:pt x="58102" y="24765"/>
                                  <a:pt x="53340" y="29527"/>
                                </a:cubicBezTo>
                                <a:cubicBezTo>
                                  <a:pt x="48577" y="34290"/>
                                  <a:pt x="46672" y="39052"/>
                                  <a:pt x="46672" y="45720"/>
                                </a:cubicBezTo>
                                <a:lnTo>
                                  <a:pt x="46672" y="160972"/>
                                </a:lnTo>
                                <a:lnTo>
                                  <a:pt x="0" y="160972"/>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83076056" name="Freeform 683076056"/>
                        <wps:cNvSpPr/>
                        <wps:spPr>
                          <a:xfrm>
                            <a:off x="2080261" y="1906"/>
                            <a:ext cx="137159" cy="205740"/>
                          </a:xfrm>
                          <a:custGeom>
                            <a:avLst/>
                            <a:gdLst>
                              <a:gd name="connsiteX0" fmla="*/ 137160 w 137159"/>
                              <a:gd name="connsiteY0" fmla="*/ 205740 h 205740"/>
                              <a:gd name="connsiteX1" fmla="*/ 91440 w 137159"/>
                              <a:gd name="connsiteY1" fmla="*/ 205740 h 205740"/>
                              <a:gd name="connsiteX2" fmla="*/ 91440 w 137159"/>
                              <a:gd name="connsiteY2" fmla="*/ 182880 h 205740"/>
                              <a:gd name="connsiteX3" fmla="*/ 68580 w 137159"/>
                              <a:gd name="connsiteY3" fmla="*/ 205740 h 205740"/>
                              <a:gd name="connsiteX4" fmla="*/ 45720 w 137159"/>
                              <a:gd name="connsiteY4" fmla="*/ 205740 h 205740"/>
                              <a:gd name="connsiteX5" fmla="*/ 13335 w 137159"/>
                              <a:gd name="connsiteY5" fmla="*/ 192405 h 205740"/>
                              <a:gd name="connsiteX6" fmla="*/ 0 w 137159"/>
                              <a:gd name="connsiteY6" fmla="*/ 160020 h 205740"/>
                              <a:gd name="connsiteX7" fmla="*/ 0 w 137159"/>
                              <a:gd name="connsiteY7" fmla="*/ 91440 h 205740"/>
                              <a:gd name="connsiteX8" fmla="*/ 13335 w 137159"/>
                              <a:gd name="connsiteY8" fmla="*/ 59055 h 205740"/>
                              <a:gd name="connsiteX9" fmla="*/ 45720 w 137159"/>
                              <a:gd name="connsiteY9" fmla="*/ 45720 h 205740"/>
                              <a:gd name="connsiteX10" fmla="*/ 91440 w 137159"/>
                              <a:gd name="connsiteY10" fmla="*/ 45720 h 205740"/>
                              <a:gd name="connsiteX11" fmla="*/ 91440 w 137159"/>
                              <a:gd name="connsiteY11" fmla="*/ 0 h 205740"/>
                              <a:gd name="connsiteX12" fmla="*/ 137160 w 137159"/>
                              <a:gd name="connsiteY12" fmla="*/ 0 h 205740"/>
                              <a:gd name="connsiteX13" fmla="*/ 137160 w 137159"/>
                              <a:gd name="connsiteY13" fmla="*/ 205740 h 205740"/>
                              <a:gd name="connsiteX14" fmla="*/ 91440 w 137159"/>
                              <a:gd name="connsiteY14" fmla="*/ 67628 h 205740"/>
                              <a:gd name="connsiteX15" fmla="*/ 68580 w 137159"/>
                              <a:gd name="connsiteY15" fmla="*/ 67628 h 205740"/>
                              <a:gd name="connsiteX16" fmla="*/ 52388 w 137159"/>
                              <a:gd name="connsiteY16" fmla="*/ 74295 h 205740"/>
                              <a:gd name="connsiteX17" fmla="*/ 45720 w 137159"/>
                              <a:gd name="connsiteY17" fmla="*/ 90488 h 205740"/>
                              <a:gd name="connsiteX18" fmla="*/ 45720 w 137159"/>
                              <a:gd name="connsiteY18" fmla="*/ 159068 h 205740"/>
                              <a:gd name="connsiteX19" fmla="*/ 52388 w 137159"/>
                              <a:gd name="connsiteY19" fmla="*/ 175260 h 205740"/>
                              <a:gd name="connsiteX20" fmla="*/ 68580 w 137159"/>
                              <a:gd name="connsiteY20" fmla="*/ 181928 h 205740"/>
                              <a:gd name="connsiteX21" fmla="*/ 84772 w 137159"/>
                              <a:gd name="connsiteY21" fmla="*/ 175260 h 205740"/>
                              <a:gd name="connsiteX22" fmla="*/ 91440 w 137159"/>
                              <a:gd name="connsiteY22" fmla="*/ 159068 h 205740"/>
                              <a:gd name="connsiteX23" fmla="*/ 91440 w 137159"/>
                              <a:gd name="connsiteY23" fmla="*/ 67628 h 2057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37159" h="205740">
                                <a:moveTo>
                                  <a:pt x="137160" y="205740"/>
                                </a:moveTo>
                                <a:lnTo>
                                  <a:pt x="91440" y="205740"/>
                                </a:lnTo>
                                <a:lnTo>
                                  <a:pt x="91440" y="182880"/>
                                </a:lnTo>
                                <a:cubicBezTo>
                                  <a:pt x="89535" y="198120"/>
                                  <a:pt x="81915" y="205740"/>
                                  <a:pt x="68580" y="205740"/>
                                </a:cubicBezTo>
                                <a:lnTo>
                                  <a:pt x="45720" y="205740"/>
                                </a:lnTo>
                                <a:cubicBezTo>
                                  <a:pt x="33338" y="205740"/>
                                  <a:pt x="21907" y="200978"/>
                                  <a:pt x="13335" y="192405"/>
                                </a:cubicBezTo>
                                <a:cubicBezTo>
                                  <a:pt x="4763" y="183832"/>
                                  <a:pt x="0" y="172403"/>
                                  <a:pt x="0" y="160020"/>
                                </a:cubicBezTo>
                                <a:lnTo>
                                  <a:pt x="0" y="91440"/>
                                </a:lnTo>
                                <a:cubicBezTo>
                                  <a:pt x="0" y="79057"/>
                                  <a:pt x="4763" y="68580"/>
                                  <a:pt x="13335" y="59055"/>
                                </a:cubicBezTo>
                                <a:cubicBezTo>
                                  <a:pt x="21907" y="49530"/>
                                  <a:pt x="33338" y="45720"/>
                                  <a:pt x="45720" y="45720"/>
                                </a:cubicBezTo>
                                <a:lnTo>
                                  <a:pt x="91440" y="45720"/>
                                </a:lnTo>
                                <a:lnTo>
                                  <a:pt x="91440" y="0"/>
                                </a:lnTo>
                                <a:lnTo>
                                  <a:pt x="137160" y="0"/>
                                </a:lnTo>
                                <a:lnTo>
                                  <a:pt x="137160" y="205740"/>
                                </a:lnTo>
                                <a:close/>
                                <a:moveTo>
                                  <a:pt x="91440" y="67628"/>
                                </a:moveTo>
                                <a:lnTo>
                                  <a:pt x="68580" y="67628"/>
                                </a:lnTo>
                                <a:cubicBezTo>
                                  <a:pt x="61913" y="67628"/>
                                  <a:pt x="57150" y="69532"/>
                                  <a:pt x="52388" y="74295"/>
                                </a:cubicBezTo>
                                <a:cubicBezTo>
                                  <a:pt x="47625" y="79057"/>
                                  <a:pt x="45720" y="83820"/>
                                  <a:pt x="45720" y="90488"/>
                                </a:cubicBezTo>
                                <a:lnTo>
                                  <a:pt x="45720" y="159068"/>
                                </a:lnTo>
                                <a:cubicBezTo>
                                  <a:pt x="45720" y="165735"/>
                                  <a:pt x="47625" y="170497"/>
                                  <a:pt x="52388" y="175260"/>
                                </a:cubicBezTo>
                                <a:cubicBezTo>
                                  <a:pt x="57150" y="180022"/>
                                  <a:pt x="61913" y="181928"/>
                                  <a:pt x="68580" y="181928"/>
                                </a:cubicBezTo>
                                <a:cubicBezTo>
                                  <a:pt x="75247" y="181928"/>
                                  <a:pt x="80963" y="180022"/>
                                  <a:pt x="84772" y="175260"/>
                                </a:cubicBezTo>
                                <a:cubicBezTo>
                                  <a:pt x="89535" y="170497"/>
                                  <a:pt x="91440" y="164782"/>
                                  <a:pt x="91440" y="159068"/>
                                </a:cubicBezTo>
                                <a:lnTo>
                                  <a:pt x="91440" y="67628"/>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2192172" name="Freeform 1732192172"/>
                        <wps:cNvSpPr/>
                        <wps:spPr>
                          <a:xfrm>
                            <a:off x="2344103" y="46673"/>
                            <a:ext cx="138112" cy="160972"/>
                          </a:xfrm>
                          <a:custGeom>
                            <a:avLst/>
                            <a:gdLst>
                              <a:gd name="connsiteX0" fmla="*/ 0 w 138112"/>
                              <a:gd name="connsiteY0" fmla="*/ 160972 h 160972"/>
                              <a:gd name="connsiteX1" fmla="*/ 0 w 138112"/>
                              <a:gd name="connsiteY1" fmla="*/ 0 h 160972"/>
                              <a:gd name="connsiteX2" fmla="*/ 45720 w 138112"/>
                              <a:gd name="connsiteY2" fmla="*/ 0 h 160972"/>
                              <a:gd name="connsiteX3" fmla="*/ 45720 w 138112"/>
                              <a:gd name="connsiteY3" fmla="*/ 22860 h 160972"/>
                              <a:gd name="connsiteX4" fmla="*/ 53340 w 138112"/>
                              <a:gd name="connsiteY4" fmla="*/ 5715 h 160972"/>
                              <a:gd name="connsiteX5" fmla="*/ 69533 w 138112"/>
                              <a:gd name="connsiteY5" fmla="*/ 0 h 160972"/>
                              <a:gd name="connsiteX6" fmla="*/ 92393 w 138112"/>
                              <a:gd name="connsiteY6" fmla="*/ 0 h 160972"/>
                              <a:gd name="connsiteX7" fmla="*/ 124778 w 138112"/>
                              <a:gd name="connsiteY7" fmla="*/ 13335 h 160972"/>
                              <a:gd name="connsiteX8" fmla="*/ 138113 w 138112"/>
                              <a:gd name="connsiteY8" fmla="*/ 45720 h 160972"/>
                              <a:gd name="connsiteX9" fmla="*/ 138113 w 138112"/>
                              <a:gd name="connsiteY9" fmla="*/ 160972 h 160972"/>
                              <a:gd name="connsiteX10" fmla="*/ 92393 w 138112"/>
                              <a:gd name="connsiteY10" fmla="*/ 160972 h 160972"/>
                              <a:gd name="connsiteX11" fmla="*/ 92393 w 138112"/>
                              <a:gd name="connsiteY11" fmla="*/ 45720 h 160972"/>
                              <a:gd name="connsiteX12" fmla="*/ 85725 w 138112"/>
                              <a:gd name="connsiteY12" fmla="*/ 29527 h 160972"/>
                              <a:gd name="connsiteX13" fmla="*/ 69533 w 138112"/>
                              <a:gd name="connsiteY13" fmla="*/ 22860 h 160972"/>
                              <a:gd name="connsiteX14" fmla="*/ 53340 w 138112"/>
                              <a:gd name="connsiteY14" fmla="*/ 29527 h 160972"/>
                              <a:gd name="connsiteX15" fmla="*/ 46673 w 138112"/>
                              <a:gd name="connsiteY15" fmla="*/ 45720 h 160972"/>
                              <a:gd name="connsiteX16" fmla="*/ 46673 w 138112"/>
                              <a:gd name="connsiteY16" fmla="*/ 160972 h 160972"/>
                              <a:gd name="connsiteX17" fmla="*/ 0 w 138112"/>
                              <a:gd name="connsiteY17" fmla="*/ 160972 h 160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38112" h="160972">
                                <a:moveTo>
                                  <a:pt x="0" y="160972"/>
                                </a:moveTo>
                                <a:lnTo>
                                  <a:pt x="0" y="0"/>
                                </a:lnTo>
                                <a:lnTo>
                                  <a:pt x="45720" y="0"/>
                                </a:lnTo>
                                <a:lnTo>
                                  <a:pt x="45720" y="22860"/>
                                </a:lnTo>
                                <a:cubicBezTo>
                                  <a:pt x="46673" y="15240"/>
                                  <a:pt x="48578" y="9525"/>
                                  <a:pt x="53340" y="5715"/>
                                </a:cubicBezTo>
                                <a:cubicBezTo>
                                  <a:pt x="57150" y="1905"/>
                                  <a:pt x="62865" y="0"/>
                                  <a:pt x="69533" y="0"/>
                                </a:cubicBezTo>
                                <a:lnTo>
                                  <a:pt x="92393" y="0"/>
                                </a:lnTo>
                                <a:cubicBezTo>
                                  <a:pt x="104775" y="0"/>
                                  <a:pt x="115253" y="4763"/>
                                  <a:pt x="124778" y="13335"/>
                                </a:cubicBezTo>
                                <a:cubicBezTo>
                                  <a:pt x="133350" y="21907"/>
                                  <a:pt x="138113" y="33338"/>
                                  <a:pt x="138113" y="45720"/>
                                </a:cubicBezTo>
                                <a:lnTo>
                                  <a:pt x="138113" y="160972"/>
                                </a:lnTo>
                                <a:lnTo>
                                  <a:pt x="92393" y="160972"/>
                                </a:lnTo>
                                <a:lnTo>
                                  <a:pt x="92393" y="45720"/>
                                </a:lnTo>
                                <a:cubicBezTo>
                                  <a:pt x="92393" y="39052"/>
                                  <a:pt x="90488" y="34290"/>
                                  <a:pt x="85725" y="29527"/>
                                </a:cubicBezTo>
                                <a:cubicBezTo>
                                  <a:pt x="80963" y="24765"/>
                                  <a:pt x="76200" y="22860"/>
                                  <a:pt x="69533" y="22860"/>
                                </a:cubicBezTo>
                                <a:cubicBezTo>
                                  <a:pt x="62865" y="22860"/>
                                  <a:pt x="58103" y="24765"/>
                                  <a:pt x="53340" y="29527"/>
                                </a:cubicBezTo>
                                <a:cubicBezTo>
                                  <a:pt x="48578" y="34290"/>
                                  <a:pt x="46673" y="39052"/>
                                  <a:pt x="46673" y="45720"/>
                                </a:cubicBezTo>
                                <a:lnTo>
                                  <a:pt x="46673" y="160972"/>
                                </a:lnTo>
                                <a:lnTo>
                                  <a:pt x="0" y="160972"/>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2058698" name="Freeform 1192058698"/>
                        <wps:cNvSpPr/>
                        <wps:spPr>
                          <a:xfrm>
                            <a:off x="2527936" y="47625"/>
                            <a:ext cx="138112" cy="160020"/>
                          </a:xfrm>
                          <a:custGeom>
                            <a:avLst/>
                            <a:gdLst>
                              <a:gd name="connsiteX0" fmla="*/ 138113 w 138112"/>
                              <a:gd name="connsiteY0" fmla="*/ 91440 h 160020"/>
                              <a:gd name="connsiteX1" fmla="*/ 45720 w 138112"/>
                              <a:gd name="connsiteY1" fmla="*/ 91440 h 160020"/>
                              <a:gd name="connsiteX2" fmla="*/ 45720 w 138112"/>
                              <a:gd name="connsiteY2" fmla="*/ 114300 h 160020"/>
                              <a:gd name="connsiteX3" fmla="*/ 52388 w 138112"/>
                              <a:gd name="connsiteY3" fmla="*/ 130493 h 160020"/>
                              <a:gd name="connsiteX4" fmla="*/ 68580 w 138112"/>
                              <a:gd name="connsiteY4" fmla="*/ 137160 h 160020"/>
                              <a:gd name="connsiteX5" fmla="*/ 91440 w 138112"/>
                              <a:gd name="connsiteY5" fmla="*/ 137160 h 160020"/>
                              <a:gd name="connsiteX6" fmla="*/ 114300 w 138112"/>
                              <a:gd name="connsiteY6" fmla="*/ 114300 h 160020"/>
                              <a:gd name="connsiteX7" fmla="*/ 137160 w 138112"/>
                              <a:gd name="connsiteY7" fmla="*/ 114300 h 160020"/>
                              <a:gd name="connsiteX8" fmla="*/ 91440 w 138112"/>
                              <a:gd name="connsiteY8" fmla="*/ 160020 h 160020"/>
                              <a:gd name="connsiteX9" fmla="*/ 45720 w 138112"/>
                              <a:gd name="connsiteY9" fmla="*/ 160020 h 160020"/>
                              <a:gd name="connsiteX10" fmla="*/ 13335 w 138112"/>
                              <a:gd name="connsiteY10" fmla="*/ 146685 h 160020"/>
                              <a:gd name="connsiteX11" fmla="*/ 0 w 138112"/>
                              <a:gd name="connsiteY11" fmla="*/ 114300 h 160020"/>
                              <a:gd name="connsiteX12" fmla="*/ 0 w 138112"/>
                              <a:gd name="connsiteY12" fmla="*/ 45720 h 160020"/>
                              <a:gd name="connsiteX13" fmla="*/ 13335 w 138112"/>
                              <a:gd name="connsiteY13" fmla="*/ 13335 h 160020"/>
                              <a:gd name="connsiteX14" fmla="*/ 45720 w 138112"/>
                              <a:gd name="connsiteY14" fmla="*/ 0 h 160020"/>
                              <a:gd name="connsiteX15" fmla="*/ 91440 w 138112"/>
                              <a:gd name="connsiteY15" fmla="*/ 0 h 160020"/>
                              <a:gd name="connsiteX16" fmla="*/ 123825 w 138112"/>
                              <a:gd name="connsiteY16" fmla="*/ 13335 h 160020"/>
                              <a:gd name="connsiteX17" fmla="*/ 137160 w 138112"/>
                              <a:gd name="connsiteY17" fmla="*/ 45720 h 160020"/>
                              <a:gd name="connsiteX18" fmla="*/ 137160 w 138112"/>
                              <a:gd name="connsiteY18" fmla="*/ 91440 h 160020"/>
                              <a:gd name="connsiteX19" fmla="*/ 45720 w 138112"/>
                              <a:gd name="connsiteY19" fmla="*/ 68580 h 160020"/>
                              <a:gd name="connsiteX20" fmla="*/ 91440 w 138112"/>
                              <a:gd name="connsiteY20" fmla="*/ 68580 h 160020"/>
                              <a:gd name="connsiteX21" fmla="*/ 91440 w 138112"/>
                              <a:gd name="connsiteY21" fmla="*/ 45720 h 160020"/>
                              <a:gd name="connsiteX22" fmla="*/ 84772 w 138112"/>
                              <a:gd name="connsiteY22" fmla="*/ 29528 h 160020"/>
                              <a:gd name="connsiteX23" fmla="*/ 68580 w 138112"/>
                              <a:gd name="connsiteY23" fmla="*/ 22860 h 160020"/>
                              <a:gd name="connsiteX24" fmla="*/ 52388 w 138112"/>
                              <a:gd name="connsiteY24" fmla="*/ 29528 h 160020"/>
                              <a:gd name="connsiteX25" fmla="*/ 45720 w 138112"/>
                              <a:gd name="connsiteY25" fmla="*/ 45720 h 160020"/>
                              <a:gd name="connsiteX26" fmla="*/ 45720 w 138112"/>
                              <a:gd name="connsiteY26" fmla="*/ 68580 h 160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38112" h="160020">
                                <a:moveTo>
                                  <a:pt x="138113" y="91440"/>
                                </a:moveTo>
                                <a:lnTo>
                                  <a:pt x="45720" y="91440"/>
                                </a:lnTo>
                                <a:lnTo>
                                  <a:pt x="45720" y="114300"/>
                                </a:lnTo>
                                <a:cubicBezTo>
                                  <a:pt x="45720" y="120968"/>
                                  <a:pt x="47625" y="125730"/>
                                  <a:pt x="52388" y="130493"/>
                                </a:cubicBezTo>
                                <a:cubicBezTo>
                                  <a:pt x="57150" y="135255"/>
                                  <a:pt x="61913" y="137160"/>
                                  <a:pt x="68580" y="137160"/>
                                </a:cubicBezTo>
                                <a:lnTo>
                                  <a:pt x="91440" y="137160"/>
                                </a:lnTo>
                                <a:cubicBezTo>
                                  <a:pt x="106680" y="137160"/>
                                  <a:pt x="114300" y="129540"/>
                                  <a:pt x="114300" y="114300"/>
                                </a:cubicBezTo>
                                <a:lnTo>
                                  <a:pt x="137160" y="114300"/>
                                </a:lnTo>
                                <a:cubicBezTo>
                                  <a:pt x="133350" y="144780"/>
                                  <a:pt x="118110" y="160020"/>
                                  <a:pt x="91440" y="160020"/>
                                </a:cubicBezTo>
                                <a:lnTo>
                                  <a:pt x="45720" y="160020"/>
                                </a:lnTo>
                                <a:cubicBezTo>
                                  <a:pt x="33338" y="160020"/>
                                  <a:pt x="21907" y="155258"/>
                                  <a:pt x="13335" y="146685"/>
                                </a:cubicBezTo>
                                <a:cubicBezTo>
                                  <a:pt x="4763" y="138113"/>
                                  <a:pt x="0" y="126683"/>
                                  <a:pt x="0" y="114300"/>
                                </a:cubicBezTo>
                                <a:lnTo>
                                  <a:pt x="0" y="45720"/>
                                </a:lnTo>
                                <a:cubicBezTo>
                                  <a:pt x="0" y="33338"/>
                                  <a:pt x="4763" y="22860"/>
                                  <a:pt x="13335" y="13335"/>
                                </a:cubicBezTo>
                                <a:cubicBezTo>
                                  <a:pt x="21907" y="3810"/>
                                  <a:pt x="33338" y="0"/>
                                  <a:pt x="45720" y="0"/>
                                </a:cubicBezTo>
                                <a:lnTo>
                                  <a:pt x="91440" y="0"/>
                                </a:lnTo>
                                <a:cubicBezTo>
                                  <a:pt x="103822" y="0"/>
                                  <a:pt x="114300" y="4763"/>
                                  <a:pt x="123825" y="13335"/>
                                </a:cubicBezTo>
                                <a:cubicBezTo>
                                  <a:pt x="132397" y="21908"/>
                                  <a:pt x="137160" y="33338"/>
                                  <a:pt x="137160" y="45720"/>
                                </a:cubicBezTo>
                                <a:lnTo>
                                  <a:pt x="137160" y="91440"/>
                                </a:lnTo>
                                <a:close/>
                                <a:moveTo>
                                  <a:pt x="45720" y="68580"/>
                                </a:moveTo>
                                <a:lnTo>
                                  <a:pt x="91440" y="68580"/>
                                </a:lnTo>
                                <a:lnTo>
                                  <a:pt x="91440" y="45720"/>
                                </a:lnTo>
                                <a:cubicBezTo>
                                  <a:pt x="91440" y="39053"/>
                                  <a:pt x="89535" y="34290"/>
                                  <a:pt x="84772" y="29528"/>
                                </a:cubicBezTo>
                                <a:cubicBezTo>
                                  <a:pt x="80010" y="24765"/>
                                  <a:pt x="75247" y="22860"/>
                                  <a:pt x="68580" y="22860"/>
                                </a:cubicBezTo>
                                <a:cubicBezTo>
                                  <a:pt x="61913" y="22860"/>
                                  <a:pt x="57150" y="24765"/>
                                  <a:pt x="52388" y="29528"/>
                                </a:cubicBezTo>
                                <a:cubicBezTo>
                                  <a:pt x="47625" y="34290"/>
                                  <a:pt x="45720" y="39053"/>
                                  <a:pt x="45720" y="45720"/>
                                </a:cubicBezTo>
                                <a:lnTo>
                                  <a:pt x="45720" y="6858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60851798" name="Freeform 1560851798"/>
                        <wps:cNvSpPr/>
                        <wps:spPr>
                          <a:xfrm>
                            <a:off x="2711768" y="47625"/>
                            <a:ext cx="137159" cy="160020"/>
                          </a:xfrm>
                          <a:custGeom>
                            <a:avLst/>
                            <a:gdLst>
                              <a:gd name="connsiteX0" fmla="*/ 0 w 137159"/>
                              <a:gd name="connsiteY0" fmla="*/ 160020 h 160020"/>
                              <a:gd name="connsiteX1" fmla="*/ 0 w 137159"/>
                              <a:gd name="connsiteY1" fmla="*/ 125730 h 160020"/>
                              <a:gd name="connsiteX2" fmla="*/ 11430 w 137159"/>
                              <a:gd name="connsiteY2" fmla="*/ 94298 h 160020"/>
                              <a:gd name="connsiteX3" fmla="*/ 45720 w 137159"/>
                              <a:gd name="connsiteY3" fmla="*/ 80010 h 160020"/>
                              <a:gd name="connsiteX4" fmla="*/ 11430 w 137159"/>
                              <a:gd name="connsiteY4" fmla="*/ 65723 h 160020"/>
                              <a:gd name="connsiteX5" fmla="*/ 0 w 137159"/>
                              <a:gd name="connsiteY5" fmla="*/ 34290 h 160020"/>
                              <a:gd name="connsiteX6" fmla="*/ 0 w 137159"/>
                              <a:gd name="connsiteY6" fmla="*/ 0 h 160020"/>
                              <a:gd name="connsiteX7" fmla="*/ 45720 w 137159"/>
                              <a:gd name="connsiteY7" fmla="*/ 0 h 160020"/>
                              <a:gd name="connsiteX8" fmla="*/ 45720 w 137159"/>
                              <a:gd name="connsiteY8" fmla="*/ 45720 h 160020"/>
                              <a:gd name="connsiteX9" fmla="*/ 52388 w 137159"/>
                              <a:gd name="connsiteY9" fmla="*/ 61913 h 160020"/>
                              <a:gd name="connsiteX10" fmla="*/ 68580 w 137159"/>
                              <a:gd name="connsiteY10" fmla="*/ 68580 h 160020"/>
                              <a:gd name="connsiteX11" fmla="*/ 84772 w 137159"/>
                              <a:gd name="connsiteY11" fmla="*/ 61913 h 160020"/>
                              <a:gd name="connsiteX12" fmla="*/ 91440 w 137159"/>
                              <a:gd name="connsiteY12" fmla="*/ 45720 h 160020"/>
                              <a:gd name="connsiteX13" fmla="*/ 91440 w 137159"/>
                              <a:gd name="connsiteY13" fmla="*/ 0 h 160020"/>
                              <a:gd name="connsiteX14" fmla="*/ 137160 w 137159"/>
                              <a:gd name="connsiteY14" fmla="*/ 0 h 160020"/>
                              <a:gd name="connsiteX15" fmla="*/ 137160 w 137159"/>
                              <a:gd name="connsiteY15" fmla="*/ 34290 h 160020"/>
                              <a:gd name="connsiteX16" fmla="*/ 125730 w 137159"/>
                              <a:gd name="connsiteY16" fmla="*/ 65723 h 160020"/>
                              <a:gd name="connsiteX17" fmla="*/ 91440 w 137159"/>
                              <a:gd name="connsiteY17" fmla="*/ 80010 h 160020"/>
                              <a:gd name="connsiteX18" fmla="*/ 125730 w 137159"/>
                              <a:gd name="connsiteY18" fmla="*/ 94298 h 160020"/>
                              <a:gd name="connsiteX19" fmla="*/ 137160 w 137159"/>
                              <a:gd name="connsiteY19" fmla="*/ 125730 h 160020"/>
                              <a:gd name="connsiteX20" fmla="*/ 137160 w 137159"/>
                              <a:gd name="connsiteY20" fmla="*/ 160020 h 160020"/>
                              <a:gd name="connsiteX21" fmla="*/ 91440 w 137159"/>
                              <a:gd name="connsiteY21" fmla="*/ 160020 h 160020"/>
                              <a:gd name="connsiteX22" fmla="*/ 91440 w 137159"/>
                              <a:gd name="connsiteY22" fmla="*/ 114300 h 160020"/>
                              <a:gd name="connsiteX23" fmla="*/ 84772 w 137159"/>
                              <a:gd name="connsiteY23" fmla="*/ 98108 h 160020"/>
                              <a:gd name="connsiteX24" fmla="*/ 68580 w 137159"/>
                              <a:gd name="connsiteY24" fmla="*/ 91440 h 160020"/>
                              <a:gd name="connsiteX25" fmla="*/ 52388 w 137159"/>
                              <a:gd name="connsiteY25" fmla="*/ 98108 h 160020"/>
                              <a:gd name="connsiteX26" fmla="*/ 45720 w 137159"/>
                              <a:gd name="connsiteY26" fmla="*/ 114300 h 160020"/>
                              <a:gd name="connsiteX27" fmla="*/ 45720 w 137159"/>
                              <a:gd name="connsiteY27" fmla="*/ 160020 h 160020"/>
                              <a:gd name="connsiteX28" fmla="*/ 0 w 137159"/>
                              <a:gd name="connsiteY28" fmla="*/ 160020 h 160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37159" h="160020">
                                <a:moveTo>
                                  <a:pt x="0" y="160020"/>
                                </a:moveTo>
                                <a:lnTo>
                                  <a:pt x="0" y="125730"/>
                                </a:lnTo>
                                <a:cubicBezTo>
                                  <a:pt x="0" y="112395"/>
                                  <a:pt x="3810" y="101918"/>
                                  <a:pt x="11430" y="94298"/>
                                </a:cubicBezTo>
                                <a:cubicBezTo>
                                  <a:pt x="19050" y="86678"/>
                                  <a:pt x="30480" y="81915"/>
                                  <a:pt x="45720" y="80010"/>
                                </a:cubicBezTo>
                                <a:cubicBezTo>
                                  <a:pt x="30480" y="78105"/>
                                  <a:pt x="19050" y="73343"/>
                                  <a:pt x="11430" y="65723"/>
                                </a:cubicBezTo>
                                <a:cubicBezTo>
                                  <a:pt x="3810" y="58103"/>
                                  <a:pt x="0" y="47625"/>
                                  <a:pt x="0" y="34290"/>
                                </a:cubicBezTo>
                                <a:lnTo>
                                  <a:pt x="0" y="0"/>
                                </a:lnTo>
                                <a:lnTo>
                                  <a:pt x="45720" y="0"/>
                                </a:lnTo>
                                <a:lnTo>
                                  <a:pt x="45720" y="45720"/>
                                </a:lnTo>
                                <a:cubicBezTo>
                                  <a:pt x="45720" y="52388"/>
                                  <a:pt x="47625" y="58103"/>
                                  <a:pt x="52388" y="61913"/>
                                </a:cubicBezTo>
                                <a:cubicBezTo>
                                  <a:pt x="57150" y="66675"/>
                                  <a:pt x="61913" y="68580"/>
                                  <a:pt x="68580" y="68580"/>
                                </a:cubicBezTo>
                                <a:cubicBezTo>
                                  <a:pt x="75247" y="68580"/>
                                  <a:pt x="80963" y="66675"/>
                                  <a:pt x="84772" y="61913"/>
                                </a:cubicBezTo>
                                <a:cubicBezTo>
                                  <a:pt x="89535" y="57150"/>
                                  <a:pt x="91440" y="52388"/>
                                  <a:pt x="91440" y="45720"/>
                                </a:cubicBezTo>
                                <a:lnTo>
                                  <a:pt x="91440" y="0"/>
                                </a:lnTo>
                                <a:lnTo>
                                  <a:pt x="137160" y="0"/>
                                </a:lnTo>
                                <a:lnTo>
                                  <a:pt x="137160" y="34290"/>
                                </a:lnTo>
                                <a:cubicBezTo>
                                  <a:pt x="137160" y="47625"/>
                                  <a:pt x="133350" y="58103"/>
                                  <a:pt x="125730" y="65723"/>
                                </a:cubicBezTo>
                                <a:cubicBezTo>
                                  <a:pt x="118110" y="73343"/>
                                  <a:pt x="106680" y="78105"/>
                                  <a:pt x="91440" y="80010"/>
                                </a:cubicBezTo>
                                <a:cubicBezTo>
                                  <a:pt x="106680" y="81915"/>
                                  <a:pt x="118110" y="86678"/>
                                  <a:pt x="125730" y="94298"/>
                                </a:cubicBezTo>
                                <a:cubicBezTo>
                                  <a:pt x="133350" y="101918"/>
                                  <a:pt x="137160" y="112395"/>
                                  <a:pt x="137160" y="125730"/>
                                </a:cubicBezTo>
                                <a:lnTo>
                                  <a:pt x="137160" y="160020"/>
                                </a:lnTo>
                                <a:lnTo>
                                  <a:pt x="91440" y="160020"/>
                                </a:lnTo>
                                <a:lnTo>
                                  <a:pt x="91440" y="114300"/>
                                </a:lnTo>
                                <a:cubicBezTo>
                                  <a:pt x="91440" y="107633"/>
                                  <a:pt x="89535" y="102870"/>
                                  <a:pt x="84772" y="98108"/>
                                </a:cubicBezTo>
                                <a:cubicBezTo>
                                  <a:pt x="80010" y="93345"/>
                                  <a:pt x="75247" y="91440"/>
                                  <a:pt x="68580" y="91440"/>
                                </a:cubicBezTo>
                                <a:cubicBezTo>
                                  <a:pt x="61913" y="91440"/>
                                  <a:pt x="57150" y="93345"/>
                                  <a:pt x="52388" y="98108"/>
                                </a:cubicBezTo>
                                <a:cubicBezTo>
                                  <a:pt x="47625" y="102870"/>
                                  <a:pt x="45720" y="107633"/>
                                  <a:pt x="45720" y="114300"/>
                                </a:cubicBezTo>
                                <a:lnTo>
                                  <a:pt x="45720" y="160020"/>
                                </a:lnTo>
                                <a:lnTo>
                                  <a:pt x="0" y="16002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803544" name="Freeform 129803544"/>
                        <wps:cNvSpPr/>
                        <wps:spPr>
                          <a:xfrm>
                            <a:off x="2896553" y="953"/>
                            <a:ext cx="91440" cy="206692"/>
                          </a:xfrm>
                          <a:custGeom>
                            <a:avLst/>
                            <a:gdLst>
                              <a:gd name="connsiteX0" fmla="*/ 22860 w 91440"/>
                              <a:gd name="connsiteY0" fmla="*/ 0 h 206692"/>
                              <a:gd name="connsiteX1" fmla="*/ 68580 w 91440"/>
                              <a:gd name="connsiteY1" fmla="*/ 0 h 206692"/>
                              <a:gd name="connsiteX2" fmla="*/ 68580 w 91440"/>
                              <a:gd name="connsiteY2" fmla="*/ 45720 h 206692"/>
                              <a:gd name="connsiteX3" fmla="*/ 91440 w 91440"/>
                              <a:gd name="connsiteY3" fmla="*/ 45720 h 206692"/>
                              <a:gd name="connsiteX4" fmla="*/ 91440 w 91440"/>
                              <a:gd name="connsiteY4" fmla="*/ 68580 h 206692"/>
                              <a:gd name="connsiteX5" fmla="*/ 68580 w 91440"/>
                              <a:gd name="connsiteY5" fmla="*/ 68580 h 206692"/>
                              <a:gd name="connsiteX6" fmla="*/ 68580 w 91440"/>
                              <a:gd name="connsiteY6" fmla="*/ 160972 h 206692"/>
                              <a:gd name="connsiteX7" fmla="*/ 76200 w 91440"/>
                              <a:gd name="connsiteY7" fmla="*/ 178118 h 206692"/>
                              <a:gd name="connsiteX8" fmla="*/ 89535 w 91440"/>
                              <a:gd name="connsiteY8" fmla="*/ 183833 h 206692"/>
                              <a:gd name="connsiteX9" fmla="*/ 91440 w 91440"/>
                              <a:gd name="connsiteY9" fmla="*/ 183833 h 206692"/>
                              <a:gd name="connsiteX10" fmla="*/ 91440 w 91440"/>
                              <a:gd name="connsiteY10" fmla="*/ 206693 h 206692"/>
                              <a:gd name="connsiteX11" fmla="*/ 68580 w 91440"/>
                              <a:gd name="connsiteY11" fmla="*/ 206693 h 206692"/>
                              <a:gd name="connsiteX12" fmla="*/ 36195 w 91440"/>
                              <a:gd name="connsiteY12" fmla="*/ 193358 h 206692"/>
                              <a:gd name="connsiteX13" fmla="*/ 22860 w 91440"/>
                              <a:gd name="connsiteY13" fmla="*/ 160972 h 206692"/>
                              <a:gd name="connsiteX14" fmla="*/ 22860 w 91440"/>
                              <a:gd name="connsiteY14" fmla="*/ 68580 h 206692"/>
                              <a:gd name="connsiteX15" fmla="*/ 0 w 91440"/>
                              <a:gd name="connsiteY15" fmla="*/ 68580 h 206692"/>
                              <a:gd name="connsiteX16" fmla="*/ 0 w 91440"/>
                              <a:gd name="connsiteY16" fmla="*/ 45720 h 206692"/>
                              <a:gd name="connsiteX17" fmla="*/ 22860 w 91440"/>
                              <a:gd name="connsiteY17" fmla="*/ 45720 h 206692"/>
                              <a:gd name="connsiteX18" fmla="*/ 22860 w 91440"/>
                              <a:gd name="connsiteY18" fmla="*/ 0 h 2066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1440" h="206692">
                                <a:moveTo>
                                  <a:pt x="22860" y="0"/>
                                </a:moveTo>
                                <a:lnTo>
                                  <a:pt x="68580" y="0"/>
                                </a:lnTo>
                                <a:lnTo>
                                  <a:pt x="68580" y="45720"/>
                                </a:lnTo>
                                <a:lnTo>
                                  <a:pt x="91440" y="45720"/>
                                </a:lnTo>
                                <a:lnTo>
                                  <a:pt x="91440" y="68580"/>
                                </a:lnTo>
                                <a:lnTo>
                                  <a:pt x="68580" y="68580"/>
                                </a:lnTo>
                                <a:lnTo>
                                  <a:pt x="68580" y="160972"/>
                                </a:lnTo>
                                <a:cubicBezTo>
                                  <a:pt x="68580" y="168593"/>
                                  <a:pt x="71438" y="174308"/>
                                  <a:pt x="76200" y="178118"/>
                                </a:cubicBezTo>
                                <a:cubicBezTo>
                                  <a:pt x="80963" y="181928"/>
                                  <a:pt x="85725" y="183833"/>
                                  <a:pt x="89535" y="183833"/>
                                </a:cubicBezTo>
                                <a:lnTo>
                                  <a:pt x="91440" y="183833"/>
                                </a:lnTo>
                                <a:lnTo>
                                  <a:pt x="91440" y="206693"/>
                                </a:lnTo>
                                <a:lnTo>
                                  <a:pt x="68580" y="206693"/>
                                </a:lnTo>
                                <a:cubicBezTo>
                                  <a:pt x="56198" y="206693"/>
                                  <a:pt x="45720" y="201930"/>
                                  <a:pt x="36195" y="193358"/>
                                </a:cubicBezTo>
                                <a:cubicBezTo>
                                  <a:pt x="26670" y="184785"/>
                                  <a:pt x="22860" y="173355"/>
                                  <a:pt x="22860" y="160972"/>
                                </a:cubicBezTo>
                                <a:lnTo>
                                  <a:pt x="22860" y="68580"/>
                                </a:lnTo>
                                <a:lnTo>
                                  <a:pt x="0" y="68580"/>
                                </a:lnTo>
                                <a:lnTo>
                                  <a:pt x="0" y="45720"/>
                                </a:lnTo>
                                <a:lnTo>
                                  <a:pt x="22860" y="45720"/>
                                </a:lnTo>
                                <a:lnTo>
                                  <a:pt x="22860" y="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2838004" name="Freeform 732838004"/>
                        <wps:cNvSpPr/>
                        <wps:spPr>
                          <a:xfrm>
                            <a:off x="3126105" y="46673"/>
                            <a:ext cx="114300" cy="160972"/>
                          </a:xfrm>
                          <a:custGeom>
                            <a:avLst/>
                            <a:gdLst>
                              <a:gd name="connsiteX0" fmla="*/ 114300 w 114300"/>
                              <a:gd name="connsiteY0" fmla="*/ 45720 h 160972"/>
                              <a:gd name="connsiteX1" fmla="*/ 91440 w 114300"/>
                              <a:gd name="connsiteY1" fmla="*/ 45720 h 160972"/>
                              <a:gd name="connsiteX2" fmla="*/ 69533 w 114300"/>
                              <a:gd name="connsiteY2" fmla="*/ 22860 h 160972"/>
                              <a:gd name="connsiteX3" fmla="*/ 51435 w 114300"/>
                              <a:gd name="connsiteY3" fmla="*/ 27622 h 160972"/>
                              <a:gd name="connsiteX4" fmla="*/ 45720 w 114300"/>
                              <a:gd name="connsiteY4" fmla="*/ 41910 h 160972"/>
                              <a:gd name="connsiteX5" fmla="*/ 79058 w 114300"/>
                              <a:gd name="connsiteY5" fmla="*/ 69532 h 160972"/>
                              <a:gd name="connsiteX6" fmla="*/ 110490 w 114300"/>
                              <a:gd name="connsiteY6" fmla="*/ 94297 h 160972"/>
                              <a:gd name="connsiteX7" fmla="*/ 114300 w 114300"/>
                              <a:gd name="connsiteY7" fmla="*/ 115252 h 160972"/>
                              <a:gd name="connsiteX8" fmla="*/ 100965 w 114300"/>
                              <a:gd name="connsiteY8" fmla="*/ 147638 h 160972"/>
                              <a:gd name="connsiteX9" fmla="*/ 68580 w 114300"/>
                              <a:gd name="connsiteY9" fmla="*/ 160972 h 160972"/>
                              <a:gd name="connsiteX10" fmla="*/ 45720 w 114300"/>
                              <a:gd name="connsiteY10" fmla="*/ 160972 h 160972"/>
                              <a:gd name="connsiteX11" fmla="*/ 0 w 114300"/>
                              <a:gd name="connsiteY11" fmla="*/ 115252 h 160972"/>
                              <a:gd name="connsiteX12" fmla="*/ 22860 w 114300"/>
                              <a:gd name="connsiteY12" fmla="*/ 115252 h 160972"/>
                              <a:gd name="connsiteX13" fmla="*/ 44768 w 114300"/>
                              <a:gd name="connsiteY13" fmla="*/ 138113 h 160972"/>
                              <a:gd name="connsiteX14" fmla="*/ 62865 w 114300"/>
                              <a:gd name="connsiteY14" fmla="*/ 133350 h 160972"/>
                              <a:gd name="connsiteX15" fmla="*/ 68580 w 114300"/>
                              <a:gd name="connsiteY15" fmla="*/ 119063 h 160972"/>
                              <a:gd name="connsiteX16" fmla="*/ 35243 w 114300"/>
                              <a:gd name="connsiteY16" fmla="*/ 91440 h 160972"/>
                              <a:gd name="connsiteX17" fmla="*/ 3810 w 114300"/>
                              <a:gd name="connsiteY17" fmla="*/ 66675 h 160972"/>
                              <a:gd name="connsiteX18" fmla="*/ 0 w 114300"/>
                              <a:gd name="connsiteY18" fmla="*/ 45720 h 160972"/>
                              <a:gd name="connsiteX19" fmla="*/ 13335 w 114300"/>
                              <a:gd name="connsiteY19" fmla="*/ 13335 h 160972"/>
                              <a:gd name="connsiteX20" fmla="*/ 45720 w 114300"/>
                              <a:gd name="connsiteY20" fmla="*/ 0 h 160972"/>
                              <a:gd name="connsiteX21" fmla="*/ 68580 w 114300"/>
                              <a:gd name="connsiteY21" fmla="*/ 0 h 160972"/>
                              <a:gd name="connsiteX22" fmla="*/ 114300 w 114300"/>
                              <a:gd name="connsiteY22" fmla="*/ 45720 h 160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14300" h="160972">
                                <a:moveTo>
                                  <a:pt x="114300" y="45720"/>
                                </a:moveTo>
                                <a:lnTo>
                                  <a:pt x="91440" y="45720"/>
                                </a:lnTo>
                                <a:cubicBezTo>
                                  <a:pt x="89535" y="30480"/>
                                  <a:pt x="81915" y="22860"/>
                                  <a:pt x="69533" y="22860"/>
                                </a:cubicBezTo>
                                <a:cubicBezTo>
                                  <a:pt x="60960" y="22860"/>
                                  <a:pt x="55245" y="24765"/>
                                  <a:pt x="51435" y="27622"/>
                                </a:cubicBezTo>
                                <a:cubicBezTo>
                                  <a:pt x="47625" y="30480"/>
                                  <a:pt x="45720" y="35242"/>
                                  <a:pt x="45720" y="41910"/>
                                </a:cubicBezTo>
                                <a:cubicBezTo>
                                  <a:pt x="45720" y="48577"/>
                                  <a:pt x="57150" y="58102"/>
                                  <a:pt x="79058" y="69532"/>
                                </a:cubicBezTo>
                                <a:cubicBezTo>
                                  <a:pt x="97155" y="79057"/>
                                  <a:pt x="107633" y="87630"/>
                                  <a:pt x="110490" y="94297"/>
                                </a:cubicBezTo>
                                <a:cubicBezTo>
                                  <a:pt x="113347" y="100965"/>
                                  <a:pt x="114300" y="107632"/>
                                  <a:pt x="114300" y="115252"/>
                                </a:cubicBezTo>
                                <a:cubicBezTo>
                                  <a:pt x="114300" y="127635"/>
                                  <a:pt x="109538" y="139065"/>
                                  <a:pt x="100965" y="147638"/>
                                </a:cubicBezTo>
                                <a:cubicBezTo>
                                  <a:pt x="92393" y="156210"/>
                                  <a:pt x="80963" y="160972"/>
                                  <a:pt x="68580" y="160972"/>
                                </a:cubicBezTo>
                                <a:lnTo>
                                  <a:pt x="45720" y="160972"/>
                                </a:lnTo>
                                <a:cubicBezTo>
                                  <a:pt x="15240" y="160972"/>
                                  <a:pt x="0" y="145732"/>
                                  <a:pt x="0" y="115252"/>
                                </a:cubicBezTo>
                                <a:lnTo>
                                  <a:pt x="22860" y="115252"/>
                                </a:lnTo>
                                <a:cubicBezTo>
                                  <a:pt x="24765" y="130492"/>
                                  <a:pt x="31433" y="138113"/>
                                  <a:pt x="44768" y="138113"/>
                                </a:cubicBezTo>
                                <a:cubicBezTo>
                                  <a:pt x="53340" y="138113"/>
                                  <a:pt x="59055" y="136207"/>
                                  <a:pt x="62865" y="133350"/>
                                </a:cubicBezTo>
                                <a:cubicBezTo>
                                  <a:pt x="66675" y="130492"/>
                                  <a:pt x="68580" y="125730"/>
                                  <a:pt x="68580" y="119063"/>
                                </a:cubicBezTo>
                                <a:cubicBezTo>
                                  <a:pt x="68580" y="112395"/>
                                  <a:pt x="57150" y="103822"/>
                                  <a:pt x="35243" y="91440"/>
                                </a:cubicBezTo>
                                <a:cubicBezTo>
                                  <a:pt x="17145" y="81915"/>
                                  <a:pt x="6668" y="73342"/>
                                  <a:pt x="3810" y="66675"/>
                                </a:cubicBezTo>
                                <a:cubicBezTo>
                                  <a:pt x="953" y="60007"/>
                                  <a:pt x="0" y="53340"/>
                                  <a:pt x="0" y="45720"/>
                                </a:cubicBezTo>
                                <a:cubicBezTo>
                                  <a:pt x="0" y="33338"/>
                                  <a:pt x="4763" y="21907"/>
                                  <a:pt x="13335" y="13335"/>
                                </a:cubicBezTo>
                                <a:cubicBezTo>
                                  <a:pt x="21908" y="4763"/>
                                  <a:pt x="33338" y="0"/>
                                  <a:pt x="45720" y="0"/>
                                </a:cubicBezTo>
                                <a:lnTo>
                                  <a:pt x="68580" y="0"/>
                                </a:lnTo>
                                <a:cubicBezTo>
                                  <a:pt x="97155" y="0"/>
                                  <a:pt x="113347" y="15240"/>
                                  <a:pt x="114300" y="45720"/>
                                </a:cubicBez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4561370" name="Freeform 514561370"/>
                        <wps:cNvSpPr/>
                        <wps:spPr>
                          <a:xfrm>
                            <a:off x="3287078" y="953"/>
                            <a:ext cx="91440" cy="206692"/>
                          </a:xfrm>
                          <a:custGeom>
                            <a:avLst/>
                            <a:gdLst>
                              <a:gd name="connsiteX0" fmla="*/ 22860 w 91440"/>
                              <a:gd name="connsiteY0" fmla="*/ 0 h 206692"/>
                              <a:gd name="connsiteX1" fmla="*/ 68580 w 91440"/>
                              <a:gd name="connsiteY1" fmla="*/ 0 h 206692"/>
                              <a:gd name="connsiteX2" fmla="*/ 68580 w 91440"/>
                              <a:gd name="connsiteY2" fmla="*/ 45720 h 206692"/>
                              <a:gd name="connsiteX3" fmla="*/ 91440 w 91440"/>
                              <a:gd name="connsiteY3" fmla="*/ 45720 h 206692"/>
                              <a:gd name="connsiteX4" fmla="*/ 91440 w 91440"/>
                              <a:gd name="connsiteY4" fmla="*/ 68580 h 206692"/>
                              <a:gd name="connsiteX5" fmla="*/ 68580 w 91440"/>
                              <a:gd name="connsiteY5" fmla="*/ 68580 h 206692"/>
                              <a:gd name="connsiteX6" fmla="*/ 68580 w 91440"/>
                              <a:gd name="connsiteY6" fmla="*/ 160972 h 206692"/>
                              <a:gd name="connsiteX7" fmla="*/ 76200 w 91440"/>
                              <a:gd name="connsiteY7" fmla="*/ 178118 h 206692"/>
                              <a:gd name="connsiteX8" fmla="*/ 89535 w 91440"/>
                              <a:gd name="connsiteY8" fmla="*/ 183833 h 206692"/>
                              <a:gd name="connsiteX9" fmla="*/ 91440 w 91440"/>
                              <a:gd name="connsiteY9" fmla="*/ 183833 h 206692"/>
                              <a:gd name="connsiteX10" fmla="*/ 91440 w 91440"/>
                              <a:gd name="connsiteY10" fmla="*/ 206693 h 206692"/>
                              <a:gd name="connsiteX11" fmla="*/ 68580 w 91440"/>
                              <a:gd name="connsiteY11" fmla="*/ 206693 h 206692"/>
                              <a:gd name="connsiteX12" fmla="*/ 36195 w 91440"/>
                              <a:gd name="connsiteY12" fmla="*/ 193358 h 206692"/>
                              <a:gd name="connsiteX13" fmla="*/ 22860 w 91440"/>
                              <a:gd name="connsiteY13" fmla="*/ 160972 h 206692"/>
                              <a:gd name="connsiteX14" fmla="*/ 22860 w 91440"/>
                              <a:gd name="connsiteY14" fmla="*/ 68580 h 206692"/>
                              <a:gd name="connsiteX15" fmla="*/ 0 w 91440"/>
                              <a:gd name="connsiteY15" fmla="*/ 68580 h 206692"/>
                              <a:gd name="connsiteX16" fmla="*/ 0 w 91440"/>
                              <a:gd name="connsiteY16" fmla="*/ 45720 h 206692"/>
                              <a:gd name="connsiteX17" fmla="*/ 22860 w 91440"/>
                              <a:gd name="connsiteY17" fmla="*/ 45720 h 206692"/>
                              <a:gd name="connsiteX18" fmla="*/ 22860 w 91440"/>
                              <a:gd name="connsiteY18" fmla="*/ 0 h 2066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1440" h="206692">
                                <a:moveTo>
                                  <a:pt x="22860" y="0"/>
                                </a:moveTo>
                                <a:lnTo>
                                  <a:pt x="68580" y="0"/>
                                </a:lnTo>
                                <a:lnTo>
                                  <a:pt x="68580" y="45720"/>
                                </a:lnTo>
                                <a:lnTo>
                                  <a:pt x="91440" y="45720"/>
                                </a:lnTo>
                                <a:lnTo>
                                  <a:pt x="91440" y="68580"/>
                                </a:lnTo>
                                <a:lnTo>
                                  <a:pt x="68580" y="68580"/>
                                </a:lnTo>
                                <a:lnTo>
                                  <a:pt x="68580" y="160972"/>
                                </a:lnTo>
                                <a:cubicBezTo>
                                  <a:pt x="68580" y="168593"/>
                                  <a:pt x="71438" y="174308"/>
                                  <a:pt x="76200" y="178118"/>
                                </a:cubicBezTo>
                                <a:cubicBezTo>
                                  <a:pt x="80963" y="181928"/>
                                  <a:pt x="85725" y="183833"/>
                                  <a:pt x="89535" y="183833"/>
                                </a:cubicBezTo>
                                <a:lnTo>
                                  <a:pt x="91440" y="183833"/>
                                </a:lnTo>
                                <a:lnTo>
                                  <a:pt x="91440" y="206693"/>
                                </a:lnTo>
                                <a:lnTo>
                                  <a:pt x="68580" y="206693"/>
                                </a:lnTo>
                                <a:cubicBezTo>
                                  <a:pt x="56198" y="206693"/>
                                  <a:pt x="45720" y="201930"/>
                                  <a:pt x="36195" y="193358"/>
                                </a:cubicBezTo>
                                <a:cubicBezTo>
                                  <a:pt x="26670" y="184785"/>
                                  <a:pt x="22860" y="173355"/>
                                  <a:pt x="22860" y="160972"/>
                                </a:cubicBezTo>
                                <a:lnTo>
                                  <a:pt x="22860" y="68580"/>
                                </a:lnTo>
                                <a:lnTo>
                                  <a:pt x="0" y="68580"/>
                                </a:lnTo>
                                <a:lnTo>
                                  <a:pt x="0" y="45720"/>
                                </a:lnTo>
                                <a:lnTo>
                                  <a:pt x="22860" y="45720"/>
                                </a:lnTo>
                                <a:lnTo>
                                  <a:pt x="22860" y="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7995294" name="Freeform 227995294"/>
                        <wps:cNvSpPr/>
                        <wps:spPr>
                          <a:xfrm>
                            <a:off x="3425190" y="47625"/>
                            <a:ext cx="138112" cy="160020"/>
                          </a:xfrm>
                          <a:custGeom>
                            <a:avLst/>
                            <a:gdLst>
                              <a:gd name="connsiteX0" fmla="*/ 138113 w 138112"/>
                              <a:gd name="connsiteY0" fmla="*/ 91440 h 160020"/>
                              <a:gd name="connsiteX1" fmla="*/ 45720 w 138112"/>
                              <a:gd name="connsiteY1" fmla="*/ 91440 h 160020"/>
                              <a:gd name="connsiteX2" fmla="*/ 45720 w 138112"/>
                              <a:gd name="connsiteY2" fmla="*/ 114300 h 160020"/>
                              <a:gd name="connsiteX3" fmla="*/ 52388 w 138112"/>
                              <a:gd name="connsiteY3" fmla="*/ 130493 h 160020"/>
                              <a:gd name="connsiteX4" fmla="*/ 68580 w 138112"/>
                              <a:gd name="connsiteY4" fmla="*/ 137160 h 160020"/>
                              <a:gd name="connsiteX5" fmla="*/ 91440 w 138112"/>
                              <a:gd name="connsiteY5" fmla="*/ 137160 h 160020"/>
                              <a:gd name="connsiteX6" fmla="*/ 114300 w 138112"/>
                              <a:gd name="connsiteY6" fmla="*/ 114300 h 160020"/>
                              <a:gd name="connsiteX7" fmla="*/ 137160 w 138112"/>
                              <a:gd name="connsiteY7" fmla="*/ 114300 h 160020"/>
                              <a:gd name="connsiteX8" fmla="*/ 91440 w 138112"/>
                              <a:gd name="connsiteY8" fmla="*/ 160020 h 160020"/>
                              <a:gd name="connsiteX9" fmla="*/ 45720 w 138112"/>
                              <a:gd name="connsiteY9" fmla="*/ 160020 h 160020"/>
                              <a:gd name="connsiteX10" fmla="*/ 13335 w 138112"/>
                              <a:gd name="connsiteY10" fmla="*/ 146685 h 160020"/>
                              <a:gd name="connsiteX11" fmla="*/ 0 w 138112"/>
                              <a:gd name="connsiteY11" fmla="*/ 114300 h 160020"/>
                              <a:gd name="connsiteX12" fmla="*/ 0 w 138112"/>
                              <a:gd name="connsiteY12" fmla="*/ 45720 h 160020"/>
                              <a:gd name="connsiteX13" fmla="*/ 13335 w 138112"/>
                              <a:gd name="connsiteY13" fmla="*/ 13335 h 160020"/>
                              <a:gd name="connsiteX14" fmla="*/ 45720 w 138112"/>
                              <a:gd name="connsiteY14" fmla="*/ 0 h 160020"/>
                              <a:gd name="connsiteX15" fmla="*/ 91440 w 138112"/>
                              <a:gd name="connsiteY15" fmla="*/ 0 h 160020"/>
                              <a:gd name="connsiteX16" fmla="*/ 123825 w 138112"/>
                              <a:gd name="connsiteY16" fmla="*/ 13335 h 160020"/>
                              <a:gd name="connsiteX17" fmla="*/ 137160 w 138112"/>
                              <a:gd name="connsiteY17" fmla="*/ 45720 h 160020"/>
                              <a:gd name="connsiteX18" fmla="*/ 137160 w 138112"/>
                              <a:gd name="connsiteY18" fmla="*/ 91440 h 160020"/>
                              <a:gd name="connsiteX19" fmla="*/ 45720 w 138112"/>
                              <a:gd name="connsiteY19" fmla="*/ 68580 h 160020"/>
                              <a:gd name="connsiteX20" fmla="*/ 91440 w 138112"/>
                              <a:gd name="connsiteY20" fmla="*/ 68580 h 160020"/>
                              <a:gd name="connsiteX21" fmla="*/ 91440 w 138112"/>
                              <a:gd name="connsiteY21" fmla="*/ 45720 h 160020"/>
                              <a:gd name="connsiteX22" fmla="*/ 84773 w 138112"/>
                              <a:gd name="connsiteY22" fmla="*/ 29528 h 160020"/>
                              <a:gd name="connsiteX23" fmla="*/ 68580 w 138112"/>
                              <a:gd name="connsiteY23" fmla="*/ 22860 h 160020"/>
                              <a:gd name="connsiteX24" fmla="*/ 52388 w 138112"/>
                              <a:gd name="connsiteY24" fmla="*/ 29528 h 160020"/>
                              <a:gd name="connsiteX25" fmla="*/ 45720 w 138112"/>
                              <a:gd name="connsiteY25" fmla="*/ 45720 h 160020"/>
                              <a:gd name="connsiteX26" fmla="*/ 45720 w 138112"/>
                              <a:gd name="connsiteY26" fmla="*/ 68580 h 160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38112" h="160020">
                                <a:moveTo>
                                  <a:pt x="138113" y="91440"/>
                                </a:moveTo>
                                <a:lnTo>
                                  <a:pt x="45720" y="91440"/>
                                </a:lnTo>
                                <a:lnTo>
                                  <a:pt x="45720" y="114300"/>
                                </a:lnTo>
                                <a:cubicBezTo>
                                  <a:pt x="45720" y="120968"/>
                                  <a:pt x="47625" y="125730"/>
                                  <a:pt x="52388" y="130493"/>
                                </a:cubicBezTo>
                                <a:cubicBezTo>
                                  <a:pt x="57150" y="135255"/>
                                  <a:pt x="61913" y="137160"/>
                                  <a:pt x="68580" y="137160"/>
                                </a:cubicBezTo>
                                <a:lnTo>
                                  <a:pt x="91440" y="137160"/>
                                </a:lnTo>
                                <a:cubicBezTo>
                                  <a:pt x="106680" y="137160"/>
                                  <a:pt x="114300" y="129540"/>
                                  <a:pt x="114300" y="114300"/>
                                </a:cubicBezTo>
                                <a:lnTo>
                                  <a:pt x="137160" y="114300"/>
                                </a:lnTo>
                                <a:cubicBezTo>
                                  <a:pt x="133350" y="144780"/>
                                  <a:pt x="118110" y="160020"/>
                                  <a:pt x="91440" y="160020"/>
                                </a:cubicBezTo>
                                <a:lnTo>
                                  <a:pt x="45720" y="160020"/>
                                </a:lnTo>
                                <a:cubicBezTo>
                                  <a:pt x="33338" y="160020"/>
                                  <a:pt x="21908" y="155258"/>
                                  <a:pt x="13335" y="146685"/>
                                </a:cubicBezTo>
                                <a:cubicBezTo>
                                  <a:pt x="4763" y="138113"/>
                                  <a:pt x="0" y="126683"/>
                                  <a:pt x="0" y="114300"/>
                                </a:cubicBezTo>
                                <a:lnTo>
                                  <a:pt x="0" y="45720"/>
                                </a:lnTo>
                                <a:cubicBezTo>
                                  <a:pt x="0" y="33338"/>
                                  <a:pt x="4763" y="22860"/>
                                  <a:pt x="13335" y="13335"/>
                                </a:cubicBezTo>
                                <a:cubicBezTo>
                                  <a:pt x="21908" y="3810"/>
                                  <a:pt x="33338" y="0"/>
                                  <a:pt x="45720" y="0"/>
                                </a:cubicBezTo>
                                <a:lnTo>
                                  <a:pt x="91440" y="0"/>
                                </a:lnTo>
                                <a:cubicBezTo>
                                  <a:pt x="103823" y="0"/>
                                  <a:pt x="114300" y="4763"/>
                                  <a:pt x="123825" y="13335"/>
                                </a:cubicBezTo>
                                <a:cubicBezTo>
                                  <a:pt x="132398" y="21908"/>
                                  <a:pt x="137160" y="33338"/>
                                  <a:pt x="137160" y="45720"/>
                                </a:cubicBezTo>
                                <a:lnTo>
                                  <a:pt x="137160" y="91440"/>
                                </a:lnTo>
                                <a:close/>
                                <a:moveTo>
                                  <a:pt x="45720" y="68580"/>
                                </a:moveTo>
                                <a:lnTo>
                                  <a:pt x="91440" y="68580"/>
                                </a:lnTo>
                                <a:lnTo>
                                  <a:pt x="91440" y="45720"/>
                                </a:lnTo>
                                <a:cubicBezTo>
                                  <a:pt x="91440" y="39053"/>
                                  <a:pt x="89535" y="34290"/>
                                  <a:pt x="84773" y="29528"/>
                                </a:cubicBezTo>
                                <a:cubicBezTo>
                                  <a:pt x="80010" y="24765"/>
                                  <a:pt x="75248" y="22860"/>
                                  <a:pt x="68580" y="22860"/>
                                </a:cubicBezTo>
                                <a:cubicBezTo>
                                  <a:pt x="61913" y="22860"/>
                                  <a:pt x="57150" y="24765"/>
                                  <a:pt x="52388" y="29528"/>
                                </a:cubicBezTo>
                                <a:cubicBezTo>
                                  <a:pt x="47625" y="34290"/>
                                  <a:pt x="45720" y="39053"/>
                                  <a:pt x="45720" y="45720"/>
                                </a:cubicBezTo>
                                <a:lnTo>
                                  <a:pt x="45720" y="6858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18911323" name="Freeform 1518911323"/>
                        <wps:cNvSpPr/>
                        <wps:spPr>
                          <a:xfrm>
                            <a:off x="3609023" y="46673"/>
                            <a:ext cx="137159" cy="205739"/>
                          </a:xfrm>
                          <a:custGeom>
                            <a:avLst/>
                            <a:gdLst>
                              <a:gd name="connsiteX0" fmla="*/ 0 w 137159"/>
                              <a:gd name="connsiteY0" fmla="*/ 0 h 205739"/>
                              <a:gd name="connsiteX1" fmla="*/ 45720 w 137159"/>
                              <a:gd name="connsiteY1" fmla="*/ 0 h 205739"/>
                              <a:gd name="connsiteX2" fmla="*/ 45720 w 137159"/>
                              <a:gd name="connsiteY2" fmla="*/ 22860 h 205739"/>
                              <a:gd name="connsiteX3" fmla="*/ 51435 w 137159"/>
                              <a:gd name="connsiteY3" fmla="*/ 5715 h 205739"/>
                              <a:gd name="connsiteX4" fmla="*/ 68580 w 137159"/>
                              <a:gd name="connsiteY4" fmla="*/ 0 h 205739"/>
                              <a:gd name="connsiteX5" fmla="*/ 91440 w 137159"/>
                              <a:gd name="connsiteY5" fmla="*/ 0 h 205739"/>
                              <a:gd name="connsiteX6" fmla="*/ 123825 w 137159"/>
                              <a:gd name="connsiteY6" fmla="*/ 13335 h 205739"/>
                              <a:gd name="connsiteX7" fmla="*/ 137160 w 137159"/>
                              <a:gd name="connsiteY7" fmla="*/ 45720 h 205739"/>
                              <a:gd name="connsiteX8" fmla="*/ 137160 w 137159"/>
                              <a:gd name="connsiteY8" fmla="*/ 114300 h 205739"/>
                              <a:gd name="connsiteX9" fmla="*/ 123825 w 137159"/>
                              <a:gd name="connsiteY9" fmla="*/ 146685 h 205739"/>
                              <a:gd name="connsiteX10" fmla="*/ 91440 w 137159"/>
                              <a:gd name="connsiteY10" fmla="*/ 160020 h 205739"/>
                              <a:gd name="connsiteX11" fmla="*/ 45720 w 137159"/>
                              <a:gd name="connsiteY11" fmla="*/ 160020 h 205739"/>
                              <a:gd name="connsiteX12" fmla="*/ 45720 w 137159"/>
                              <a:gd name="connsiteY12" fmla="*/ 205740 h 205739"/>
                              <a:gd name="connsiteX13" fmla="*/ 0 w 137159"/>
                              <a:gd name="connsiteY13" fmla="*/ 205740 h 205739"/>
                              <a:gd name="connsiteX14" fmla="*/ 0 w 137159"/>
                              <a:gd name="connsiteY14" fmla="*/ 0 h 205739"/>
                              <a:gd name="connsiteX15" fmla="*/ 45720 w 137159"/>
                              <a:gd name="connsiteY15" fmla="*/ 138113 h 205739"/>
                              <a:gd name="connsiteX16" fmla="*/ 68580 w 137159"/>
                              <a:gd name="connsiteY16" fmla="*/ 138113 h 205739"/>
                              <a:gd name="connsiteX17" fmla="*/ 84772 w 137159"/>
                              <a:gd name="connsiteY17" fmla="*/ 131445 h 205739"/>
                              <a:gd name="connsiteX18" fmla="*/ 91440 w 137159"/>
                              <a:gd name="connsiteY18" fmla="*/ 115252 h 205739"/>
                              <a:gd name="connsiteX19" fmla="*/ 91440 w 137159"/>
                              <a:gd name="connsiteY19" fmla="*/ 46672 h 205739"/>
                              <a:gd name="connsiteX20" fmla="*/ 84772 w 137159"/>
                              <a:gd name="connsiteY20" fmla="*/ 30480 h 205739"/>
                              <a:gd name="connsiteX21" fmla="*/ 68580 w 137159"/>
                              <a:gd name="connsiteY21" fmla="*/ 23813 h 205739"/>
                              <a:gd name="connsiteX22" fmla="*/ 52388 w 137159"/>
                              <a:gd name="connsiteY22" fmla="*/ 30480 h 205739"/>
                              <a:gd name="connsiteX23" fmla="*/ 45720 w 137159"/>
                              <a:gd name="connsiteY23" fmla="*/ 46672 h 205739"/>
                              <a:gd name="connsiteX24" fmla="*/ 45720 w 137159"/>
                              <a:gd name="connsiteY24" fmla="*/ 138113 h 205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137159" h="205739">
                                <a:moveTo>
                                  <a:pt x="0" y="0"/>
                                </a:moveTo>
                                <a:lnTo>
                                  <a:pt x="45720" y="0"/>
                                </a:lnTo>
                                <a:lnTo>
                                  <a:pt x="45720" y="22860"/>
                                </a:lnTo>
                                <a:cubicBezTo>
                                  <a:pt x="45720" y="15240"/>
                                  <a:pt x="47625" y="9525"/>
                                  <a:pt x="51435" y="5715"/>
                                </a:cubicBezTo>
                                <a:cubicBezTo>
                                  <a:pt x="55245" y="1905"/>
                                  <a:pt x="60960" y="0"/>
                                  <a:pt x="68580" y="0"/>
                                </a:cubicBezTo>
                                <a:lnTo>
                                  <a:pt x="91440" y="0"/>
                                </a:lnTo>
                                <a:cubicBezTo>
                                  <a:pt x="103822" y="0"/>
                                  <a:pt x="114300" y="4763"/>
                                  <a:pt x="123825" y="13335"/>
                                </a:cubicBezTo>
                                <a:cubicBezTo>
                                  <a:pt x="132397" y="21907"/>
                                  <a:pt x="137160" y="33338"/>
                                  <a:pt x="137160" y="45720"/>
                                </a:cubicBezTo>
                                <a:lnTo>
                                  <a:pt x="137160" y="114300"/>
                                </a:lnTo>
                                <a:cubicBezTo>
                                  <a:pt x="137160" y="126682"/>
                                  <a:pt x="132397" y="138113"/>
                                  <a:pt x="123825" y="146685"/>
                                </a:cubicBezTo>
                                <a:cubicBezTo>
                                  <a:pt x="115253" y="155257"/>
                                  <a:pt x="103822" y="160020"/>
                                  <a:pt x="91440" y="160020"/>
                                </a:cubicBezTo>
                                <a:lnTo>
                                  <a:pt x="45720" y="160020"/>
                                </a:lnTo>
                                <a:lnTo>
                                  <a:pt x="45720" y="205740"/>
                                </a:lnTo>
                                <a:lnTo>
                                  <a:pt x="0" y="205740"/>
                                </a:lnTo>
                                <a:lnTo>
                                  <a:pt x="0" y="0"/>
                                </a:lnTo>
                                <a:close/>
                                <a:moveTo>
                                  <a:pt x="45720" y="138113"/>
                                </a:moveTo>
                                <a:lnTo>
                                  <a:pt x="68580" y="138113"/>
                                </a:lnTo>
                                <a:cubicBezTo>
                                  <a:pt x="75247" y="138113"/>
                                  <a:pt x="80963" y="136207"/>
                                  <a:pt x="84772" y="131445"/>
                                </a:cubicBezTo>
                                <a:cubicBezTo>
                                  <a:pt x="89535" y="126682"/>
                                  <a:pt x="91440" y="121920"/>
                                  <a:pt x="91440" y="115252"/>
                                </a:cubicBezTo>
                                <a:lnTo>
                                  <a:pt x="91440" y="46672"/>
                                </a:lnTo>
                                <a:cubicBezTo>
                                  <a:pt x="91440" y="40005"/>
                                  <a:pt x="89535" y="35242"/>
                                  <a:pt x="84772" y="30480"/>
                                </a:cubicBezTo>
                                <a:cubicBezTo>
                                  <a:pt x="80010" y="25717"/>
                                  <a:pt x="75247" y="23813"/>
                                  <a:pt x="68580" y="23813"/>
                                </a:cubicBezTo>
                                <a:cubicBezTo>
                                  <a:pt x="61913" y="23813"/>
                                  <a:pt x="57150" y="25717"/>
                                  <a:pt x="52388" y="30480"/>
                                </a:cubicBezTo>
                                <a:cubicBezTo>
                                  <a:pt x="47625" y="35242"/>
                                  <a:pt x="45720" y="40005"/>
                                  <a:pt x="45720" y="46672"/>
                                </a:cubicBezTo>
                                <a:lnTo>
                                  <a:pt x="45720" y="138113"/>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17333291" name="Freeform 1417333291"/>
                        <wps:cNvSpPr/>
                        <wps:spPr>
                          <a:xfrm>
                            <a:off x="3793808" y="46673"/>
                            <a:ext cx="114300" cy="160972"/>
                          </a:xfrm>
                          <a:custGeom>
                            <a:avLst/>
                            <a:gdLst>
                              <a:gd name="connsiteX0" fmla="*/ 114300 w 114300"/>
                              <a:gd name="connsiteY0" fmla="*/ 45720 h 160972"/>
                              <a:gd name="connsiteX1" fmla="*/ 91440 w 114300"/>
                              <a:gd name="connsiteY1" fmla="*/ 45720 h 160972"/>
                              <a:gd name="connsiteX2" fmla="*/ 69532 w 114300"/>
                              <a:gd name="connsiteY2" fmla="*/ 22860 h 160972"/>
                              <a:gd name="connsiteX3" fmla="*/ 51435 w 114300"/>
                              <a:gd name="connsiteY3" fmla="*/ 27622 h 160972"/>
                              <a:gd name="connsiteX4" fmla="*/ 45720 w 114300"/>
                              <a:gd name="connsiteY4" fmla="*/ 41910 h 160972"/>
                              <a:gd name="connsiteX5" fmla="*/ 79057 w 114300"/>
                              <a:gd name="connsiteY5" fmla="*/ 69532 h 160972"/>
                              <a:gd name="connsiteX6" fmla="*/ 110490 w 114300"/>
                              <a:gd name="connsiteY6" fmla="*/ 94297 h 160972"/>
                              <a:gd name="connsiteX7" fmla="*/ 114300 w 114300"/>
                              <a:gd name="connsiteY7" fmla="*/ 115252 h 160972"/>
                              <a:gd name="connsiteX8" fmla="*/ 100965 w 114300"/>
                              <a:gd name="connsiteY8" fmla="*/ 147638 h 160972"/>
                              <a:gd name="connsiteX9" fmla="*/ 68580 w 114300"/>
                              <a:gd name="connsiteY9" fmla="*/ 160972 h 160972"/>
                              <a:gd name="connsiteX10" fmla="*/ 45720 w 114300"/>
                              <a:gd name="connsiteY10" fmla="*/ 160972 h 160972"/>
                              <a:gd name="connsiteX11" fmla="*/ 0 w 114300"/>
                              <a:gd name="connsiteY11" fmla="*/ 115252 h 160972"/>
                              <a:gd name="connsiteX12" fmla="*/ 22860 w 114300"/>
                              <a:gd name="connsiteY12" fmla="*/ 115252 h 160972"/>
                              <a:gd name="connsiteX13" fmla="*/ 44768 w 114300"/>
                              <a:gd name="connsiteY13" fmla="*/ 138113 h 160972"/>
                              <a:gd name="connsiteX14" fmla="*/ 62865 w 114300"/>
                              <a:gd name="connsiteY14" fmla="*/ 133350 h 160972"/>
                              <a:gd name="connsiteX15" fmla="*/ 68580 w 114300"/>
                              <a:gd name="connsiteY15" fmla="*/ 119063 h 160972"/>
                              <a:gd name="connsiteX16" fmla="*/ 35243 w 114300"/>
                              <a:gd name="connsiteY16" fmla="*/ 91440 h 160972"/>
                              <a:gd name="connsiteX17" fmla="*/ 3810 w 114300"/>
                              <a:gd name="connsiteY17" fmla="*/ 66675 h 160972"/>
                              <a:gd name="connsiteX18" fmla="*/ 0 w 114300"/>
                              <a:gd name="connsiteY18" fmla="*/ 45720 h 160972"/>
                              <a:gd name="connsiteX19" fmla="*/ 13335 w 114300"/>
                              <a:gd name="connsiteY19" fmla="*/ 13335 h 160972"/>
                              <a:gd name="connsiteX20" fmla="*/ 45720 w 114300"/>
                              <a:gd name="connsiteY20" fmla="*/ 0 h 160972"/>
                              <a:gd name="connsiteX21" fmla="*/ 68580 w 114300"/>
                              <a:gd name="connsiteY21" fmla="*/ 0 h 160972"/>
                              <a:gd name="connsiteX22" fmla="*/ 114300 w 114300"/>
                              <a:gd name="connsiteY22" fmla="*/ 45720 h 160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14300" h="160972">
                                <a:moveTo>
                                  <a:pt x="114300" y="45720"/>
                                </a:moveTo>
                                <a:lnTo>
                                  <a:pt x="91440" y="45720"/>
                                </a:lnTo>
                                <a:cubicBezTo>
                                  <a:pt x="89535" y="30480"/>
                                  <a:pt x="81915" y="22860"/>
                                  <a:pt x="69532" y="22860"/>
                                </a:cubicBezTo>
                                <a:cubicBezTo>
                                  <a:pt x="60960" y="22860"/>
                                  <a:pt x="55245" y="24765"/>
                                  <a:pt x="51435" y="27622"/>
                                </a:cubicBezTo>
                                <a:cubicBezTo>
                                  <a:pt x="47625" y="30480"/>
                                  <a:pt x="45720" y="35242"/>
                                  <a:pt x="45720" y="41910"/>
                                </a:cubicBezTo>
                                <a:cubicBezTo>
                                  <a:pt x="45720" y="48577"/>
                                  <a:pt x="57150" y="58102"/>
                                  <a:pt x="79057" y="69532"/>
                                </a:cubicBezTo>
                                <a:cubicBezTo>
                                  <a:pt x="97155" y="79057"/>
                                  <a:pt x="107632" y="87630"/>
                                  <a:pt x="110490" y="94297"/>
                                </a:cubicBezTo>
                                <a:cubicBezTo>
                                  <a:pt x="113347" y="100965"/>
                                  <a:pt x="114300" y="107632"/>
                                  <a:pt x="114300" y="115252"/>
                                </a:cubicBezTo>
                                <a:cubicBezTo>
                                  <a:pt x="114300" y="127635"/>
                                  <a:pt x="109538" y="139065"/>
                                  <a:pt x="100965" y="147638"/>
                                </a:cubicBezTo>
                                <a:cubicBezTo>
                                  <a:pt x="92393" y="156210"/>
                                  <a:pt x="80963" y="160972"/>
                                  <a:pt x="68580" y="160972"/>
                                </a:cubicBezTo>
                                <a:lnTo>
                                  <a:pt x="45720" y="160972"/>
                                </a:lnTo>
                                <a:cubicBezTo>
                                  <a:pt x="15240" y="160972"/>
                                  <a:pt x="0" y="145732"/>
                                  <a:pt x="0" y="115252"/>
                                </a:cubicBezTo>
                                <a:lnTo>
                                  <a:pt x="22860" y="115252"/>
                                </a:lnTo>
                                <a:cubicBezTo>
                                  <a:pt x="24765" y="130492"/>
                                  <a:pt x="31432" y="138113"/>
                                  <a:pt x="44768" y="138113"/>
                                </a:cubicBezTo>
                                <a:cubicBezTo>
                                  <a:pt x="53340" y="138113"/>
                                  <a:pt x="59055" y="136207"/>
                                  <a:pt x="62865" y="133350"/>
                                </a:cubicBezTo>
                                <a:cubicBezTo>
                                  <a:pt x="66675" y="130492"/>
                                  <a:pt x="68580" y="125730"/>
                                  <a:pt x="68580" y="119063"/>
                                </a:cubicBezTo>
                                <a:cubicBezTo>
                                  <a:pt x="68580" y="112395"/>
                                  <a:pt x="57150" y="103822"/>
                                  <a:pt x="35243" y="91440"/>
                                </a:cubicBezTo>
                                <a:cubicBezTo>
                                  <a:pt x="17145" y="81915"/>
                                  <a:pt x="6668" y="73342"/>
                                  <a:pt x="3810" y="66675"/>
                                </a:cubicBezTo>
                                <a:cubicBezTo>
                                  <a:pt x="953" y="60007"/>
                                  <a:pt x="0" y="53340"/>
                                  <a:pt x="0" y="45720"/>
                                </a:cubicBezTo>
                                <a:cubicBezTo>
                                  <a:pt x="0" y="33338"/>
                                  <a:pt x="4763" y="21907"/>
                                  <a:pt x="13335" y="13335"/>
                                </a:cubicBezTo>
                                <a:cubicBezTo>
                                  <a:pt x="21907" y="4763"/>
                                  <a:pt x="33338" y="0"/>
                                  <a:pt x="45720" y="0"/>
                                </a:cubicBezTo>
                                <a:lnTo>
                                  <a:pt x="68580" y="0"/>
                                </a:lnTo>
                                <a:cubicBezTo>
                                  <a:pt x="97155" y="0"/>
                                  <a:pt x="112395" y="15240"/>
                                  <a:pt x="114300" y="45720"/>
                                </a:cubicBez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26F7EE3" id="Graphic 1" o:spid="_x0000_s1026" style="position:absolute;margin-left:12.9pt;margin-top:356.3pt;width:307.7pt;height:19.85pt;z-index:251767295;mso-position-vertical-relative:page" coordsize="39081,25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">
                <v:shape id="Freeform 2132915151" o:spid="_x0000_s1027" style="position:absolute;top:476;width:1381;height:1600;visibility:visible;mso-wrap-style:square;v-text-anchor:middle" coordsize="138112,160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" path="m138113,91440r-92393,l45720,114300v,6668,1905,11430,6668,16193c57150,135255,61913,137160,68580,137160r22860,c106680,137160,114300,129540,114300,114300r22860,c133350,144780,118110,160020,91440,160020r-45720,c33338,160020,21908,155258,13335,146685,3810,138113,,126683,,114300l,45720c,33338,4763,22860,13335,13335,22860,4763,33338,,45720,l91440,v12383,,22860,4763,32385,13335c133350,21908,137160,33338,137160,45720r,45720l138113,91440xm45720,68580r45720,l91440,45720v,-6667,-1905,-11430,-6667,-16192c80010,24765,75248,22860,68580,22860v-6667,,-11430,1905,-16192,6668c47625,34290,45720,39053,45720,45720r,22860xe" fillcolor="#231f20" stroked="f">
                  <v:stroke joinstyle="miter"/>
                  <v:path arrowok="t" o:connecttype="custom" o:connectlocs="138113,91440;45720,91440;45720,114300;52388,130493;68580,137160;91440,137160;114300,114300;137160,114300;91440,160020;45720,160020;13335,146685;0,114300;0,45720;13335,13335;45720,0;91440,0;123825,13335;137160,45720;137160,91440;45720,68580;91440,68580;91440,45720;84773,29528;68580,22860;52388,29528;45720,45720;45720,68580" o:connectangles="0,0,0,0,0,0,0,0,0,0,0,0,0,0,0,0,0,0,0,0,0,0,0,0,0,0,0"/>
                </v:shape>
                <v:shape id="Freeform 1903565601" o:spid="_x0000_s1028" style="position:absolute;left:1838;top:457;width:1381;height:1609;visibility:visible;mso-wrap-style:square;v-text-anchor:middle" coordsize="138112,160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" path="m92392,953r45721,l138113,82867v,21908,-7621,40005,-22861,55246c100013,153353,80963,160972,60008,160972l,160972,,,45720,r,138113l68580,138113v6668,,12383,-1906,16193,-6668c88583,126682,91440,120967,91440,115253r,-114300l92392,953xe" fillcolor="#231f20" stroked="f">
                  <v:stroke joinstyle="miter"/>
                  <v:path arrowok="t" o:connecttype="custom" o:connectlocs="92392,953;138113,953;138113,82867;115252,138113;60008,160972;0,160972;0,0;45720,0;45720,138113;68580,138113;84773,131445;91440,115253;91440,953" o:connectangles="0,0,0,0,0,0,0,0,0,0,0,0,0"/>
                </v:shape>
                <v:shape id="Freeform 1241490639" o:spid="_x0000_s1029" style="position:absolute;left:3686;top:476;width:1371;height:1609;visibility:visible;mso-wrap-style:square;v-text-anchor:middle" coordsize="137160,160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" path="m91440,68580r,-22860c91440,39053,89535,34290,84773,29528,80010,24765,75248,22860,68580,22860r-22860,c32385,22860,24765,30480,22860,45720l,45720c3810,15240,19050,,45720,l91440,v12383,,22860,4763,32385,13335c133350,21908,137160,33338,137160,45720r,115253l91440,160973r,-22860c89535,153353,81915,160973,68580,160973r-22860,c33338,160973,21907,156210,13335,147638,3810,139065,,127635,,115253,,102870,4763,92393,13335,82868,22860,74295,33338,69533,45720,69533r45720,l91440,68580xm91440,91440r-22860,c61912,91440,57150,93345,52388,98108v-4763,4762,-6668,9525,-6668,16192c45720,120968,47625,125730,52388,130493v4762,4762,9524,6667,16192,6667c75248,137160,80962,135255,84773,130493v3809,-4763,6667,-10478,6667,-16193l91440,91440xe" fillcolor="#231f20" stroked="f">
                  <v:stroke joinstyle="miter"/>
                  <v:path arrowok="t" o:connecttype="custom" o:connectlocs="91440,68580;91440,45720;84773,29528;68580,22860;45720,22860;22860,45720;0,45720;45720,0;91440,0;123825,13335;137160,45720;137160,160973;91440,160973;91440,138113;68580,160973;45720,160973;13335,147638;0,115253;13335,82868;45720,69533;91440,69533;91440,91440;68580,91440;52388,98108;45720,114300;52388,130493;68580,137160;84773,130493;91440,114300;91440,91440" o:connectangles="0,0,0,0,0,0,0,0,0,0,0,0,0,0,0,0,0,0,0,0,0,0,0,0,0,0,0,0,0,0"/>
                </v:shape>
                <v:shape id="Freeform 765035406" o:spid="_x0000_s1030" style="position:absolute;left:5524;width:457;height:2076;visibility:visible;mso-wrap-style:square;v-text-anchor:middle" coordsize="45720,2076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" path="m,207645l,,45720,r,207645l,207645xe" fillcolor="#231f20" stroked="f">
                  <v:stroke joinstyle="miter"/>
                  <v:path arrowok="t" o:connecttype="custom" o:connectlocs="0,207645;0,0;45720,0;45720,207645;0,207645" o:connectangles="0,0,0,0,0"/>
                </v:shape>
                <v:shape id="Freeform 944098988" o:spid="_x0000_s1031" style="position:absolute;left:6457;top:466;width:1372;height:1610;visibility:visible;mso-wrap-style:square;v-text-anchor:middle" coordsize="137159,160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" path="m137160,r,160972l91440,160972r,-22859c89535,153352,81915,160972,68580,160972r-22860,c33338,160972,21908,156210,13335,147638,4763,139065,,127635,,115252l,,45720,r,115252c45720,121920,47625,126682,52388,131445v4762,4762,9525,6668,16192,6668c75247,138113,80963,136207,84772,131445v4763,-4763,6668,-10478,6668,-16193l91440,r45720,xe" fillcolor="#231f20" stroked="f">
                  <v:stroke joinstyle="miter"/>
                  <v:path arrowok="t" o:connecttype="custom" o:connectlocs="137160,0;137160,160972;91440,160972;91440,138113;68580,160972;45720,160972;13335,147638;0,115252;0,0;45720,0;45720,115252;52388,131445;68580,138113;84772,131445;91440,115252;91440,0;137160,0" o:connectangles="0,0,0,0,0,0,0,0,0,0,0,0,0,0,0,0,0"/>
                </v:shape>
                <v:shape id="Freeform 2003070520" o:spid="_x0000_s1032" style="position:absolute;left:8286;top:476;width:1372;height:1609;visibility:visible;mso-wrap-style:square;v-text-anchor:middle" coordsize="137160,160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" path="m92392,68580r,-22860c92392,39053,90488,34290,85725,29528,80963,24765,76200,22860,69533,22860r-23813,c32385,22860,24765,30480,22860,45720l,45720c3810,15240,19050,,45720,l91440,v12383,,22860,4763,32385,13335c132398,21908,137160,33338,137160,45720r,115253l91440,160973r,-22860c89535,153353,81915,160973,68580,160973r-22860,c33338,160973,21908,156210,13335,147638,4763,139065,,127635,,115253,,102870,4763,92393,13335,82868,21908,73343,33338,69533,45720,69533r46672,l92392,68580xm92392,91440r-22859,c62865,91440,58103,93345,53340,98108v-4762,4762,-6667,9525,-6667,16192c46673,120968,48578,125730,53340,130493v4763,4762,9525,6667,16193,6667c76200,137160,81915,135255,85725,130493v4763,-4763,6667,-10478,6667,-16193l92392,91440xe" fillcolor="#231f20" stroked="f">
                  <v:stroke joinstyle="miter"/>
                  <v:path arrowok="t" o:connecttype="custom" o:connectlocs="92392,68580;92392,45720;85725,29528;69533,22860;45720,22860;22860,45720;0,45720;45720,0;91440,0;123825,13335;137160,45720;137160,160973;91440,160973;91440,138113;68580,160973;45720,160973;13335,147638;0,115253;13335,82868;45720,69533;92392,69533;92392,91440;69533,91440;53340,98108;46673,114300;53340,130493;69533,137160;85725,130493;92392,114300;92392,91440" o:connectangles="0,0,0,0,0,0,0,0,0,0,0,0,0,0,0,0,0,0,0,0,0,0,0,0,0,0,0,0,0,0"/>
                </v:shape>
                <v:shape id="Freeform 1823903489" o:spid="_x0000_s1033" style="position:absolute;left:10134;top:9;width:915;height:2067;visibility:visible;mso-wrap-style:square;v-text-anchor:middle" coordsize="91439,2066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" path="m22860,l68580,r,45720l91440,45720r,22860l68580,68580r,92392c68580,168593,71438,174308,76200,178118v4763,3810,9525,5715,13335,5715l91440,183833r,22860l68580,206693v-12383,,-22860,-4763,-32385,-13335c26670,184785,22860,173355,22860,160972r,-92392l,68580,,45720r22860,l22860,xe" fillcolor="#231f20" stroked="f">
                  <v:stroke joinstyle="miter"/>
                  <v:path arrowok="t" o:connecttype="custom" o:connectlocs="22860,0;68580,0;68580,45720;91440,45720;91440,68580;68580,68580;68580,160972;76200,178118;89535,183833;91440,183833;91440,206693;68580,206693;36195,193358;22860,160972;22860,68580;0,68580;0,45720;22860,45720;22860,0" o:connectangles="0,0,0,0,0,0,0,0,0,0,0,0,0,0,0,0,0,0,0"/>
                </v:shape>
                <v:shape id="Freeform 2016629699" o:spid="_x0000_s1034" style="position:absolute;left:11506;top:9;width:457;height:2067;visibility:visible;mso-wrap-style:square;v-text-anchor:middle" coordsize="45720,2066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" path="m,22860l,,45720,r,22860l,22860xm,206693l,45720r45720,l45720,206693,,206693xe" fillcolor="#231f20" stroked="f">
                  <v:stroke joinstyle="miter"/>
                  <v:path arrowok="t" o:connecttype="custom" o:connectlocs="0,22860;0,0;45720,0;45720,22860;0,22860;0,206693;0,45720;45720,45720;45720,206693;0,206693" o:connectangles="0,0,0,0,0,0,0,0,0,0"/>
                </v:shape>
                <v:shape id="Freeform 1856090726" o:spid="_x0000_s1035" style="position:absolute;left:12430;top:466;width:1371;height:1600;visibility:visible;mso-wrap-style:square;v-text-anchor:middle" coordsize="137160,1600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" path="m45720,l91440,v12383,,22860,4763,32385,13335c132398,21907,137160,33338,137160,45720r,68580c137160,126682,132398,138113,123825,146685v-8572,9525,-20002,13335,-32385,13335l45720,160020v-12382,,-23812,-4763,-32385,-13335c4763,138113,,126682,,114300l,45720c,33338,4763,22860,13335,13335,21908,3810,33338,,45720,xm45720,45720r,68580c45720,120967,47625,125730,52388,130492v4762,4763,9525,6668,16192,6668c75248,137160,80963,135255,84773,130492v4762,-4762,6667,-10477,6667,-16192l91440,45720v,-6668,-1905,-11430,-6667,-16193c80010,24765,75248,22860,68580,22860v-6667,,-11430,1905,-16192,6667c48578,34290,45720,40005,45720,45720xe" fillcolor="#231f20" stroked="f">
                  <v:stroke joinstyle="miter"/>
                  <v:path arrowok="t" o:connecttype="custom" o:connectlocs="45720,0;91440,0;123825,13335;137160,45720;137160,114300;123825,146685;91440,160020;45720,160020;13335,146685;0,114300;0,45720;13335,13335;45720,0;45720,45720;45720,114300;52388,130492;68580,137160;84773,130492;91440,114300;91440,45720;84773,29527;68580,22860;52388,29527;45720,45720" o:connectangles="0,0,0,0,0,0,0,0,0,0,0,0,0,0,0,0,0,0,0,0,0,0,0,0"/>
                </v:shape>
                <v:shape id="Freeform 7921841" o:spid="_x0000_s1036" style="position:absolute;left:14268;top:466;width:1381;height:1610;visibility:visible;mso-wrap-style:square;v-text-anchor:middle" coordsize="138112,160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" path="m,160972l,,45720,r,22860c46672,15240,48578,9525,53340,5715,57150,1905,62865,,69533,l92392,v12383,,22861,4763,32386,13335c133350,21907,138113,33338,138113,45720r,115252l92392,160972r,-115252c92392,39052,90488,34290,85725,29527,80963,24765,76200,22860,69533,22860v-6668,,-11430,1905,-16193,6667c48578,34290,46672,39052,46672,45720r,115252l,160972xe" fillcolor="#231f20" stroked="f">
                  <v:stroke joinstyle="miter"/>
                  <v:path arrowok="t" o:connecttype="custom" o:connectlocs="0,160972;0,0;45720,0;45720,22860;53340,5715;69533,0;92392,0;124778,13335;138113,45720;138113,160972;92392,160972;92392,45720;85725,29527;69533,22860;53340,29527;46672,45720;46672,160972;0,160972" o:connectangles="0,0,0,0,0,0,0,0,0,0,0,0,0,0,0,0,0,0"/>
                </v:shape>
                <v:shape id="Freeform 75012125" o:spid="_x0000_s1037" style="position:absolute;left:17116;top:476;width:1372;height:1609;visibility:visible;mso-wrap-style:square;v-text-anchor:middle" coordsize="137159,160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" path="m91440,68580r,-22860c91440,39053,89535,34290,84772,29528,80010,24765,75247,22860,68580,22860r-22860,c32385,22860,24765,30480,22860,45720l,45720c3810,15240,19050,,45720,l91440,v12382,,22860,4763,32385,13335c132397,21908,137160,33338,137160,45720r,115253l91440,160973r,-22860c89535,153353,81915,160973,68580,160973r-22860,c33338,160973,21908,156210,13335,147638,4763,139065,,127635,,115253,,102870,4763,92393,13335,82868,21908,73343,33338,69533,45720,69533r45720,l91440,68580xm91440,91440r-22860,c61913,91440,57150,93345,52388,98108v-4763,4762,-6668,9525,-6668,16192c45720,120968,47625,125730,52388,130493v4762,4762,9525,6667,16192,6667c75247,137160,80963,135255,84772,130493v4763,-4763,6668,-10478,6668,-16193l91440,91440xe" fillcolor="#231f20" stroked="f">
                  <v:stroke joinstyle="miter"/>
                  <v:path arrowok="t" o:connecttype="custom" o:connectlocs="91440,68580;91440,45720;84772,29528;68580,22860;45720,22860;22860,45720;0,45720;45720,0;91440,0;123825,13335;137160,45720;137160,160973;91440,160973;91440,138113;68580,160973;45720,160973;13335,147638;0,115253;13335,82868;45720,69533;91440,69533;91440,91440;68580,91440;52388,98108;45720,114300;52388,130493;68580,137160;84772,130493;91440,114300;91440,91440" o:connectangles="0,0,0,0,0,0,0,0,0,0,0,0,0,0,0,0,0,0,0,0,0,0,0,0,0,0,0,0,0,0"/>
                </v:shape>
                <v:shape id="Freeform 1898951736" o:spid="_x0000_s1038" style="position:absolute;left:18954;top:466;width:1381;height:1610;visibility:visible;mso-wrap-style:square;v-text-anchor:middle" coordsize="138112,160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" path="m,160972l,,45720,r,22860c46672,15240,48577,9525,53340,5715,57150,1905,62865,,69532,l92392,v12383,,22860,4763,32385,13335c133350,21907,138113,33338,138113,45720r,115252l92392,160972r,-115252c92392,39052,90488,34290,85725,29527,80963,24765,76200,22860,69532,22860v-6667,,-11430,1905,-16192,6667c48577,34290,46672,39052,46672,45720r,115252l,160972xe" fillcolor="#231f20" stroked="f">
                  <v:stroke joinstyle="miter"/>
                  <v:path arrowok="t" o:connecttype="custom" o:connectlocs="0,160972;0,0;45720,0;45720,22860;53340,5715;69532,0;92392,0;124777,13335;138113,45720;138113,160972;92392,160972;92392,45720;85725,29527;69532,22860;53340,29527;46672,45720;46672,160972;0,160972" o:connectangles="0,0,0,0,0,0,0,0,0,0,0,0,0,0,0,0,0,0"/>
                </v:shape>
                <v:shape id="Freeform 683076056" o:spid="_x0000_s1039" style="position:absolute;left:20802;top:19;width:1372;height:2057;visibility:visible;mso-wrap-style:square;v-text-anchor:middle" coordsize="137159,2057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" path="m137160,205740r-45720,l91440,182880v-1905,15240,-9525,22860,-22860,22860l45720,205740v-12382,,-23813,-4762,-32385,-13335c4763,183832,,172403,,160020l,91440c,79057,4763,68580,13335,59055,21907,49530,33338,45720,45720,45720r45720,l91440,r45720,l137160,205740xm91440,67628r-22860,c61913,67628,57150,69532,52388,74295v-4763,4762,-6668,9525,-6668,16193l45720,159068v,6667,1905,11429,6668,16192c57150,180022,61913,181928,68580,181928v6667,,12383,-1906,16192,-6668c89535,170497,91440,164782,91440,159068r,-91440xe" fillcolor="#231f20" stroked="f">
                  <v:stroke joinstyle="miter"/>
                  <v:path arrowok="t" o:connecttype="custom" o:connectlocs="137160,205740;91440,205740;91440,182880;68580,205740;45720,205740;13335,192405;0,160020;0,91440;13335,59055;45720,45720;91440,45720;91440,0;137160,0;137160,205740;91440,67628;68580,67628;52388,74295;45720,90488;45720,159068;52388,175260;68580,181928;84772,175260;91440,159068;91440,67628" o:connectangles="0,0,0,0,0,0,0,0,0,0,0,0,0,0,0,0,0,0,0,0,0,0,0,0"/>
                </v:shape>
                <v:shape id="Freeform 1732192172" o:spid="_x0000_s1040" style="position:absolute;left:23441;top:466;width:1381;height:1610;visibility:visible;mso-wrap-style:square;v-text-anchor:middle" coordsize="138112,160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" path="m,160972l,,45720,r,22860c46673,15240,48578,9525,53340,5715,57150,1905,62865,,69533,l92393,v12382,,22860,4763,32385,13335c133350,21907,138113,33338,138113,45720r,115252l92393,160972r,-115252c92393,39052,90488,34290,85725,29527,80963,24765,76200,22860,69533,22860v-6668,,-11430,1905,-16193,6667c48578,34290,46673,39052,46673,45720r,115252l,160972xe" fillcolor="#231f20" stroked="f">
                  <v:stroke joinstyle="miter"/>
                  <v:path arrowok="t" o:connecttype="custom" o:connectlocs="0,160972;0,0;45720,0;45720,22860;53340,5715;69533,0;92393,0;124778,13335;138113,45720;138113,160972;92393,160972;92393,45720;85725,29527;69533,22860;53340,29527;46673,45720;46673,160972;0,160972" o:connectangles="0,0,0,0,0,0,0,0,0,0,0,0,0,0,0,0,0,0"/>
                </v:shape>
                <v:shape id="Freeform 1192058698" o:spid="_x0000_s1041" style="position:absolute;left:25279;top:476;width:1381;height:1600;visibility:visible;mso-wrap-style:square;v-text-anchor:middle" coordsize="138112,160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" path="m138113,91440r-92393,l45720,114300v,6668,1905,11430,6668,16193c57150,135255,61913,137160,68580,137160r22860,c106680,137160,114300,129540,114300,114300r22860,c133350,144780,118110,160020,91440,160020r-45720,c33338,160020,21907,155258,13335,146685,4763,138113,,126683,,114300l,45720c,33338,4763,22860,13335,13335,21907,3810,33338,,45720,l91440,v12382,,22860,4763,32385,13335c132397,21908,137160,33338,137160,45720r,45720l138113,91440xm45720,68580r45720,l91440,45720v,-6667,-1905,-11430,-6668,-16192c80010,24765,75247,22860,68580,22860v-6667,,-11430,1905,-16192,6668c47625,34290,45720,39053,45720,45720r,22860xe" fillcolor="#231f20" stroked="f">
                  <v:stroke joinstyle="miter"/>
                  <v:path arrowok="t" o:connecttype="custom" o:connectlocs="138113,91440;45720,91440;45720,114300;52388,130493;68580,137160;91440,137160;114300,114300;137160,114300;91440,160020;45720,160020;13335,146685;0,114300;0,45720;13335,13335;45720,0;91440,0;123825,13335;137160,45720;137160,91440;45720,68580;91440,68580;91440,45720;84772,29528;68580,22860;52388,29528;45720,45720;45720,68580" o:connectangles="0,0,0,0,0,0,0,0,0,0,0,0,0,0,0,0,0,0,0,0,0,0,0,0,0,0,0"/>
                </v:shape>
                <v:shape id="Freeform 1560851798" o:spid="_x0000_s1042" style="position:absolute;left:27117;top:476;width:1372;height:1600;visibility:visible;mso-wrap-style:square;v-text-anchor:middle" coordsize="137159,160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" path="m,160020l,125730c,112395,3810,101918,11430,94298,19050,86678,30480,81915,45720,80010,30480,78105,19050,73343,11430,65723,3810,58103,,47625,,34290l,,45720,r,45720c45720,52388,47625,58103,52388,61913v4762,4762,9525,6667,16192,6667c75247,68580,80963,66675,84772,61913v4763,-4763,6668,-9525,6668,-16193l91440,r45720,l137160,34290v,13335,-3810,23813,-11430,31433c118110,73343,106680,78105,91440,80010v15240,1905,26670,6668,34290,14288c133350,101918,137160,112395,137160,125730r,34290l91440,160020r,-45720c91440,107633,89535,102870,84772,98108,80010,93345,75247,91440,68580,91440v-6667,,-11430,1905,-16192,6668c47625,102870,45720,107633,45720,114300r,45720l,160020xe" fillcolor="#231f20" stroked="f">
                  <v:stroke joinstyle="miter"/>
                  <v:path arrowok="t" o:connecttype="custom" o:connectlocs="0,160020;0,125730;11430,94298;45720,80010;11430,65723;0,34290;0,0;45720,0;45720,45720;52388,61913;68580,68580;84772,61913;91440,45720;91440,0;137160,0;137160,34290;125730,65723;91440,80010;125730,94298;137160,125730;137160,160020;91440,160020;91440,114300;84772,98108;68580,91440;52388,98108;45720,114300;45720,160020;0,160020" o:connectangles="0,0,0,0,0,0,0,0,0,0,0,0,0,0,0,0,0,0,0,0,0,0,0,0,0,0,0,0,0"/>
                </v:shape>
                <v:shape id="Freeform 129803544" o:spid="_x0000_s1043" style="position:absolute;left:28965;top:9;width:914;height:2067;visibility:visible;mso-wrap-style:square;v-text-anchor:middle" coordsize="91440,2066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" path="m22860,l68580,r,45720l91440,45720r,22860l68580,68580r,92392c68580,168593,71438,174308,76200,178118v4763,3810,9525,5715,13335,5715l91440,183833r,22860l68580,206693v-12382,,-22860,-4763,-32385,-13335c26670,184785,22860,173355,22860,160972r,-92392l,68580,,45720r22860,l22860,xe" fillcolor="#231f20" stroked="f">
                  <v:stroke joinstyle="miter"/>
                  <v:path arrowok="t" o:connecttype="custom" o:connectlocs="22860,0;68580,0;68580,45720;91440,45720;91440,68580;68580,68580;68580,160972;76200,178118;89535,183833;91440,183833;91440,206693;68580,206693;36195,193358;22860,160972;22860,68580;0,68580;0,45720;22860,45720;22860,0" o:connectangles="0,0,0,0,0,0,0,0,0,0,0,0,0,0,0,0,0,0,0"/>
                </v:shape>
                <v:shape id="Freeform 732838004" o:spid="_x0000_s1044" style="position:absolute;left:31261;top:466;width:1143;height:1610;visibility:visible;mso-wrap-style:square;v-text-anchor:middle" coordsize="114300,160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" path="m114300,45720r-22860,c89535,30480,81915,22860,69533,22860v-8573,,-14288,1905,-18098,4762c47625,30480,45720,35242,45720,41910v,6667,11430,16192,33338,27622c97155,79057,107633,87630,110490,94297v2857,6668,3810,13335,3810,20955c114300,127635,109538,139065,100965,147638v-8572,8572,-20002,13334,-32385,13334l45720,160972c15240,160972,,145732,,115252r22860,c24765,130492,31433,138113,44768,138113v8572,,14287,-1906,18097,-4763c66675,130492,68580,125730,68580,119063v,-6668,-11430,-15241,-33337,-27623c17145,81915,6668,73342,3810,66675,953,60007,,53340,,45720,,33338,4763,21907,13335,13335,21908,4763,33338,,45720,l68580,v28575,,44767,15240,45720,45720xe" fillcolor="#231f20" stroked="f">
                  <v:stroke joinstyle="miter"/>
                  <v:path arrowok="t" o:connecttype="custom" o:connectlocs="114300,45720;91440,45720;69533,22860;51435,27622;45720,41910;79058,69532;110490,94297;114300,115252;100965,147638;68580,160972;45720,160972;0,115252;22860,115252;44768,138113;62865,133350;68580,119063;35243,91440;3810,66675;0,45720;13335,13335;45720,0;68580,0;114300,45720" o:connectangles="0,0,0,0,0,0,0,0,0,0,0,0,0,0,0,0,0,0,0,0,0,0,0"/>
                </v:shape>
                <v:shape id="Freeform 514561370" o:spid="_x0000_s1045" style="position:absolute;left:32870;top:9;width:915;height:2067;visibility:visible;mso-wrap-style:square;v-text-anchor:middle" coordsize="91440,2066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" path="m22860,l68580,r,45720l91440,45720r,22860l68580,68580r,92392c68580,168593,71438,174308,76200,178118v4763,3810,9525,5715,13335,5715l91440,183833r,22860l68580,206693v-12382,,-22860,-4763,-32385,-13335c26670,184785,22860,173355,22860,160972r,-92392l,68580,,45720r22860,l22860,xe" fillcolor="#231f20" stroked="f">
                  <v:stroke joinstyle="miter"/>
                  <v:path arrowok="t" o:connecttype="custom" o:connectlocs="22860,0;68580,0;68580,45720;91440,45720;91440,68580;68580,68580;68580,160972;76200,178118;89535,183833;91440,183833;91440,206693;68580,206693;36195,193358;22860,160972;22860,68580;0,68580;0,45720;22860,45720;22860,0" o:connectangles="0,0,0,0,0,0,0,0,0,0,0,0,0,0,0,0,0,0,0"/>
                </v:shape>
                <v:shape id="Freeform 227995294" o:spid="_x0000_s1046" style="position:absolute;left:34251;top:476;width:1382;height:1600;visibility:visible;mso-wrap-style:square;v-text-anchor:middle" coordsize="138112,160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" path="m138113,91440r-92393,l45720,114300v,6668,1905,11430,6668,16193c57150,135255,61913,137160,68580,137160r22860,c106680,137160,114300,129540,114300,114300r22860,c133350,144780,118110,160020,91440,160020r-45720,c33338,160020,21908,155258,13335,146685,4763,138113,,126683,,114300l,45720c,33338,4763,22860,13335,13335,21908,3810,33338,,45720,l91440,v12383,,22860,4763,32385,13335c132398,21908,137160,33338,137160,45720r,45720l138113,91440xm45720,68580r45720,l91440,45720v,-6667,-1905,-11430,-6667,-16192c80010,24765,75248,22860,68580,22860v-6667,,-11430,1905,-16192,6668c47625,34290,45720,39053,45720,45720r,22860xe" fillcolor="#231f20" stroked="f">
                  <v:stroke joinstyle="miter"/>
                  <v:path arrowok="t" o:connecttype="custom" o:connectlocs="138113,91440;45720,91440;45720,114300;52388,130493;68580,137160;91440,137160;114300,114300;137160,114300;91440,160020;45720,160020;13335,146685;0,114300;0,45720;13335,13335;45720,0;91440,0;123825,13335;137160,45720;137160,91440;45720,68580;91440,68580;91440,45720;84773,29528;68580,22860;52388,29528;45720,45720;45720,68580" o:connectangles="0,0,0,0,0,0,0,0,0,0,0,0,0,0,0,0,0,0,0,0,0,0,0,0,0,0,0"/>
                </v:shape>
                <v:shape id="Freeform 1518911323" o:spid="_x0000_s1047" style="position:absolute;left:36090;top:466;width:1371;height:2058;visibility:visible;mso-wrap-style:square;v-text-anchor:middle" coordsize="137159,2057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" path="m,l45720,r,22860c45720,15240,47625,9525,51435,5715,55245,1905,60960,,68580,l91440,v12382,,22860,4763,32385,13335c132397,21907,137160,33338,137160,45720r,68580c137160,126682,132397,138113,123825,146685v-8572,8572,-20003,13335,-32385,13335l45720,160020r,45720l,205740,,xm45720,138113r22860,c75247,138113,80963,136207,84772,131445v4763,-4763,6668,-9525,6668,-16193l91440,46672v,-6667,-1905,-11430,-6668,-16192c80010,25717,75247,23813,68580,23813v-6667,,-11430,1904,-16192,6667c47625,35242,45720,40005,45720,46672r,91441xe" fillcolor="#231f20" stroked="f">
                  <v:stroke joinstyle="miter"/>
                  <v:path arrowok="t" o:connecttype="custom" o:connectlocs="0,0;45720,0;45720,22860;51435,5715;68580,0;91440,0;123825,13335;137160,45720;137160,114300;123825,146685;91440,160020;45720,160020;45720,205740;0,205740;0,0;45720,138113;68580,138113;84772,131445;91440,115252;91440,46672;84772,30480;68580,23813;52388,30480;45720,46672;45720,138113" o:connectangles="0,0,0,0,0,0,0,0,0,0,0,0,0,0,0,0,0,0,0,0,0,0,0,0,0"/>
                </v:shape>
                <v:shape id="Freeform 1417333291" o:spid="_x0000_s1048" style="position:absolute;left:37938;top:466;width:1143;height:1610;visibility:visible;mso-wrap-style:square;v-text-anchor:middle" coordsize="114300,160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" path="m114300,45720r-22860,c89535,30480,81915,22860,69532,22860v-8572,,-14287,1905,-18097,4762c47625,30480,45720,35242,45720,41910v,6667,11430,16192,33337,27622c97155,79057,107632,87630,110490,94297v2857,6668,3810,13335,3810,20955c114300,127635,109538,139065,100965,147638v-8572,8572,-20002,13334,-32385,13334l45720,160972c15240,160972,,145732,,115252r22860,c24765,130492,31432,138113,44768,138113v8572,,14287,-1906,18097,-4763c66675,130492,68580,125730,68580,119063v,-6668,-11430,-15241,-33337,-27623c17145,81915,6668,73342,3810,66675,953,60007,,53340,,45720,,33338,4763,21907,13335,13335,21907,4763,33338,,45720,l68580,v28575,,43815,15240,45720,45720xe" fillcolor="#231f20" stroked="f">
                  <v:stroke joinstyle="miter"/>
                  <v:path arrowok="t" o:connecttype="custom" o:connectlocs="114300,45720;91440,45720;69532,22860;51435,27622;45720,41910;79057,69532;110490,94297;114300,115252;100965,147638;68580,160972;45720,160972;0,115252;22860,115252;44768,138113;62865,133350;68580,119063;35243,91440;3810,66675;0,45720;13335,13335;45720,0;68580,0;114300,45720" o:connectangles="0,0,0,0,0,0,0,0,0,0,0,0,0,0,0,0,0,0,0,0,0,0,0"/>
                </v:shape>
                <w10:wrap anchory="page"/>
              </v:group>
            </w:pict>
          </mc:Fallback>
        </mc:AlternateContent>
      </w:r>
      <w:r w:rsidR="00DE6E55" w:rsidRPr="00A86120">
        <w:rPr>
          <w:noProof/>
          <w:sz w:val="18"/>
          <w:szCs w:val="21"/>
        </w:rPr>
        <mc:AlternateContent>
          <mc:Choice Requires="wps">
            <w:drawing>
              <wp:anchor distT="0" distB="0" distL="114300" distR="114300" simplePos="0" relativeHeight="251760127" behindDoc="1" locked="0" layoutInCell="1" allowOverlap="1" wp14:anchorId="4D026F2A" wp14:editId="075E7E13">
                <wp:simplePos x="0" y="0"/>
                <wp:positionH relativeFrom="column">
                  <wp:posOffset>29210</wp:posOffset>
                </wp:positionH>
                <wp:positionV relativeFrom="paragraph">
                  <wp:posOffset>4563745</wp:posOffset>
                </wp:positionV>
                <wp:extent cx="6238240" cy="1223645"/>
                <wp:effectExtent l="0" t="0" r="0" b="0"/>
                <wp:wrapNone/>
                <wp:docPr id="1238957089" name="Rectangle 1238957089"/>
                <wp:cNvGraphicFramePr/>
                <a:graphic xmlns:a="http://schemas.openxmlformats.org/drawingml/2006/main">
                  <a:graphicData uri="http://schemas.microsoft.com/office/word/2010/wordprocessingShape">
                    <wps:wsp>
                      <wps:cNvSpPr/>
                      <wps:spPr>
                        <a:xfrm>
                          <a:off x="0" y="0"/>
                          <a:ext cx="6238240" cy="12236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A4771D" w14:textId="775FBF67" w:rsidR="00406BA1" w:rsidRPr="0044536E" w:rsidRDefault="00C7462E" w:rsidP="0044536E">
                            <w:pPr>
                              <w:spacing w:after="120" w:line="276" w:lineRule="auto"/>
                              <w:rPr>
                                <w:color w:val="000000" w:themeColor="text1"/>
                                <w:sz w:val="22"/>
                              </w:rPr>
                            </w:pPr>
                            <w:r>
                              <w:rPr>
                                <w:color w:val="000000" w:themeColor="text1"/>
                                <w:sz w:val="22"/>
                              </w:rPr>
                              <w:t>Enter Text</w:t>
                            </w: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26F2A" id="Rectangle 1238957089" o:spid="_x0000_s1031" style="position:absolute;margin-left:2.3pt;margin-top:359.35pt;width:491.2pt;height:96.35pt;z-index:-2515563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" filled="f" stroked="f" strokeweight="1pt">
                <v:textbox inset="10.8pt">
                  <w:txbxContent>
                    <w:p w14:paraId="48A4771D" w14:textId="775FBF67" w:rsidR="00406BA1" w:rsidRPr="0044536E" w:rsidRDefault="00C7462E" w:rsidP="0044536E">
                      <w:pPr>
                        <w:spacing w:after="120" w:line="276" w:lineRule="auto"/>
                        <w:rPr>
                          <w:color w:val="000000" w:themeColor="text1"/>
                          <w:sz w:val="22"/>
                        </w:rPr>
                      </w:pPr>
                      <w:r>
                        <w:rPr>
                          <w:color w:val="000000" w:themeColor="text1"/>
                          <w:sz w:val="22"/>
                        </w:rPr>
                        <w:t>Enter Text</w:t>
                      </w:r>
                    </w:p>
                  </w:txbxContent>
                </v:textbox>
              </v:rect>
            </w:pict>
          </mc:Fallback>
        </mc:AlternateContent>
      </w:r>
      <w:r w:rsidR="003958CD" w:rsidRPr="00A86120">
        <w:rPr>
          <w:noProof/>
          <w:sz w:val="18"/>
          <w:szCs w:val="21"/>
        </w:rPr>
        <mc:AlternateContent>
          <mc:Choice Requires="wps">
            <w:drawing>
              <wp:anchor distT="0" distB="0" distL="114300" distR="114300" simplePos="0" relativeHeight="251759103" behindDoc="1" locked="0" layoutInCell="1" allowOverlap="1" wp14:anchorId="06086DD1" wp14:editId="78408DA9">
                <wp:simplePos x="0" y="0"/>
                <wp:positionH relativeFrom="column">
                  <wp:posOffset>0</wp:posOffset>
                </wp:positionH>
                <wp:positionV relativeFrom="paragraph">
                  <wp:posOffset>3488055</wp:posOffset>
                </wp:positionV>
                <wp:extent cx="9271635" cy="2661920"/>
                <wp:effectExtent l="0" t="0" r="0" b="5080"/>
                <wp:wrapNone/>
                <wp:docPr id="1289849602" name="Rectangle 1289849602"/>
                <wp:cNvGraphicFramePr/>
                <a:graphic xmlns:a="http://schemas.openxmlformats.org/drawingml/2006/main">
                  <a:graphicData uri="http://schemas.microsoft.com/office/word/2010/wordprocessingShape">
                    <wps:wsp>
                      <wps:cNvSpPr/>
                      <wps:spPr>
                        <a:xfrm>
                          <a:off x="0" y="0"/>
                          <a:ext cx="9271635" cy="2661920"/>
                        </a:xfrm>
                        <a:prstGeom prst="rect">
                          <a:avLst/>
                        </a:prstGeom>
                        <a:solidFill>
                          <a:srgbClr val="D3EA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30F42" id="Rectangle 1289849602" o:spid="_x0000_s1026" style="position:absolute;margin-left:0;margin-top:274.65pt;width:730.05pt;height:209.6pt;z-index:-2515573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" fillcolor="#d3eae2" stroked="f" strokeweight="1pt"/>
            </w:pict>
          </mc:Fallback>
        </mc:AlternateContent>
      </w:r>
      <w:r w:rsidR="003958CD">
        <w:rPr>
          <w:noProof/>
          <w:sz w:val="18"/>
          <w:szCs w:val="21"/>
        </w:rPr>
        <mc:AlternateContent>
          <mc:Choice Requires="wpg">
            <w:drawing>
              <wp:anchor distT="0" distB="0" distL="114300" distR="114300" simplePos="0" relativeHeight="251761151" behindDoc="0" locked="0" layoutInCell="1" allowOverlap="1" wp14:anchorId="5D08C11F" wp14:editId="054D4B49">
                <wp:simplePos x="0" y="0"/>
                <wp:positionH relativeFrom="column">
                  <wp:posOffset>6736080</wp:posOffset>
                </wp:positionH>
                <wp:positionV relativeFrom="paragraph">
                  <wp:posOffset>3545840</wp:posOffset>
                </wp:positionV>
                <wp:extent cx="2479675" cy="2493010"/>
                <wp:effectExtent l="0" t="0" r="0" b="0"/>
                <wp:wrapNone/>
                <wp:docPr id="1314450932" name="Group 49"/>
                <wp:cNvGraphicFramePr/>
                <a:graphic xmlns:a="http://schemas.openxmlformats.org/drawingml/2006/main">
                  <a:graphicData uri="http://schemas.microsoft.com/office/word/2010/wordprocessingGroup">
                    <wpg:wgp>
                      <wpg:cNvGrpSpPr/>
                      <wpg:grpSpPr>
                        <a:xfrm>
                          <a:off x="0" y="0"/>
                          <a:ext cx="2479675" cy="2493010"/>
                          <a:chOff x="0" y="0"/>
                          <a:chExt cx="1554480" cy="1562735"/>
                        </a:xfrm>
                        <a:effectLst/>
                      </wpg:grpSpPr>
                      <wpg:grpSp>
                        <wpg:cNvPr id="21389002" name="Group 1"/>
                        <wpg:cNvGrpSpPr/>
                        <wpg:grpSpPr>
                          <a:xfrm>
                            <a:off x="0" y="0"/>
                            <a:ext cx="1554480" cy="1562735"/>
                            <a:chOff x="0" y="-9085"/>
                            <a:chExt cx="1679486" cy="1676997"/>
                          </a:xfrm>
                        </wpg:grpSpPr>
                        <wps:wsp>
                          <wps:cNvPr id="1209987387" name="Rectangle 1209987387"/>
                          <wps:cNvSpPr/>
                          <wps:spPr>
                            <a:xfrm>
                              <a:off x="856526" y="844952"/>
                              <a:ext cx="822960" cy="822960"/>
                            </a:xfrm>
                            <a:prstGeom prst="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4607235" name="Rectangle 964607235"/>
                          <wps:cNvSpPr/>
                          <wps:spPr>
                            <a:xfrm>
                              <a:off x="0" y="844952"/>
                              <a:ext cx="822960" cy="822960"/>
                            </a:xfrm>
                            <a:prstGeom prst="rect">
                              <a:avLst/>
                            </a:prstGeom>
                            <a:solidFill>
                              <a:srgbClr val="D0CE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9704664" name="Rectangle 1339704664"/>
                          <wps:cNvSpPr/>
                          <wps:spPr>
                            <a:xfrm>
                              <a:off x="856526" y="-9085"/>
                              <a:ext cx="822960" cy="822960"/>
                            </a:xfrm>
                            <a:prstGeom prst="rect">
                              <a:avLst/>
                            </a:prstGeom>
                            <a:solidFill>
                              <a:schemeClr val="accent4">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5681123" name="Rectangle 1785681123"/>
                          <wps:cNvSpPr/>
                          <wps:spPr>
                            <a:xfrm>
                              <a:off x="0" y="-9085"/>
                              <a:ext cx="822960" cy="822960"/>
                            </a:xfrm>
                            <a:prstGeom prst="rect">
                              <a:avLst/>
                            </a:prstGeom>
                            <a:solidFill>
                              <a:srgbClr val="DDDB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1732105" name="Freeform 1"/>
                        <wps:cNvSpPr/>
                        <wps:spPr>
                          <a:xfrm>
                            <a:off x="219919" y="185195"/>
                            <a:ext cx="342900" cy="476250"/>
                          </a:xfrm>
                          <a:custGeom>
                            <a:avLst/>
                            <a:gdLst>
                              <a:gd name="connsiteX0" fmla="*/ 107632 w 107632"/>
                              <a:gd name="connsiteY0" fmla="*/ 42863 h 149542"/>
                              <a:gd name="connsiteX1" fmla="*/ 85725 w 107632"/>
                              <a:gd name="connsiteY1" fmla="*/ 42863 h 149542"/>
                              <a:gd name="connsiteX2" fmla="*/ 65722 w 107632"/>
                              <a:gd name="connsiteY2" fmla="*/ 20955 h 149542"/>
                              <a:gd name="connsiteX3" fmla="*/ 48577 w 107632"/>
                              <a:gd name="connsiteY3" fmla="*/ 25717 h 149542"/>
                              <a:gd name="connsiteX4" fmla="*/ 42863 w 107632"/>
                              <a:gd name="connsiteY4" fmla="*/ 39052 h 149542"/>
                              <a:gd name="connsiteX5" fmla="*/ 74295 w 107632"/>
                              <a:gd name="connsiteY5" fmla="*/ 64770 h 149542"/>
                              <a:gd name="connsiteX6" fmla="*/ 103822 w 107632"/>
                              <a:gd name="connsiteY6" fmla="*/ 87630 h 149542"/>
                              <a:gd name="connsiteX7" fmla="*/ 107632 w 107632"/>
                              <a:gd name="connsiteY7" fmla="*/ 106680 h 149542"/>
                              <a:gd name="connsiteX8" fmla="*/ 95250 w 107632"/>
                              <a:gd name="connsiteY8" fmla="*/ 137160 h 149542"/>
                              <a:gd name="connsiteX9" fmla="*/ 64770 w 107632"/>
                              <a:gd name="connsiteY9" fmla="*/ 149542 h 149542"/>
                              <a:gd name="connsiteX10" fmla="*/ 42863 w 107632"/>
                              <a:gd name="connsiteY10" fmla="*/ 149542 h 149542"/>
                              <a:gd name="connsiteX11" fmla="*/ 0 w 107632"/>
                              <a:gd name="connsiteY11" fmla="*/ 106680 h 149542"/>
                              <a:gd name="connsiteX12" fmla="*/ 21907 w 107632"/>
                              <a:gd name="connsiteY12" fmla="*/ 106680 h 149542"/>
                              <a:gd name="connsiteX13" fmla="*/ 41910 w 107632"/>
                              <a:gd name="connsiteY13" fmla="*/ 128588 h 149542"/>
                              <a:gd name="connsiteX14" fmla="*/ 59055 w 107632"/>
                              <a:gd name="connsiteY14" fmla="*/ 123825 h 149542"/>
                              <a:gd name="connsiteX15" fmla="*/ 64770 w 107632"/>
                              <a:gd name="connsiteY15" fmla="*/ 110490 h 149542"/>
                              <a:gd name="connsiteX16" fmla="*/ 33338 w 107632"/>
                              <a:gd name="connsiteY16" fmla="*/ 84772 h 149542"/>
                              <a:gd name="connsiteX17" fmla="*/ 3810 w 107632"/>
                              <a:gd name="connsiteY17" fmla="*/ 61913 h 149542"/>
                              <a:gd name="connsiteX18" fmla="*/ 0 w 107632"/>
                              <a:gd name="connsiteY18" fmla="*/ 42863 h 149542"/>
                              <a:gd name="connsiteX19" fmla="*/ 12382 w 107632"/>
                              <a:gd name="connsiteY19" fmla="*/ 12383 h 149542"/>
                              <a:gd name="connsiteX20" fmla="*/ 42863 w 107632"/>
                              <a:gd name="connsiteY20" fmla="*/ 0 h 149542"/>
                              <a:gd name="connsiteX21" fmla="*/ 64770 w 107632"/>
                              <a:gd name="connsiteY21" fmla="*/ 0 h 149542"/>
                              <a:gd name="connsiteX22" fmla="*/ 107632 w 107632"/>
                              <a:gd name="connsiteY22" fmla="*/ 42863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632" h="149542">
                                <a:moveTo>
                                  <a:pt x="107632" y="42863"/>
                                </a:moveTo>
                                <a:lnTo>
                                  <a:pt x="85725" y="42863"/>
                                </a:lnTo>
                                <a:cubicBezTo>
                                  <a:pt x="83820" y="28575"/>
                                  <a:pt x="77152" y="20955"/>
                                  <a:pt x="65722" y="20955"/>
                                </a:cubicBezTo>
                                <a:cubicBezTo>
                                  <a:pt x="58102" y="20955"/>
                                  <a:pt x="52388" y="22860"/>
                                  <a:pt x="48577" y="25717"/>
                                </a:cubicBezTo>
                                <a:cubicBezTo>
                                  <a:pt x="44767" y="28575"/>
                                  <a:pt x="42863" y="33338"/>
                                  <a:pt x="42863" y="39052"/>
                                </a:cubicBezTo>
                                <a:cubicBezTo>
                                  <a:pt x="42863" y="45720"/>
                                  <a:pt x="53340" y="54292"/>
                                  <a:pt x="74295" y="64770"/>
                                </a:cubicBezTo>
                                <a:cubicBezTo>
                                  <a:pt x="91440" y="74295"/>
                                  <a:pt x="100965" y="81915"/>
                                  <a:pt x="103822" y="87630"/>
                                </a:cubicBezTo>
                                <a:cubicBezTo>
                                  <a:pt x="106680" y="93345"/>
                                  <a:pt x="107632" y="100013"/>
                                  <a:pt x="107632" y="106680"/>
                                </a:cubicBezTo>
                                <a:cubicBezTo>
                                  <a:pt x="107632" y="118110"/>
                                  <a:pt x="103822" y="128588"/>
                                  <a:pt x="95250" y="137160"/>
                                </a:cubicBezTo>
                                <a:cubicBezTo>
                                  <a:pt x="86677" y="145733"/>
                                  <a:pt x="76200" y="149542"/>
                                  <a:pt x="64770" y="149542"/>
                                </a:cubicBezTo>
                                <a:lnTo>
                                  <a:pt x="42863" y="149542"/>
                                </a:lnTo>
                                <a:cubicBezTo>
                                  <a:pt x="14288" y="149542"/>
                                  <a:pt x="0" y="135255"/>
                                  <a:pt x="0" y="106680"/>
                                </a:cubicBezTo>
                                <a:lnTo>
                                  <a:pt x="21907" y="106680"/>
                                </a:lnTo>
                                <a:cubicBezTo>
                                  <a:pt x="23813" y="120967"/>
                                  <a:pt x="30480" y="128588"/>
                                  <a:pt x="41910" y="128588"/>
                                </a:cubicBezTo>
                                <a:cubicBezTo>
                                  <a:pt x="49530" y="128588"/>
                                  <a:pt x="55245" y="126683"/>
                                  <a:pt x="59055" y="123825"/>
                                </a:cubicBezTo>
                                <a:cubicBezTo>
                                  <a:pt x="62865" y="120967"/>
                                  <a:pt x="64770" y="116205"/>
                                  <a:pt x="64770" y="110490"/>
                                </a:cubicBezTo>
                                <a:cubicBezTo>
                                  <a:pt x="64770" y="104775"/>
                                  <a:pt x="54292" y="96202"/>
                                  <a:pt x="33338" y="84772"/>
                                </a:cubicBezTo>
                                <a:cubicBezTo>
                                  <a:pt x="16192" y="75247"/>
                                  <a:pt x="6667" y="67627"/>
                                  <a:pt x="3810" y="61913"/>
                                </a:cubicBezTo>
                                <a:cubicBezTo>
                                  <a:pt x="952" y="56197"/>
                                  <a:pt x="0" y="49530"/>
                                  <a:pt x="0" y="42863"/>
                                </a:cubicBezTo>
                                <a:cubicBezTo>
                                  <a:pt x="0" y="31433"/>
                                  <a:pt x="3810" y="20955"/>
                                  <a:pt x="12382" y="12383"/>
                                </a:cubicBezTo>
                                <a:cubicBezTo>
                                  <a:pt x="20955" y="3810"/>
                                  <a:pt x="31432" y="0"/>
                                  <a:pt x="42863" y="0"/>
                                </a:cubicBezTo>
                                <a:lnTo>
                                  <a:pt x="64770" y="0"/>
                                </a:lnTo>
                                <a:cubicBezTo>
                                  <a:pt x="91440" y="0"/>
                                  <a:pt x="105727" y="14288"/>
                                  <a:pt x="107632" y="42863"/>
                                </a:cubicBezTo>
                                <a:close/>
                              </a:path>
                            </a:pathLst>
                          </a:custGeom>
                          <a:solidFill>
                            <a:schemeClr val="bg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3066271" name="Freeform 1"/>
                        <wps:cNvSpPr/>
                        <wps:spPr>
                          <a:xfrm>
                            <a:off x="844951" y="196770"/>
                            <a:ext cx="651510" cy="455930"/>
                          </a:xfrm>
                          <a:custGeom>
                            <a:avLst/>
                            <a:gdLst>
                              <a:gd name="connsiteX0" fmla="*/ 0 w 216217"/>
                              <a:gd name="connsiteY0" fmla="*/ 0 h 151447"/>
                              <a:gd name="connsiteX1" fmla="*/ 42863 w 216217"/>
                              <a:gd name="connsiteY1" fmla="*/ 0 h 151447"/>
                              <a:gd name="connsiteX2" fmla="*/ 42863 w 216217"/>
                              <a:gd name="connsiteY2" fmla="*/ 129540 h 151447"/>
                              <a:gd name="connsiteX3" fmla="*/ 64770 w 216217"/>
                              <a:gd name="connsiteY3" fmla="*/ 129540 h 151447"/>
                              <a:gd name="connsiteX4" fmla="*/ 80010 w 216217"/>
                              <a:gd name="connsiteY4" fmla="*/ 122873 h 151447"/>
                              <a:gd name="connsiteX5" fmla="*/ 86678 w 216217"/>
                              <a:gd name="connsiteY5" fmla="*/ 107633 h 151447"/>
                              <a:gd name="connsiteX6" fmla="*/ 86678 w 216217"/>
                              <a:gd name="connsiteY6" fmla="*/ 0 h 151447"/>
                              <a:gd name="connsiteX7" fmla="*/ 129540 w 216217"/>
                              <a:gd name="connsiteY7" fmla="*/ 0 h 151447"/>
                              <a:gd name="connsiteX8" fmla="*/ 129540 w 216217"/>
                              <a:gd name="connsiteY8" fmla="*/ 129540 h 151447"/>
                              <a:gd name="connsiteX9" fmla="*/ 151447 w 216217"/>
                              <a:gd name="connsiteY9" fmla="*/ 129540 h 151447"/>
                              <a:gd name="connsiteX10" fmla="*/ 166688 w 216217"/>
                              <a:gd name="connsiteY10" fmla="*/ 122873 h 151447"/>
                              <a:gd name="connsiteX11" fmla="*/ 173355 w 216217"/>
                              <a:gd name="connsiteY11" fmla="*/ 107633 h 151447"/>
                              <a:gd name="connsiteX12" fmla="*/ 173355 w 216217"/>
                              <a:gd name="connsiteY12" fmla="*/ 0 h 151447"/>
                              <a:gd name="connsiteX13" fmla="*/ 216218 w 216217"/>
                              <a:gd name="connsiteY13" fmla="*/ 0 h 151447"/>
                              <a:gd name="connsiteX14" fmla="*/ 216218 w 216217"/>
                              <a:gd name="connsiteY14" fmla="*/ 77152 h 151447"/>
                              <a:gd name="connsiteX15" fmla="*/ 194310 w 216217"/>
                              <a:gd name="connsiteY15" fmla="*/ 129540 h 151447"/>
                              <a:gd name="connsiteX16" fmla="*/ 141922 w 216217"/>
                              <a:gd name="connsiteY16" fmla="*/ 151448 h 151447"/>
                              <a:gd name="connsiteX17" fmla="*/ 85725 w 216217"/>
                              <a:gd name="connsiteY17" fmla="*/ 151448 h 151447"/>
                              <a:gd name="connsiteX18" fmla="*/ 85725 w 216217"/>
                              <a:gd name="connsiteY18" fmla="*/ 144780 h 151447"/>
                              <a:gd name="connsiteX19" fmla="*/ 55245 w 216217"/>
                              <a:gd name="connsiteY19" fmla="*/ 151448 h 151447"/>
                              <a:gd name="connsiteX20" fmla="*/ 0 w 216217"/>
                              <a:gd name="connsiteY20" fmla="*/ 151448 h 151447"/>
                              <a:gd name="connsiteX21" fmla="*/ 0 w 216217"/>
                              <a:gd name="connsiteY21" fmla="*/ 0 h 1514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216217" h="151447">
                                <a:moveTo>
                                  <a:pt x="0" y="0"/>
                                </a:moveTo>
                                <a:lnTo>
                                  <a:pt x="42863" y="0"/>
                                </a:lnTo>
                                <a:lnTo>
                                  <a:pt x="42863" y="129540"/>
                                </a:lnTo>
                                <a:lnTo>
                                  <a:pt x="64770" y="129540"/>
                                </a:lnTo>
                                <a:cubicBezTo>
                                  <a:pt x="70485" y="129540"/>
                                  <a:pt x="76200" y="127635"/>
                                  <a:pt x="80010" y="122873"/>
                                </a:cubicBezTo>
                                <a:cubicBezTo>
                                  <a:pt x="83820" y="118110"/>
                                  <a:pt x="86678" y="113348"/>
                                  <a:pt x="86678" y="107633"/>
                                </a:cubicBezTo>
                                <a:lnTo>
                                  <a:pt x="86678" y="0"/>
                                </a:lnTo>
                                <a:lnTo>
                                  <a:pt x="129540" y="0"/>
                                </a:lnTo>
                                <a:lnTo>
                                  <a:pt x="129540" y="129540"/>
                                </a:lnTo>
                                <a:lnTo>
                                  <a:pt x="151447" y="129540"/>
                                </a:lnTo>
                                <a:cubicBezTo>
                                  <a:pt x="157163" y="129540"/>
                                  <a:pt x="161925" y="127635"/>
                                  <a:pt x="166688" y="122873"/>
                                </a:cubicBezTo>
                                <a:cubicBezTo>
                                  <a:pt x="170497" y="118110"/>
                                  <a:pt x="173355" y="113348"/>
                                  <a:pt x="173355" y="107633"/>
                                </a:cubicBezTo>
                                <a:lnTo>
                                  <a:pt x="173355" y="0"/>
                                </a:lnTo>
                                <a:lnTo>
                                  <a:pt x="216218" y="0"/>
                                </a:lnTo>
                                <a:lnTo>
                                  <a:pt x="216218" y="77152"/>
                                </a:lnTo>
                                <a:cubicBezTo>
                                  <a:pt x="216218" y="97155"/>
                                  <a:pt x="208597" y="114300"/>
                                  <a:pt x="194310" y="129540"/>
                                </a:cubicBezTo>
                                <a:cubicBezTo>
                                  <a:pt x="180022" y="143827"/>
                                  <a:pt x="162878" y="151448"/>
                                  <a:pt x="141922" y="151448"/>
                                </a:cubicBezTo>
                                <a:lnTo>
                                  <a:pt x="85725" y="151448"/>
                                </a:lnTo>
                                <a:lnTo>
                                  <a:pt x="85725" y="144780"/>
                                </a:lnTo>
                                <a:cubicBezTo>
                                  <a:pt x="77153" y="149542"/>
                                  <a:pt x="67628" y="151448"/>
                                  <a:pt x="55245" y="151448"/>
                                </a:cubicBezTo>
                                <a:lnTo>
                                  <a:pt x="0" y="151448"/>
                                </a:lnTo>
                                <a:lnTo>
                                  <a:pt x="0" y="0"/>
                                </a:lnTo>
                                <a:close/>
                              </a:path>
                            </a:pathLst>
                          </a:custGeom>
                          <a:solidFill>
                            <a:schemeClr val="bg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90916769" name="Freeform 1"/>
                        <wps:cNvSpPr/>
                        <wps:spPr>
                          <a:xfrm>
                            <a:off x="196769" y="960699"/>
                            <a:ext cx="387322" cy="498401"/>
                          </a:xfrm>
                          <a:custGeom>
                            <a:avLst/>
                            <a:gdLst>
                              <a:gd name="connsiteX0" fmla="*/ 42863 w 128587"/>
                              <a:gd name="connsiteY0" fmla="*/ 0 h 150495"/>
                              <a:gd name="connsiteX1" fmla="*/ 85725 w 128587"/>
                              <a:gd name="connsiteY1" fmla="*/ 0 h 150495"/>
                              <a:gd name="connsiteX2" fmla="*/ 116205 w 128587"/>
                              <a:gd name="connsiteY2" fmla="*/ 12383 h 150495"/>
                              <a:gd name="connsiteX3" fmla="*/ 128588 w 128587"/>
                              <a:gd name="connsiteY3" fmla="*/ 42863 h 150495"/>
                              <a:gd name="connsiteX4" fmla="*/ 128588 w 128587"/>
                              <a:gd name="connsiteY4" fmla="*/ 107633 h 150495"/>
                              <a:gd name="connsiteX5" fmla="*/ 116205 w 128587"/>
                              <a:gd name="connsiteY5" fmla="*/ 138113 h 150495"/>
                              <a:gd name="connsiteX6" fmla="*/ 85725 w 128587"/>
                              <a:gd name="connsiteY6" fmla="*/ 150495 h 150495"/>
                              <a:gd name="connsiteX7" fmla="*/ 42863 w 128587"/>
                              <a:gd name="connsiteY7" fmla="*/ 150495 h 150495"/>
                              <a:gd name="connsiteX8" fmla="*/ 12383 w 128587"/>
                              <a:gd name="connsiteY8" fmla="*/ 138113 h 150495"/>
                              <a:gd name="connsiteX9" fmla="*/ 0 w 128587"/>
                              <a:gd name="connsiteY9" fmla="*/ 107633 h 150495"/>
                              <a:gd name="connsiteX10" fmla="*/ 0 w 128587"/>
                              <a:gd name="connsiteY10" fmla="*/ 42863 h 150495"/>
                              <a:gd name="connsiteX11" fmla="*/ 12383 w 128587"/>
                              <a:gd name="connsiteY11" fmla="*/ 12383 h 150495"/>
                              <a:gd name="connsiteX12" fmla="*/ 42863 w 128587"/>
                              <a:gd name="connsiteY12" fmla="*/ 0 h 150495"/>
                              <a:gd name="connsiteX13" fmla="*/ 42863 w 128587"/>
                              <a:gd name="connsiteY13" fmla="*/ 42863 h 150495"/>
                              <a:gd name="connsiteX14" fmla="*/ 42863 w 128587"/>
                              <a:gd name="connsiteY14" fmla="*/ 107633 h 150495"/>
                              <a:gd name="connsiteX15" fmla="*/ 49530 w 128587"/>
                              <a:gd name="connsiteY15" fmla="*/ 122872 h 150495"/>
                              <a:gd name="connsiteX16" fmla="*/ 64770 w 128587"/>
                              <a:gd name="connsiteY16" fmla="*/ 129540 h 150495"/>
                              <a:gd name="connsiteX17" fmla="*/ 80010 w 128587"/>
                              <a:gd name="connsiteY17" fmla="*/ 122872 h 150495"/>
                              <a:gd name="connsiteX18" fmla="*/ 86678 w 128587"/>
                              <a:gd name="connsiteY18" fmla="*/ 107633 h 150495"/>
                              <a:gd name="connsiteX19" fmla="*/ 86678 w 128587"/>
                              <a:gd name="connsiteY19" fmla="*/ 42863 h 150495"/>
                              <a:gd name="connsiteX20" fmla="*/ 80010 w 128587"/>
                              <a:gd name="connsiteY20" fmla="*/ 27622 h 150495"/>
                              <a:gd name="connsiteX21" fmla="*/ 64770 w 128587"/>
                              <a:gd name="connsiteY21" fmla="*/ 20955 h 150495"/>
                              <a:gd name="connsiteX22" fmla="*/ 49530 w 128587"/>
                              <a:gd name="connsiteY22" fmla="*/ 27622 h 150495"/>
                              <a:gd name="connsiteX23" fmla="*/ 42863 w 128587"/>
                              <a:gd name="connsiteY23" fmla="*/ 42863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28587" h="150495">
                                <a:moveTo>
                                  <a:pt x="42863" y="0"/>
                                </a:moveTo>
                                <a:lnTo>
                                  <a:pt x="85725" y="0"/>
                                </a:lnTo>
                                <a:cubicBezTo>
                                  <a:pt x="97155" y="0"/>
                                  <a:pt x="107633" y="3810"/>
                                  <a:pt x="116205" y="12383"/>
                                </a:cubicBezTo>
                                <a:cubicBezTo>
                                  <a:pt x="124778" y="20955"/>
                                  <a:pt x="128588" y="30480"/>
                                  <a:pt x="128588" y="42863"/>
                                </a:cubicBezTo>
                                <a:lnTo>
                                  <a:pt x="128588" y="107633"/>
                                </a:lnTo>
                                <a:cubicBezTo>
                                  <a:pt x="128588" y="119063"/>
                                  <a:pt x="124778" y="129540"/>
                                  <a:pt x="116205" y="138113"/>
                                </a:cubicBezTo>
                                <a:cubicBezTo>
                                  <a:pt x="107633" y="146685"/>
                                  <a:pt x="98108" y="150495"/>
                                  <a:pt x="85725" y="150495"/>
                                </a:cubicBezTo>
                                <a:lnTo>
                                  <a:pt x="42863" y="150495"/>
                                </a:lnTo>
                                <a:cubicBezTo>
                                  <a:pt x="31433" y="150495"/>
                                  <a:pt x="20955" y="146685"/>
                                  <a:pt x="12383" y="138113"/>
                                </a:cubicBezTo>
                                <a:cubicBezTo>
                                  <a:pt x="3810" y="129540"/>
                                  <a:pt x="0" y="119063"/>
                                  <a:pt x="0" y="107633"/>
                                </a:cubicBezTo>
                                <a:lnTo>
                                  <a:pt x="0" y="42863"/>
                                </a:lnTo>
                                <a:cubicBezTo>
                                  <a:pt x="0" y="31433"/>
                                  <a:pt x="3810" y="20955"/>
                                  <a:pt x="12383" y="12383"/>
                                </a:cubicBezTo>
                                <a:cubicBezTo>
                                  <a:pt x="20955" y="4763"/>
                                  <a:pt x="31433" y="0"/>
                                  <a:pt x="42863" y="0"/>
                                </a:cubicBezTo>
                                <a:close/>
                                <a:moveTo>
                                  <a:pt x="42863" y="42863"/>
                                </a:moveTo>
                                <a:lnTo>
                                  <a:pt x="42863" y="107633"/>
                                </a:lnTo>
                                <a:cubicBezTo>
                                  <a:pt x="42863" y="113347"/>
                                  <a:pt x="44768" y="118110"/>
                                  <a:pt x="49530" y="122872"/>
                                </a:cubicBezTo>
                                <a:cubicBezTo>
                                  <a:pt x="53340" y="127635"/>
                                  <a:pt x="59055" y="129540"/>
                                  <a:pt x="64770" y="129540"/>
                                </a:cubicBezTo>
                                <a:cubicBezTo>
                                  <a:pt x="70485" y="129540"/>
                                  <a:pt x="76200" y="127635"/>
                                  <a:pt x="80010" y="122872"/>
                                </a:cubicBezTo>
                                <a:cubicBezTo>
                                  <a:pt x="83820" y="118110"/>
                                  <a:pt x="86678" y="113347"/>
                                  <a:pt x="86678" y="107633"/>
                                </a:cubicBezTo>
                                <a:lnTo>
                                  <a:pt x="86678" y="42863"/>
                                </a:lnTo>
                                <a:cubicBezTo>
                                  <a:pt x="86678" y="37147"/>
                                  <a:pt x="84772" y="32385"/>
                                  <a:pt x="80010" y="27622"/>
                                </a:cubicBezTo>
                                <a:cubicBezTo>
                                  <a:pt x="76200" y="23813"/>
                                  <a:pt x="70485" y="20955"/>
                                  <a:pt x="64770" y="20955"/>
                                </a:cubicBezTo>
                                <a:cubicBezTo>
                                  <a:pt x="59055" y="20955"/>
                                  <a:pt x="54293" y="22860"/>
                                  <a:pt x="49530" y="27622"/>
                                </a:cubicBezTo>
                                <a:cubicBezTo>
                                  <a:pt x="45720" y="32385"/>
                                  <a:pt x="42863" y="37147"/>
                                  <a:pt x="42863" y="42863"/>
                                </a:cubicBezTo>
                                <a:close/>
                              </a:path>
                            </a:pathLst>
                          </a:custGeom>
                          <a:solidFill>
                            <a:schemeClr val="bg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248483" name="Freeform 1"/>
                        <wps:cNvSpPr/>
                        <wps:spPr>
                          <a:xfrm>
                            <a:off x="1053296" y="879676"/>
                            <a:ext cx="262255" cy="584200"/>
                          </a:xfrm>
                          <a:custGeom>
                            <a:avLst/>
                            <a:gdLst>
                              <a:gd name="connsiteX0" fmla="*/ 22860 w 87630"/>
                              <a:gd name="connsiteY0" fmla="*/ 0 h 194309"/>
                              <a:gd name="connsiteX1" fmla="*/ 65722 w 87630"/>
                              <a:gd name="connsiteY1" fmla="*/ 0 h 194309"/>
                              <a:gd name="connsiteX2" fmla="*/ 65722 w 87630"/>
                              <a:gd name="connsiteY2" fmla="*/ 42863 h 194309"/>
                              <a:gd name="connsiteX3" fmla="*/ 87630 w 87630"/>
                              <a:gd name="connsiteY3" fmla="*/ 42863 h 194309"/>
                              <a:gd name="connsiteX4" fmla="*/ 87630 w 87630"/>
                              <a:gd name="connsiteY4" fmla="*/ 64770 h 194309"/>
                              <a:gd name="connsiteX5" fmla="*/ 65722 w 87630"/>
                              <a:gd name="connsiteY5" fmla="*/ 64770 h 194309"/>
                              <a:gd name="connsiteX6" fmla="*/ 65722 w 87630"/>
                              <a:gd name="connsiteY6" fmla="*/ 150495 h 194309"/>
                              <a:gd name="connsiteX7" fmla="*/ 72390 w 87630"/>
                              <a:gd name="connsiteY7" fmla="*/ 166688 h 194309"/>
                              <a:gd name="connsiteX8" fmla="*/ 84772 w 87630"/>
                              <a:gd name="connsiteY8" fmla="*/ 172403 h 194309"/>
                              <a:gd name="connsiteX9" fmla="*/ 86678 w 87630"/>
                              <a:gd name="connsiteY9" fmla="*/ 172403 h 194309"/>
                              <a:gd name="connsiteX10" fmla="*/ 86678 w 87630"/>
                              <a:gd name="connsiteY10" fmla="*/ 194310 h 194309"/>
                              <a:gd name="connsiteX11" fmla="*/ 64770 w 87630"/>
                              <a:gd name="connsiteY11" fmla="*/ 194310 h 194309"/>
                              <a:gd name="connsiteX12" fmla="*/ 34290 w 87630"/>
                              <a:gd name="connsiteY12" fmla="*/ 181928 h 194309"/>
                              <a:gd name="connsiteX13" fmla="*/ 21907 w 87630"/>
                              <a:gd name="connsiteY13" fmla="*/ 151447 h 194309"/>
                              <a:gd name="connsiteX14" fmla="*/ 21907 w 87630"/>
                              <a:gd name="connsiteY14" fmla="*/ 65722 h 194309"/>
                              <a:gd name="connsiteX15" fmla="*/ 0 w 87630"/>
                              <a:gd name="connsiteY15" fmla="*/ 65722 h 194309"/>
                              <a:gd name="connsiteX16" fmla="*/ 0 w 87630"/>
                              <a:gd name="connsiteY16" fmla="*/ 43815 h 194309"/>
                              <a:gd name="connsiteX17" fmla="*/ 21907 w 87630"/>
                              <a:gd name="connsiteY17" fmla="*/ 43815 h 194309"/>
                              <a:gd name="connsiteX18" fmla="*/ 22860 w 87630"/>
                              <a:gd name="connsiteY18" fmla="*/ 0 h 194309"/>
                              <a:gd name="connsiteX19" fmla="*/ 22860 w 87630"/>
                              <a:gd name="connsiteY19" fmla="*/ 0 h 1943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7630" h="194309">
                                <a:moveTo>
                                  <a:pt x="22860" y="0"/>
                                </a:moveTo>
                                <a:lnTo>
                                  <a:pt x="65722" y="0"/>
                                </a:lnTo>
                                <a:lnTo>
                                  <a:pt x="65722" y="42863"/>
                                </a:lnTo>
                                <a:lnTo>
                                  <a:pt x="87630" y="42863"/>
                                </a:lnTo>
                                <a:lnTo>
                                  <a:pt x="87630" y="64770"/>
                                </a:lnTo>
                                <a:lnTo>
                                  <a:pt x="65722" y="64770"/>
                                </a:lnTo>
                                <a:lnTo>
                                  <a:pt x="65722" y="150495"/>
                                </a:lnTo>
                                <a:cubicBezTo>
                                  <a:pt x="65722" y="157163"/>
                                  <a:pt x="67628" y="162878"/>
                                  <a:pt x="72390" y="166688"/>
                                </a:cubicBezTo>
                                <a:cubicBezTo>
                                  <a:pt x="77153" y="170497"/>
                                  <a:pt x="80963" y="172403"/>
                                  <a:pt x="84772" y="172403"/>
                                </a:cubicBezTo>
                                <a:lnTo>
                                  <a:pt x="86678" y="172403"/>
                                </a:lnTo>
                                <a:lnTo>
                                  <a:pt x="86678" y="194310"/>
                                </a:lnTo>
                                <a:lnTo>
                                  <a:pt x="64770" y="194310"/>
                                </a:lnTo>
                                <a:cubicBezTo>
                                  <a:pt x="53340" y="194310"/>
                                  <a:pt x="42863" y="190500"/>
                                  <a:pt x="34290" y="181928"/>
                                </a:cubicBezTo>
                                <a:cubicBezTo>
                                  <a:pt x="25718" y="173355"/>
                                  <a:pt x="21907" y="162878"/>
                                  <a:pt x="21907" y="151447"/>
                                </a:cubicBezTo>
                                <a:lnTo>
                                  <a:pt x="21907" y="65722"/>
                                </a:lnTo>
                                <a:lnTo>
                                  <a:pt x="0" y="65722"/>
                                </a:lnTo>
                                <a:lnTo>
                                  <a:pt x="0" y="43815"/>
                                </a:lnTo>
                                <a:lnTo>
                                  <a:pt x="21907" y="43815"/>
                                </a:lnTo>
                                <a:lnTo>
                                  <a:pt x="22860" y="0"/>
                                </a:lnTo>
                                <a:lnTo>
                                  <a:pt x="22860" y="0"/>
                                </a:lnTo>
                                <a:close/>
                              </a:path>
                            </a:pathLst>
                          </a:custGeom>
                          <a:solidFill>
                            <a:schemeClr val="bg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32DCBE" id="Group 49" o:spid="_x0000_s1026" style="position:absolute;margin-left:530.4pt;margin-top:279.2pt;width:195.25pt;height:196.3pt;z-index:251761151;mso-width-relative:margin;mso-height-relative:margin" coordsize="15544,15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">
                <v:group id="Group 1" o:spid="_x0000_s1027" style="position:absolute;width:15544;height:15627" coordorigin=",-90" coordsize="16794,16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">
                  <v:rect id="Rectangle 1209987387" o:spid="_x0000_s1028" style="position:absolute;left:8565;top:8449;width:8229;height:8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" fillcolor="#ffd966 [1943]" stroked="f" strokeweight="1pt"/>
                  <v:rect id="Rectangle 964607235" o:spid="_x0000_s1029" style="position:absolute;top:8449;width:8229;height:8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" fillcolor="#d0ce66" stroked="f" strokeweight="1pt"/>
                  <v:rect id="Rectangle 1339704664" o:spid="_x0000_s1030" style="position:absolute;left:8565;top:-90;width:8229;height:82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" fillcolor="#ffe599 [1303]" stroked="f" strokeweight="1pt"/>
                  <v:rect id="Rectangle 1785681123" o:spid="_x0000_s1031" style="position:absolute;top:-90;width:8229;height:82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" fillcolor="#dddba0" stroked="f" strokeweight="1pt"/>
                </v:group>
                <v:shape id="Freeform 1" o:spid="_x0000_s1032" style="position:absolute;left:2199;top:1851;width:3429;height:4763;visibility:visible;mso-wrap-style:square;v-text-anchor:middle" coordsize="107632,14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" path="m107632,42863r-21907,c83820,28575,77152,20955,65722,20955v-7620,,-13334,1905,-17145,4762c44767,28575,42863,33338,42863,39052v,6668,10477,15240,31432,25718c91440,74295,100965,81915,103822,87630v2858,5715,3810,12383,3810,19050c107632,118110,103822,128588,95250,137160v-8573,8573,-19050,12382,-30480,12382l42863,149542c14288,149542,,135255,,106680r21907,c23813,120967,30480,128588,41910,128588v7620,,13335,-1905,17145,-4763c62865,120967,64770,116205,64770,110490v,-5715,-10478,-14288,-31432,-25718c16192,75247,6667,67627,3810,61913,952,56197,,49530,,42863,,31433,3810,20955,12382,12383,20955,3810,31432,,42863,l64770,v26670,,40957,14288,42862,42863xe" fillcolor="white [3212]" stroked="f">
                  <v:stroke joinstyle="miter"/>
                  <v:path arrowok="t" o:connecttype="custom" o:connectlocs="342900,136507;273107,136507;209381,66736;154759,81902;136555,124370;236693,206275;330762,279077;342900,339746;303453,436817;206348,476250;136555,476250;0,339746;69793,339746;133519,409517;188141,394348;206348,351880;106210,269975;12138,197176;0,136507;39447,39436;136555,0;206348,0;342900,136507" o:connectangles="0,0,0,0,0,0,0,0,0,0,0,0,0,0,0,0,0,0,0,0,0,0,0"/>
                </v:shape>
                <v:shape id="Freeform 1" o:spid="_x0000_s1033" style="position:absolute;left:8449;top:1967;width:6515;height:4560;visibility:visible;mso-wrap-style:square;v-text-anchor:middle" coordsize="216217,151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" path="m,l42863,r,129540l64770,129540v5715,,11430,-1905,15240,-6667c83820,118110,86678,113348,86678,107633l86678,r42862,l129540,129540r21907,c157163,129540,161925,127635,166688,122873v3809,-4763,6667,-9525,6667,-15240l173355,r42863,l216218,77152v,20003,-7621,37148,-21908,52388c180022,143827,162878,151448,141922,151448r-56197,l85725,144780v-8572,4762,-18097,6668,-30480,6668l,151448,,xe" fillcolor="white [3212]" stroked="f">
                  <v:stroke joinstyle="miter"/>
                  <v:path arrowok="t" o:connecttype="custom" o:connectlocs="0,0;129156,0;129156,389979;195166,389979;241088,369908;261180,324028;261180,0;390333,0;390333,389979;456344,389979;502268,369908;522357,324028;522357,0;651513,0;651513,232265;585499,389979;427643,455933;258309,455933;258309,435859;166465,455933;0,455933;0,0" o:connectangles="0,0,0,0,0,0,0,0,0,0,0,0,0,0,0,0,0,0,0,0,0,0"/>
                </v:shape>
                <v:shape id="Freeform 1" o:spid="_x0000_s1034" style="position:absolute;left:1967;top:9606;width:3873;height:4985;visibility:visible;mso-wrap-style:square;v-text-anchor:middle" coordsize="128587,15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" path="m42863,l85725,v11430,,21908,3810,30480,12383c124778,20955,128588,30480,128588,42863r,64770c128588,119063,124778,129540,116205,138113v-8572,8572,-18097,12382,-30480,12382l42863,150495v-11430,,-21908,-3810,-30480,-12382c3810,129540,,119063,,107633l,42863c,31433,3810,20955,12383,12383,20955,4763,31433,,42863,xm42863,42863r,64770c42863,113347,44768,118110,49530,122872v3810,4763,9525,6668,15240,6668c70485,129540,76200,127635,80010,122872v3810,-4762,6668,-9525,6668,-15239l86678,42863v,-5716,-1906,-10478,-6668,-15241c76200,23813,70485,20955,64770,20955v-5715,,-10477,1905,-15240,6667c45720,32385,42863,37147,42863,42863xe" fillcolor="white [3212]" stroked="f">
                  <v:stroke joinstyle="miter"/>
                  <v:path arrowok="t" o:connecttype="custom" o:connectlocs="129109,0;258216,0;350026,41009;387325,141951;387325,356453;350026,457395;258216,498401;129109,498401;37299,457395;0,356453;0,141951;37299,41009;129109,0;129109,141951;129109,356453;149191,406921;195096,429003;241001,406921;261086,356453;261086,141951;241001,91477;195096,69398;149191,91477;129109,141951" o:connectangles="0,0,0,0,0,0,0,0,0,0,0,0,0,0,0,0,0,0,0,0,0,0,0,0"/>
                </v:shape>
                <v:shape id="Freeform 1" o:spid="_x0000_s1035" style="position:absolute;left:10532;top:8796;width:2623;height:5842;visibility:visible;mso-wrap-style:square;v-text-anchor:middle" coordsize="87630,19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" path="m22860,l65722,r,42863l87630,42863r,21907l65722,64770r,85725c65722,157163,67628,162878,72390,166688v4763,3809,8573,5715,12382,5715l86678,172403r,21907l64770,194310v-11430,,-21907,-3810,-30480,-12382c25718,173355,21907,162878,21907,151447r,-85725l,65722,,43815r21907,l22860,r,xe" fillcolor="white [3212]" stroked="f">
                  <v:stroke joinstyle="miter"/>
                  <v:path arrowok="t" o:connecttype="custom" o:connectlocs="68414,0;196690,0;196690,128870;262255,128870;262255,194734;196690,194734;196690,452471;216645,501156;253702,518338;259406,518338;259406,584203;193841,584203;102622,546976;65562,455333;65562,197597;0,197597;0,131732;65562,131732;68414,0;68414,0" o:connectangles="0,0,0,0,0,0,0,0,0,0,0,0,0,0,0,0,0,0,0,0"/>
                </v:shape>
              </v:group>
            </w:pict>
          </mc:Fallback>
        </mc:AlternateContent>
      </w:r>
      <w:r w:rsidR="003958CD" w:rsidRPr="00A86120">
        <w:rPr>
          <w:noProof/>
          <w:sz w:val="18"/>
          <w:szCs w:val="21"/>
        </w:rPr>
        <mc:AlternateContent>
          <mc:Choice Requires="wps">
            <w:drawing>
              <wp:anchor distT="0" distB="0" distL="114300" distR="114300" simplePos="0" relativeHeight="251766271" behindDoc="1" locked="0" layoutInCell="1" allowOverlap="1" wp14:anchorId="7846C517" wp14:editId="2EE7F26B">
                <wp:simplePos x="0" y="0"/>
                <wp:positionH relativeFrom="column">
                  <wp:posOffset>10160</wp:posOffset>
                </wp:positionH>
                <wp:positionV relativeFrom="paragraph">
                  <wp:posOffset>3896505</wp:posOffset>
                </wp:positionV>
                <wp:extent cx="6145530" cy="640080"/>
                <wp:effectExtent l="0" t="0" r="0" b="0"/>
                <wp:wrapNone/>
                <wp:docPr id="144649061" name="Rectangle 144649061"/>
                <wp:cNvGraphicFramePr/>
                <a:graphic xmlns:a="http://schemas.openxmlformats.org/drawingml/2006/main">
                  <a:graphicData uri="http://schemas.microsoft.com/office/word/2010/wordprocessingShape">
                    <wps:wsp>
                      <wps:cNvSpPr/>
                      <wps:spPr>
                        <a:xfrm>
                          <a:off x="0" y="0"/>
                          <a:ext cx="6145530" cy="6400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0E692" w14:textId="0225F946" w:rsidR="0044536E" w:rsidRPr="0044536E" w:rsidRDefault="0044536E" w:rsidP="0044536E">
                            <w:pPr>
                              <w:spacing w:after="120" w:line="240" w:lineRule="auto"/>
                              <w:rPr>
                                <w:color w:val="404040" w:themeColor="text1" w:themeTint="BF"/>
                                <w:szCs w:val="20"/>
                              </w:rPr>
                            </w:pPr>
                            <w:r w:rsidRPr="0044536E">
                              <w:rPr>
                                <w:color w:val="404040" w:themeColor="text1" w:themeTint="BF"/>
                                <w:szCs w:val="20"/>
                              </w:rPr>
                              <w:t xml:space="preserve">In the </w:t>
                            </w:r>
                            <w:r w:rsidRPr="00DE6E55">
                              <w:rPr>
                                <w:i/>
                                <w:iCs/>
                                <w:color w:val="404040" w:themeColor="text1" w:themeTint="BF"/>
                                <w:szCs w:val="20"/>
                              </w:rPr>
                              <w:t>Evaluation and Next Steps</w:t>
                            </w:r>
                            <w:r w:rsidRPr="0044536E">
                              <w:rPr>
                                <w:color w:val="404040" w:themeColor="text1" w:themeTint="BF"/>
                                <w:szCs w:val="20"/>
                              </w:rPr>
                              <w:t xml:space="preserve"> section, analyze the findings from the SWOT</w:t>
                            </w:r>
                            <w:r w:rsidR="00DE6E55">
                              <w:rPr>
                                <w:color w:val="404040" w:themeColor="text1" w:themeTint="BF"/>
                                <w:szCs w:val="20"/>
                              </w:rPr>
                              <w:t>,</w:t>
                            </w:r>
                            <w:r w:rsidRPr="0044536E">
                              <w:rPr>
                                <w:color w:val="404040" w:themeColor="text1" w:themeTint="BF"/>
                                <w:szCs w:val="20"/>
                              </w:rPr>
                              <w:t xml:space="preserve"> and </w:t>
                            </w:r>
                            <w:r w:rsidR="00DE6E55">
                              <w:rPr>
                                <w:color w:val="404040" w:themeColor="text1" w:themeTint="BF"/>
                                <w:szCs w:val="20"/>
                              </w:rPr>
                              <w:t xml:space="preserve">then </w:t>
                            </w:r>
                            <w:r w:rsidRPr="0044536E">
                              <w:rPr>
                                <w:color w:val="404040" w:themeColor="text1" w:themeTint="BF"/>
                                <w:szCs w:val="20"/>
                              </w:rPr>
                              <w:t>outline actionable strategies to capitalize on strengths and opportunities while addressing weaknesses and mitigating threats.</w:t>
                            </w:r>
                          </w:p>
                          <w:p w14:paraId="5D883782" w14:textId="77777777" w:rsidR="0044536E" w:rsidRPr="0044536E" w:rsidRDefault="0044536E" w:rsidP="0044536E">
                            <w:pPr>
                              <w:spacing w:afterLines="60" w:after="144" w:line="240" w:lineRule="auto"/>
                              <w:rPr>
                                <w:b/>
                                <w:color w:val="404040" w:themeColor="text1" w:themeTint="BF"/>
                                <w:sz w:val="13"/>
                                <w:szCs w:val="13"/>
                              </w:rPr>
                            </w:pP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6C517" id="Rectangle 144649061" o:spid="_x0000_s1032" style="position:absolute;margin-left:.8pt;margin-top:306.8pt;width:483.9pt;height:50.4pt;z-index:-2515502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" filled="f" stroked="f" strokeweight="1pt">
                <v:textbox inset="10.8pt">
                  <w:txbxContent>
                    <w:p w14:paraId="51C0E692" w14:textId="0225F946" w:rsidR="0044536E" w:rsidRPr="0044536E" w:rsidRDefault="0044536E" w:rsidP="0044536E">
                      <w:pPr>
                        <w:spacing w:after="120" w:line="240" w:lineRule="auto"/>
                        <w:rPr>
                          <w:color w:val="404040" w:themeColor="text1" w:themeTint="BF"/>
                          <w:szCs w:val="20"/>
                        </w:rPr>
                      </w:pPr>
                      <w:r w:rsidRPr="0044536E">
                        <w:rPr>
                          <w:color w:val="404040" w:themeColor="text1" w:themeTint="BF"/>
                          <w:szCs w:val="20"/>
                        </w:rPr>
                        <w:t xml:space="preserve">In the </w:t>
                      </w:r>
                      <w:r w:rsidRPr="00DE6E55">
                        <w:rPr>
                          <w:i/>
                          <w:iCs/>
                          <w:color w:val="404040" w:themeColor="text1" w:themeTint="BF"/>
                          <w:szCs w:val="20"/>
                        </w:rPr>
                        <w:t>Evaluation and Next Steps</w:t>
                      </w:r>
                      <w:r w:rsidRPr="0044536E">
                        <w:rPr>
                          <w:color w:val="404040" w:themeColor="text1" w:themeTint="BF"/>
                          <w:szCs w:val="20"/>
                        </w:rPr>
                        <w:t xml:space="preserve"> section, analyze the findings from the SWOT</w:t>
                      </w:r>
                      <w:r w:rsidR="00DE6E55">
                        <w:rPr>
                          <w:color w:val="404040" w:themeColor="text1" w:themeTint="BF"/>
                          <w:szCs w:val="20"/>
                        </w:rPr>
                        <w:t>,</w:t>
                      </w:r>
                      <w:r w:rsidRPr="0044536E">
                        <w:rPr>
                          <w:color w:val="404040" w:themeColor="text1" w:themeTint="BF"/>
                          <w:szCs w:val="20"/>
                        </w:rPr>
                        <w:t xml:space="preserve"> and </w:t>
                      </w:r>
                      <w:r w:rsidR="00DE6E55">
                        <w:rPr>
                          <w:color w:val="404040" w:themeColor="text1" w:themeTint="BF"/>
                          <w:szCs w:val="20"/>
                        </w:rPr>
                        <w:t xml:space="preserve">then </w:t>
                      </w:r>
                      <w:r w:rsidRPr="0044536E">
                        <w:rPr>
                          <w:color w:val="404040" w:themeColor="text1" w:themeTint="BF"/>
                          <w:szCs w:val="20"/>
                        </w:rPr>
                        <w:t>outline actionable strategies to capitalize on strengths and opportunities while addressing weaknesses and mitigating threats.</w:t>
                      </w:r>
                    </w:p>
                    <w:p w14:paraId="5D883782" w14:textId="77777777" w:rsidR="0044536E" w:rsidRPr="0044536E" w:rsidRDefault="0044536E" w:rsidP="0044536E">
                      <w:pPr>
                        <w:spacing w:afterLines="60" w:after="144" w:line="240" w:lineRule="auto"/>
                        <w:rPr>
                          <w:b/>
                          <w:color w:val="404040" w:themeColor="text1" w:themeTint="BF"/>
                          <w:sz w:val="13"/>
                          <w:szCs w:val="13"/>
                        </w:rPr>
                      </w:pPr>
                    </w:p>
                  </w:txbxContent>
                </v:textbox>
              </v:rect>
            </w:pict>
          </mc:Fallback>
        </mc:AlternateContent>
      </w:r>
      <w:r w:rsidR="00406BA1" w:rsidRPr="00A86120">
        <w:rPr>
          <w:noProof/>
          <w:sz w:val="18"/>
          <w:szCs w:val="21"/>
        </w:rPr>
        <mc:AlternateContent>
          <mc:Choice Requires="wps">
            <w:drawing>
              <wp:anchor distT="0" distB="0" distL="114300" distR="114300" simplePos="0" relativeHeight="251580411" behindDoc="1" locked="0" layoutInCell="1" allowOverlap="1" wp14:anchorId="3B789566" wp14:editId="08736D6B">
                <wp:simplePos x="0" y="0"/>
                <wp:positionH relativeFrom="column">
                  <wp:posOffset>4699000</wp:posOffset>
                </wp:positionH>
                <wp:positionV relativeFrom="paragraph">
                  <wp:posOffset>-374015</wp:posOffset>
                </wp:positionV>
                <wp:extent cx="4572000" cy="3749040"/>
                <wp:effectExtent l="0" t="0" r="0" b="0"/>
                <wp:wrapNone/>
                <wp:docPr id="588174726" name="Rectangle 588174726"/>
                <wp:cNvGraphicFramePr/>
                <a:graphic xmlns:a="http://schemas.openxmlformats.org/drawingml/2006/main">
                  <a:graphicData uri="http://schemas.microsoft.com/office/word/2010/wordprocessingShape">
                    <wps:wsp>
                      <wps:cNvSpPr/>
                      <wps:spPr>
                        <a:xfrm>
                          <a:off x="0" y="0"/>
                          <a:ext cx="4572000" cy="3749040"/>
                        </a:xfrm>
                        <a:prstGeom prst="rect">
                          <a:avLst/>
                        </a:prstGeom>
                        <a:solidFill>
                          <a:srgbClr val="FFDA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B5EE35" id="Rectangle 588174726" o:spid="_x0000_s1026" style="position:absolute;margin-left:370pt;margin-top:-29.45pt;width:5in;height:295.2pt;z-index:-2517360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" fillcolor="#ffda66" stroked="f" strokeweight="1pt"/>
            </w:pict>
          </mc:Fallback>
        </mc:AlternateContent>
      </w:r>
      <w:r w:rsidR="00406BA1" w:rsidRPr="00A86120">
        <w:rPr>
          <w:noProof/>
          <w:sz w:val="18"/>
          <w:szCs w:val="21"/>
        </w:rPr>
        <mc:AlternateContent>
          <mc:Choice Requires="wps">
            <w:drawing>
              <wp:anchor distT="0" distB="0" distL="114300" distR="114300" simplePos="0" relativeHeight="251581435" behindDoc="1" locked="0" layoutInCell="1" allowOverlap="1" wp14:anchorId="06046424" wp14:editId="6C80135B">
                <wp:simplePos x="0" y="0"/>
                <wp:positionH relativeFrom="column">
                  <wp:posOffset>0</wp:posOffset>
                </wp:positionH>
                <wp:positionV relativeFrom="paragraph">
                  <wp:posOffset>-374015</wp:posOffset>
                </wp:positionV>
                <wp:extent cx="4572000" cy="3749040"/>
                <wp:effectExtent l="0" t="0" r="0" b="0"/>
                <wp:wrapNone/>
                <wp:docPr id="1485322788" name="Rectangle 1485322788"/>
                <wp:cNvGraphicFramePr/>
                <a:graphic xmlns:a="http://schemas.openxmlformats.org/drawingml/2006/main">
                  <a:graphicData uri="http://schemas.microsoft.com/office/word/2010/wordprocessingShape">
                    <wps:wsp>
                      <wps:cNvSpPr/>
                      <wps:spPr>
                        <a:xfrm>
                          <a:off x="0" y="0"/>
                          <a:ext cx="4572000" cy="3749040"/>
                        </a:xfrm>
                        <a:prstGeom prst="rect">
                          <a:avLst/>
                        </a:prstGeom>
                        <a:solidFill>
                          <a:srgbClr val="D1CE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EA3292" id="Rectangle 1485322788" o:spid="_x0000_s1026" style="position:absolute;margin-left:0;margin-top:-29.45pt;width:5in;height:295.2pt;z-index:-2517350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" fillcolor="#d1ce66" stroked="f" strokeweight="1pt"/>
            </w:pict>
          </mc:Fallback>
        </mc:AlternateContent>
      </w:r>
      <w:r w:rsidR="00406BA1" w:rsidRPr="00A86120">
        <w:rPr>
          <w:noProof/>
          <w:sz w:val="18"/>
          <w:szCs w:val="21"/>
        </w:rPr>
        <mc:AlternateContent>
          <mc:Choice Requires="wps">
            <w:drawing>
              <wp:anchor distT="0" distB="0" distL="114300" distR="114300" simplePos="0" relativeHeight="251751935" behindDoc="1" locked="0" layoutInCell="1" allowOverlap="1" wp14:anchorId="33351923" wp14:editId="3DC31829">
                <wp:simplePos x="0" y="0"/>
                <wp:positionH relativeFrom="column">
                  <wp:posOffset>10795</wp:posOffset>
                </wp:positionH>
                <wp:positionV relativeFrom="paragraph">
                  <wp:posOffset>635000</wp:posOffset>
                </wp:positionV>
                <wp:extent cx="4559935" cy="2707005"/>
                <wp:effectExtent l="0" t="0" r="0" b="0"/>
                <wp:wrapNone/>
                <wp:docPr id="2054723699" name="Rectangle 2054723699"/>
                <wp:cNvGraphicFramePr/>
                <a:graphic xmlns:a="http://schemas.openxmlformats.org/drawingml/2006/main">
                  <a:graphicData uri="http://schemas.microsoft.com/office/word/2010/wordprocessingShape">
                    <wps:wsp>
                      <wps:cNvSpPr/>
                      <wps:spPr>
                        <a:xfrm>
                          <a:off x="0" y="0"/>
                          <a:ext cx="4559935" cy="270700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786E7E" w14:textId="364D76DA" w:rsidR="00406BA1" w:rsidRPr="00C7462E" w:rsidRDefault="00C7462E" w:rsidP="0044536E">
                            <w:pPr>
                              <w:spacing w:after="100" w:line="276" w:lineRule="auto"/>
                              <w:rPr>
                                <w:color w:val="000000" w:themeColor="text1"/>
                                <w:sz w:val="22"/>
                              </w:rPr>
                            </w:pPr>
                            <w:r w:rsidRPr="00C7462E">
                              <w:rPr>
                                <w:color w:val="000000" w:themeColor="text1"/>
                                <w:sz w:val="22"/>
                              </w:rPr>
                              <w:t xml:space="preserve">Enter Text </w:t>
                            </w: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351923" id="Rectangle 2054723699" o:spid="_x0000_s1033" style="position:absolute;margin-left:.85pt;margin-top:50pt;width:359.05pt;height:213.15pt;z-index:-2515645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" filled="f" stroked="f" strokeweight="1pt">
                <v:textbox inset="10.8pt">
                  <w:txbxContent>
                    <w:p w14:paraId="36786E7E" w14:textId="364D76DA" w:rsidR="00406BA1" w:rsidRPr="00C7462E" w:rsidRDefault="00C7462E" w:rsidP="0044536E">
                      <w:pPr>
                        <w:spacing w:after="100" w:line="276" w:lineRule="auto"/>
                        <w:rPr>
                          <w:color w:val="000000" w:themeColor="text1"/>
                          <w:sz w:val="22"/>
                        </w:rPr>
                      </w:pPr>
                      <w:r w:rsidRPr="00C7462E">
                        <w:rPr>
                          <w:color w:val="000000" w:themeColor="text1"/>
                          <w:sz w:val="22"/>
                        </w:rPr>
                        <w:t>Enter Text</w:t>
                      </w:r>
                      <w:r w:rsidRPr="00C7462E">
                        <w:rPr>
                          <w:color w:val="000000" w:themeColor="text1"/>
                          <w:sz w:val="22"/>
                        </w:rPr>
                        <w:t xml:space="preserve"> </w:t>
                      </w:r>
                    </w:p>
                  </w:txbxContent>
                </v:textbox>
              </v:rect>
            </w:pict>
          </mc:Fallback>
        </mc:AlternateContent>
      </w:r>
      <w:r w:rsidR="00406BA1" w:rsidRPr="00A86120">
        <w:rPr>
          <w:noProof/>
          <w:sz w:val="18"/>
          <w:szCs w:val="21"/>
        </w:rPr>
        <mc:AlternateContent>
          <mc:Choice Requires="wps">
            <w:drawing>
              <wp:anchor distT="0" distB="0" distL="114300" distR="114300" simplePos="0" relativeHeight="251755007" behindDoc="1" locked="0" layoutInCell="1" allowOverlap="1" wp14:anchorId="224CA35D" wp14:editId="7169507D">
                <wp:simplePos x="0" y="0"/>
                <wp:positionH relativeFrom="column">
                  <wp:posOffset>4696460</wp:posOffset>
                </wp:positionH>
                <wp:positionV relativeFrom="paragraph">
                  <wp:posOffset>635000</wp:posOffset>
                </wp:positionV>
                <wp:extent cx="4559935" cy="2707005"/>
                <wp:effectExtent l="0" t="0" r="0" b="0"/>
                <wp:wrapNone/>
                <wp:docPr id="289130875" name="Rectangle 289130875"/>
                <wp:cNvGraphicFramePr/>
                <a:graphic xmlns:a="http://schemas.openxmlformats.org/drawingml/2006/main">
                  <a:graphicData uri="http://schemas.microsoft.com/office/word/2010/wordprocessingShape">
                    <wps:wsp>
                      <wps:cNvSpPr/>
                      <wps:spPr>
                        <a:xfrm>
                          <a:off x="0" y="0"/>
                          <a:ext cx="4559935" cy="270700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79EEFA" w14:textId="2897021D" w:rsidR="0044536E" w:rsidRPr="00C7462E" w:rsidRDefault="00C7462E" w:rsidP="0044536E">
                            <w:pPr>
                              <w:spacing w:after="100" w:line="276" w:lineRule="auto"/>
                              <w:rPr>
                                <w:color w:val="000000" w:themeColor="text1"/>
                                <w:sz w:val="22"/>
                              </w:rPr>
                            </w:pPr>
                            <w:r w:rsidRPr="00C7462E">
                              <w:rPr>
                                <w:color w:val="000000" w:themeColor="text1"/>
                                <w:sz w:val="22"/>
                              </w:rPr>
                              <w:t xml:space="preserve">Enter Text </w:t>
                            </w:r>
                            <w:r w:rsidR="003958CD" w:rsidRPr="00C7462E">
                              <w:rPr>
                                <w:color w:val="000000" w:themeColor="text1"/>
                                <w:sz w:val="22"/>
                              </w:rPr>
                              <w:t xml:space="preserve"> </w:t>
                            </w: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4CA35D" id="Rectangle 289130875" o:spid="_x0000_s1034" style="position:absolute;margin-left:369.8pt;margin-top:50pt;width:359.05pt;height:213.15pt;z-index:-2515614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" filled="f" stroked="f" strokeweight="1pt">
                <v:textbox inset="10.8pt">
                  <w:txbxContent>
                    <w:p w14:paraId="1879EEFA" w14:textId="2897021D" w:rsidR="0044536E" w:rsidRPr="00C7462E" w:rsidRDefault="00C7462E" w:rsidP="0044536E">
                      <w:pPr>
                        <w:spacing w:after="100" w:line="276" w:lineRule="auto"/>
                        <w:rPr>
                          <w:color w:val="000000" w:themeColor="text1"/>
                          <w:sz w:val="22"/>
                        </w:rPr>
                      </w:pPr>
                      <w:r w:rsidRPr="00C7462E">
                        <w:rPr>
                          <w:color w:val="000000" w:themeColor="text1"/>
                          <w:sz w:val="22"/>
                        </w:rPr>
                        <w:t>Enter Text</w:t>
                      </w:r>
                      <w:r w:rsidRPr="00C7462E">
                        <w:rPr>
                          <w:color w:val="000000" w:themeColor="text1"/>
                          <w:sz w:val="22"/>
                        </w:rPr>
                        <w:t xml:space="preserve"> </w:t>
                      </w:r>
                      <w:r w:rsidR="003958CD" w:rsidRPr="00C7462E">
                        <w:rPr>
                          <w:color w:val="000000" w:themeColor="text1"/>
                          <w:sz w:val="22"/>
                        </w:rPr>
                        <w:t xml:space="preserve"> </w:t>
                      </w:r>
                    </w:p>
                  </w:txbxContent>
                </v:textbox>
              </v:rect>
            </w:pict>
          </mc:Fallback>
        </mc:AlternateContent>
      </w:r>
      <w:r w:rsidR="00406BA1" w:rsidRPr="00A86120">
        <w:rPr>
          <w:noProof/>
          <w:sz w:val="18"/>
          <w:szCs w:val="21"/>
        </w:rPr>
        <mc:AlternateContent>
          <mc:Choice Requires="wps">
            <w:drawing>
              <wp:anchor distT="0" distB="0" distL="114300" distR="114300" simplePos="0" relativeHeight="251756031" behindDoc="1" locked="0" layoutInCell="1" allowOverlap="1" wp14:anchorId="0A19AFC1" wp14:editId="4FDC66FC">
                <wp:simplePos x="0" y="0"/>
                <wp:positionH relativeFrom="column">
                  <wp:posOffset>635</wp:posOffset>
                </wp:positionH>
                <wp:positionV relativeFrom="paragraph">
                  <wp:posOffset>1905</wp:posOffset>
                </wp:positionV>
                <wp:extent cx="4559935" cy="640080"/>
                <wp:effectExtent l="0" t="0" r="0" b="0"/>
                <wp:wrapNone/>
                <wp:docPr id="745756526" name="Rectangle 745756526"/>
                <wp:cNvGraphicFramePr/>
                <a:graphic xmlns:a="http://schemas.openxmlformats.org/drawingml/2006/main">
                  <a:graphicData uri="http://schemas.microsoft.com/office/word/2010/wordprocessingShape">
                    <wps:wsp>
                      <wps:cNvSpPr/>
                      <wps:spPr>
                        <a:xfrm>
                          <a:off x="0" y="0"/>
                          <a:ext cx="4559935" cy="6400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8DBA20" w14:textId="365E525B" w:rsidR="0044536E" w:rsidRPr="0044536E" w:rsidRDefault="0044536E" w:rsidP="0044536E">
                            <w:pPr>
                              <w:spacing w:after="120" w:line="240" w:lineRule="auto"/>
                              <w:rPr>
                                <w:color w:val="404040" w:themeColor="text1" w:themeTint="BF"/>
                                <w:szCs w:val="20"/>
                              </w:rPr>
                            </w:pPr>
                            <w:r w:rsidRPr="0044536E">
                              <w:rPr>
                                <w:color w:val="404040" w:themeColor="text1" w:themeTint="BF"/>
                                <w:szCs w:val="20"/>
                              </w:rPr>
                              <w:t xml:space="preserve">In the </w:t>
                            </w:r>
                            <w:r w:rsidRPr="007D18D5">
                              <w:rPr>
                                <w:i/>
                                <w:iCs/>
                                <w:color w:val="404040" w:themeColor="text1" w:themeTint="BF"/>
                                <w:szCs w:val="20"/>
                              </w:rPr>
                              <w:t>Opportunities</w:t>
                            </w:r>
                            <w:r w:rsidRPr="0044536E">
                              <w:rPr>
                                <w:color w:val="404040" w:themeColor="text1" w:themeTint="BF"/>
                                <w:szCs w:val="20"/>
                              </w:rPr>
                              <w:t xml:space="preserve"> section of your marketing SWOT analysis, identify external factors or trends that the company can capitalize on for growth, market expansion, or increased revenue.</w:t>
                            </w:r>
                          </w:p>
                          <w:p w14:paraId="509BF4BD" w14:textId="77777777" w:rsidR="00406BA1" w:rsidRPr="0044536E" w:rsidRDefault="00406BA1" w:rsidP="00406BA1">
                            <w:pPr>
                              <w:spacing w:afterLines="60" w:after="144" w:line="240" w:lineRule="auto"/>
                              <w:rPr>
                                <w:b/>
                                <w:color w:val="404040" w:themeColor="text1" w:themeTint="BF"/>
                                <w:sz w:val="13"/>
                                <w:szCs w:val="13"/>
                              </w:rPr>
                            </w:pP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19AFC1" id="Rectangle 745756526" o:spid="_x0000_s1035" style="position:absolute;margin-left:.05pt;margin-top:.15pt;width:359.05pt;height:50.4pt;z-index:-2515604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" filled="f" stroked="f" strokeweight="1pt">
                <v:textbox inset="10.8pt">
                  <w:txbxContent>
                    <w:p w14:paraId="108DBA20" w14:textId="365E525B" w:rsidR="0044536E" w:rsidRPr="0044536E" w:rsidRDefault="0044536E" w:rsidP="0044536E">
                      <w:pPr>
                        <w:spacing w:after="120" w:line="240" w:lineRule="auto"/>
                        <w:rPr>
                          <w:color w:val="404040" w:themeColor="text1" w:themeTint="BF"/>
                          <w:szCs w:val="20"/>
                        </w:rPr>
                      </w:pPr>
                      <w:r w:rsidRPr="0044536E">
                        <w:rPr>
                          <w:color w:val="404040" w:themeColor="text1" w:themeTint="BF"/>
                          <w:szCs w:val="20"/>
                        </w:rPr>
                        <w:t xml:space="preserve">In the </w:t>
                      </w:r>
                      <w:r w:rsidRPr="007D18D5">
                        <w:rPr>
                          <w:i/>
                          <w:iCs/>
                          <w:color w:val="404040" w:themeColor="text1" w:themeTint="BF"/>
                          <w:szCs w:val="20"/>
                        </w:rPr>
                        <w:t>Opportunities</w:t>
                      </w:r>
                      <w:r w:rsidRPr="0044536E">
                        <w:rPr>
                          <w:color w:val="404040" w:themeColor="text1" w:themeTint="BF"/>
                          <w:szCs w:val="20"/>
                        </w:rPr>
                        <w:t xml:space="preserve"> section of your marketing SWOT analysis, identify external factors or trends that the company can capitalize on for growth, market expansion, or increased revenue.</w:t>
                      </w:r>
                    </w:p>
                    <w:p w14:paraId="509BF4BD" w14:textId="77777777" w:rsidR="00406BA1" w:rsidRPr="0044536E" w:rsidRDefault="00406BA1" w:rsidP="00406BA1">
                      <w:pPr>
                        <w:spacing w:afterLines="60" w:after="144" w:line="240" w:lineRule="auto"/>
                        <w:rPr>
                          <w:b/>
                          <w:color w:val="404040" w:themeColor="text1" w:themeTint="BF"/>
                          <w:sz w:val="13"/>
                          <w:szCs w:val="13"/>
                        </w:rPr>
                      </w:pPr>
                    </w:p>
                  </w:txbxContent>
                </v:textbox>
              </v:rect>
            </w:pict>
          </mc:Fallback>
        </mc:AlternateContent>
      </w:r>
      <w:r w:rsidR="00406BA1" w:rsidRPr="00A86120">
        <w:rPr>
          <w:noProof/>
          <w:sz w:val="18"/>
          <w:szCs w:val="21"/>
        </w:rPr>
        <mc:AlternateContent>
          <mc:Choice Requires="wps">
            <w:drawing>
              <wp:anchor distT="0" distB="0" distL="114300" distR="114300" simplePos="0" relativeHeight="251757055" behindDoc="1" locked="0" layoutInCell="1" allowOverlap="1" wp14:anchorId="1B5F265C" wp14:editId="5567B86C">
                <wp:simplePos x="0" y="0"/>
                <wp:positionH relativeFrom="column">
                  <wp:posOffset>4686300</wp:posOffset>
                </wp:positionH>
                <wp:positionV relativeFrom="paragraph">
                  <wp:posOffset>1905</wp:posOffset>
                </wp:positionV>
                <wp:extent cx="4559935" cy="640080"/>
                <wp:effectExtent l="0" t="0" r="0" b="0"/>
                <wp:wrapNone/>
                <wp:docPr id="419442648" name="Rectangle 419442648"/>
                <wp:cNvGraphicFramePr/>
                <a:graphic xmlns:a="http://schemas.openxmlformats.org/drawingml/2006/main">
                  <a:graphicData uri="http://schemas.microsoft.com/office/word/2010/wordprocessingShape">
                    <wps:wsp>
                      <wps:cNvSpPr/>
                      <wps:spPr>
                        <a:xfrm>
                          <a:off x="0" y="0"/>
                          <a:ext cx="4559935" cy="6400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E34CDD" w14:textId="09ACB45A" w:rsidR="0044536E" w:rsidRPr="0044536E" w:rsidRDefault="0044536E" w:rsidP="0044536E">
                            <w:pPr>
                              <w:spacing w:after="120" w:line="240" w:lineRule="auto"/>
                              <w:rPr>
                                <w:color w:val="404040" w:themeColor="text1" w:themeTint="BF"/>
                                <w:szCs w:val="20"/>
                              </w:rPr>
                            </w:pPr>
                            <w:r w:rsidRPr="0044536E">
                              <w:rPr>
                                <w:color w:val="404040" w:themeColor="text1" w:themeTint="BF"/>
                                <w:szCs w:val="20"/>
                              </w:rPr>
                              <w:t xml:space="preserve">In the </w:t>
                            </w:r>
                            <w:r w:rsidRPr="00DE6E55">
                              <w:rPr>
                                <w:i/>
                                <w:iCs/>
                                <w:color w:val="404040" w:themeColor="text1" w:themeTint="BF"/>
                                <w:szCs w:val="20"/>
                              </w:rPr>
                              <w:t>Threats</w:t>
                            </w:r>
                            <w:r w:rsidRPr="0044536E">
                              <w:rPr>
                                <w:color w:val="404040" w:themeColor="text1" w:themeTint="BF"/>
                                <w:szCs w:val="20"/>
                              </w:rPr>
                              <w:t xml:space="preserve"> section of your marketing SWOT analysis, list external challenges, risks, or barriers that might prevent the company from achieving its goals or </w:t>
                            </w:r>
                            <w:r w:rsidR="00DE6E55">
                              <w:rPr>
                                <w:color w:val="404040" w:themeColor="text1" w:themeTint="BF"/>
                                <w:szCs w:val="20"/>
                              </w:rPr>
                              <w:t xml:space="preserve">might </w:t>
                            </w:r>
                            <w:r w:rsidRPr="0044536E">
                              <w:rPr>
                                <w:color w:val="404040" w:themeColor="text1" w:themeTint="BF"/>
                                <w:szCs w:val="20"/>
                              </w:rPr>
                              <w:t xml:space="preserve">adversely affect </w:t>
                            </w:r>
                            <w:r w:rsidR="00DE6E55">
                              <w:rPr>
                                <w:color w:val="404040" w:themeColor="text1" w:themeTint="BF"/>
                                <w:szCs w:val="20"/>
                              </w:rPr>
                              <w:t>the firm’s</w:t>
                            </w:r>
                            <w:r w:rsidRPr="0044536E">
                              <w:rPr>
                                <w:color w:val="404040" w:themeColor="text1" w:themeTint="BF"/>
                                <w:szCs w:val="20"/>
                              </w:rPr>
                              <w:t xml:space="preserve"> operations.</w:t>
                            </w:r>
                          </w:p>
                          <w:p w14:paraId="0F9B0B85" w14:textId="77777777" w:rsidR="00406BA1" w:rsidRPr="0044536E" w:rsidRDefault="00406BA1" w:rsidP="00406BA1">
                            <w:pPr>
                              <w:spacing w:after="60" w:line="276" w:lineRule="auto"/>
                              <w:rPr>
                                <w:color w:val="404040" w:themeColor="text1" w:themeTint="BF"/>
                                <w:sz w:val="13"/>
                                <w:szCs w:val="13"/>
                              </w:rPr>
                            </w:pPr>
                          </w:p>
                        </w:txbxContent>
                      </wps:txbx>
                      <wps:bodyPr rot="0" spcFirstLastPara="0" vertOverflow="overflow" horzOverflow="overflow" vert="horz" wrap="square" lIns="13716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F265C" id="Rectangle 419442648" o:spid="_x0000_s1036" style="position:absolute;margin-left:369pt;margin-top:.15pt;width:359.05pt;height:50.4pt;z-index:-2515594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" filled="f" stroked="f" strokeweight="1pt">
                <v:textbox inset="10.8pt">
                  <w:txbxContent>
                    <w:p w14:paraId="0CE34CDD" w14:textId="09ACB45A" w:rsidR="0044536E" w:rsidRPr="0044536E" w:rsidRDefault="0044536E" w:rsidP="0044536E">
                      <w:pPr>
                        <w:spacing w:after="120" w:line="240" w:lineRule="auto"/>
                        <w:rPr>
                          <w:color w:val="404040" w:themeColor="text1" w:themeTint="BF"/>
                          <w:szCs w:val="20"/>
                        </w:rPr>
                      </w:pPr>
                      <w:r w:rsidRPr="0044536E">
                        <w:rPr>
                          <w:color w:val="404040" w:themeColor="text1" w:themeTint="BF"/>
                          <w:szCs w:val="20"/>
                        </w:rPr>
                        <w:t xml:space="preserve">In the </w:t>
                      </w:r>
                      <w:r w:rsidRPr="00DE6E55">
                        <w:rPr>
                          <w:i/>
                          <w:iCs/>
                          <w:color w:val="404040" w:themeColor="text1" w:themeTint="BF"/>
                          <w:szCs w:val="20"/>
                        </w:rPr>
                        <w:t>Threats</w:t>
                      </w:r>
                      <w:r w:rsidRPr="0044536E">
                        <w:rPr>
                          <w:color w:val="404040" w:themeColor="text1" w:themeTint="BF"/>
                          <w:szCs w:val="20"/>
                        </w:rPr>
                        <w:t xml:space="preserve"> section of your marketing SWOT analysis, list external challenges, risks, or barriers that might prevent the company from achieving its goals or </w:t>
                      </w:r>
                      <w:r w:rsidR="00DE6E55">
                        <w:rPr>
                          <w:color w:val="404040" w:themeColor="text1" w:themeTint="BF"/>
                          <w:szCs w:val="20"/>
                        </w:rPr>
                        <w:t xml:space="preserve">might </w:t>
                      </w:r>
                      <w:r w:rsidRPr="0044536E">
                        <w:rPr>
                          <w:color w:val="404040" w:themeColor="text1" w:themeTint="BF"/>
                          <w:szCs w:val="20"/>
                        </w:rPr>
                        <w:t xml:space="preserve">adversely affect </w:t>
                      </w:r>
                      <w:r w:rsidR="00DE6E55">
                        <w:rPr>
                          <w:color w:val="404040" w:themeColor="text1" w:themeTint="BF"/>
                          <w:szCs w:val="20"/>
                        </w:rPr>
                        <w:t>the firm’s</w:t>
                      </w:r>
                      <w:r w:rsidRPr="0044536E">
                        <w:rPr>
                          <w:color w:val="404040" w:themeColor="text1" w:themeTint="BF"/>
                          <w:szCs w:val="20"/>
                        </w:rPr>
                        <w:t xml:space="preserve"> operations.</w:t>
                      </w:r>
                    </w:p>
                    <w:p w14:paraId="0F9B0B85" w14:textId="77777777" w:rsidR="00406BA1" w:rsidRPr="0044536E" w:rsidRDefault="00406BA1" w:rsidP="00406BA1">
                      <w:pPr>
                        <w:spacing w:after="60" w:line="276" w:lineRule="auto"/>
                        <w:rPr>
                          <w:color w:val="404040" w:themeColor="text1" w:themeTint="BF"/>
                          <w:sz w:val="13"/>
                          <w:szCs w:val="13"/>
                        </w:rPr>
                      </w:pPr>
                    </w:p>
                  </w:txbxContent>
                </v:textbox>
              </v:rect>
            </w:pict>
          </mc:Fallback>
        </mc:AlternateContent>
      </w:r>
    </w:p>
    <w:p w14:paraId="32F80861" w14:textId="79E27E00" w:rsidR="004F3950" w:rsidRDefault="004F3950" w:rsidP="004F3950">
      <w:pPr>
        <w:rPr>
          <w:szCs w:val="20"/>
        </w:rPr>
      </w:pPr>
    </w:p>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4F3950" w:rsidRPr="00A64F9A" w14:paraId="261FA67A" w14:textId="77777777" w:rsidTr="004C1201">
        <w:trPr>
          <w:trHeight w:val="2916"/>
        </w:trPr>
        <w:tc>
          <w:tcPr>
            <w:tcW w:w="9810" w:type="dxa"/>
          </w:tcPr>
          <w:p w14:paraId="70664F0C" w14:textId="77777777" w:rsidR="004F3950" w:rsidRPr="00A64F9A" w:rsidRDefault="004F3950" w:rsidP="004C1201">
            <w:pPr>
              <w:rPr>
                <w:b/>
              </w:rPr>
            </w:pPr>
          </w:p>
          <w:p w14:paraId="1FF36916" w14:textId="77777777" w:rsidR="004F3950" w:rsidRPr="00A64F9A" w:rsidRDefault="004F3950" w:rsidP="004C1201">
            <w:pPr>
              <w:jc w:val="center"/>
              <w:rPr>
                <w:b/>
              </w:rPr>
            </w:pPr>
            <w:r w:rsidRPr="00A64F9A">
              <w:rPr>
                <w:b/>
              </w:rPr>
              <w:t>DISCLAIMER</w:t>
            </w:r>
          </w:p>
          <w:p w14:paraId="58132FDB" w14:textId="242A91F3" w:rsidR="004F3950" w:rsidRPr="00A64F9A" w:rsidRDefault="004F3950" w:rsidP="004C1201"/>
          <w:p w14:paraId="731FCD9B" w14:textId="441FA71A" w:rsidR="004F3950" w:rsidRPr="00A64F9A" w:rsidRDefault="004F3950" w:rsidP="004C1201">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bookmarkEnd w:id="5"/>
    </w:tbl>
    <w:p w14:paraId="0409B9CD" w14:textId="2A95A0A3" w:rsidR="00A64F9A" w:rsidRDefault="00A64F9A" w:rsidP="00C805C2">
      <w:pPr>
        <w:spacing w:line="240" w:lineRule="auto"/>
        <w:rPr>
          <w:szCs w:val="20"/>
        </w:rPr>
      </w:pPr>
    </w:p>
    <w:p w14:paraId="4978AD12" w14:textId="49B3191E" w:rsidR="00406BA1" w:rsidRDefault="00406BA1" w:rsidP="00C805C2">
      <w:pPr>
        <w:spacing w:line="240" w:lineRule="auto"/>
        <w:rPr>
          <w:szCs w:val="20"/>
        </w:rPr>
      </w:pPr>
    </w:p>
    <w:p w14:paraId="6F76B050" w14:textId="4CAF7285" w:rsidR="006B518F" w:rsidRPr="00C805C2" w:rsidRDefault="006B518F" w:rsidP="00C805C2">
      <w:pPr>
        <w:spacing w:line="240" w:lineRule="auto"/>
        <w:rPr>
          <w:szCs w:val="20"/>
        </w:rPr>
      </w:pPr>
    </w:p>
    <w:sectPr w:rsidR="006B518F" w:rsidRPr="00C805C2" w:rsidSect="00BF4EF7">
      <w:headerReference w:type="default" r:id="rId11"/>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C873A" w14:textId="77777777" w:rsidR="00BF4EF7" w:rsidRDefault="00BF4EF7" w:rsidP="00480F66">
      <w:pPr>
        <w:spacing w:after="0" w:line="240" w:lineRule="auto"/>
      </w:pPr>
      <w:r>
        <w:separator/>
      </w:r>
    </w:p>
  </w:endnote>
  <w:endnote w:type="continuationSeparator" w:id="0">
    <w:p w14:paraId="112B1AAA" w14:textId="77777777" w:rsidR="00BF4EF7" w:rsidRDefault="00BF4EF7"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D11D9" w14:textId="77777777" w:rsidR="00BF4EF7" w:rsidRDefault="00BF4EF7" w:rsidP="00480F66">
      <w:pPr>
        <w:spacing w:after="0" w:line="240" w:lineRule="auto"/>
      </w:pPr>
      <w:r>
        <w:separator/>
      </w:r>
    </w:p>
  </w:footnote>
  <w:footnote w:type="continuationSeparator" w:id="0">
    <w:p w14:paraId="5D5087FC" w14:textId="77777777" w:rsidR="00BF4EF7" w:rsidRDefault="00BF4EF7"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32197" w14:textId="77777777" w:rsidR="00E74A09" w:rsidRPr="00C805C2" w:rsidRDefault="00E74A09"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24355C"/>
    <w:multiLevelType w:val="hybridMultilevel"/>
    <w:tmpl w:val="E304A2EE"/>
    <w:lvl w:ilvl="0" w:tplc="34EED9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E46F7"/>
    <w:multiLevelType w:val="multilevel"/>
    <w:tmpl w:val="44B42D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0E9E"/>
    <w:multiLevelType w:val="multilevel"/>
    <w:tmpl w:val="CFD4A5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8F91C2B"/>
    <w:multiLevelType w:val="hybridMultilevel"/>
    <w:tmpl w:val="4FC6C31A"/>
    <w:lvl w:ilvl="0" w:tplc="BC64BB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302A21"/>
    <w:multiLevelType w:val="hybridMultilevel"/>
    <w:tmpl w:val="D7A43FCA"/>
    <w:lvl w:ilvl="0" w:tplc="34EED9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002DA7"/>
    <w:multiLevelType w:val="multilevel"/>
    <w:tmpl w:val="4D6470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D8F1CDD"/>
    <w:multiLevelType w:val="hybridMultilevel"/>
    <w:tmpl w:val="264695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563ABD"/>
    <w:multiLevelType w:val="multilevel"/>
    <w:tmpl w:val="2DDC95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C271F43"/>
    <w:multiLevelType w:val="hybridMultilevel"/>
    <w:tmpl w:val="3646722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10"/>
  </w:num>
  <w:num w:numId="2" w16cid:durableId="272906003">
    <w:abstractNumId w:val="6"/>
  </w:num>
  <w:num w:numId="3" w16cid:durableId="1257903489">
    <w:abstractNumId w:val="4"/>
  </w:num>
  <w:num w:numId="4" w16cid:durableId="2108035108">
    <w:abstractNumId w:val="19"/>
  </w:num>
  <w:num w:numId="5" w16cid:durableId="1579290143">
    <w:abstractNumId w:val="21"/>
  </w:num>
  <w:num w:numId="6" w16cid:durableId="1609969353">
    <w:abstractNumId w:val="18"/>
  </w:num>
  <w:num w:numId="7" w16cid:durableId="169102384">
    <w:abstractNumId w:val="17"/>
  </w:num>
  <w:num w:numId="8" w16cid:durableId="1849326077">
    <w:abstractNumId w:val="9"/>
  </w:num>
  <w:num w:numId="9" w16cid:durableId="706180830">
    <w:abstractNumId w:val="12"/>
  </w:num>
  <w:num w:numId="10" w16cid:durableId="612519124">
    <w:abstractNumId w:val="22"/>
  </w:num>
  <w:num w:numId="11" w16cid:durableId="1834031096">
    <w:abstractNumId w:val="20"/>
  </w:num>
  <w:num w:numId="12" w16cid:durableId="1035542164">
    <w:abstractNumId w:val="7"/>
  </w:num>
  <w:num w:numId="13" w16cid:durableId="2057310269">
    <w:abstractNumId w:val="0"/>
  </w:num>
  <w:num w:numId="14" w16cid:durableId="771976355">
    <w:abstractNumId w:val="2"/>
  </w:num>
  <w:num w:numId="15" w16cid:durableId="494683762">
    <w:abstractNumId w:val="11"/>
  </w:num>
  <w:num w:numId="16" w16cid:durableId="1121535434">
    <w:abstractNumId w:val="8"/>
  </w:num>
  <w:num w:numId="17" w16cid:durableId="1355885166">
    <w:abstractNumId w:val="1"/>
  </w:num>
  <w:num w:numId="18" w16cid:durableId="234556717">
    <w:abstractNumId w:val="16"/>
  </w:num>
  <w:num w:numId="19" w16cid:durableId="1417894532">
    <w:abstractNumId w:val="14"/>
  </w:num>
  <w:num w:numId="20" w16cid:durableId="925579828">
    <w:abstractNumId w:val="15"/>
  </w:num>
  <w:num w:numId="21" w16cid:durableId="1591425596">
    <w:abstractNumId w:val="13"/>
  </w:num>
  <w:num w:numId="22" w16cid:durableId="1248811205">
    <w:abstractNumId w:val="5"/>
  </w:num>
  <w:num w:numId="23" w16cid:durableId="12321545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033D"/>
    <w:rsid w:val="00001F97"/>
    <w:rsid w:val="000124C0"/>
    <w:rsid w:val="00020D66"/>
    <w:rsid w:val="000439D0"/>
    <w:rsid w:val="00043B56"/>
    <w:rsid w:val="0004771F"/>
    <w:rsid w:val="00054D51"/>
    <w:rsid w:val="000555F6"/>
    <w:rsid w:val="00055EA7"/>
    <w:rsid w:val="0006384B"/>
    <w:rsid w:val="00066679"/>
    <w:rsid w:val="00066D26"/>
    <w:rsid w:val="00084DC6"/>
    <w:rsid w:val="000A5743"/>
    <w:rsid w:val="000B7461"/>
    <w:rsid w:val="000C7A8B"/>
    <w:rsid w:val="000E13F9"/>
    <w:rsid w:val="000E504A"/>
    <w:rsid w:val="000F1C6A"/>
    <w:rsid w:val="000F2E09"/>
    <w:rsid w:val="00104901"/>
    <w:rsid w:val="00104E3A"/>
    <w:rsid w:val="00112F9D"/>
    <w:rsid w:val="00116590"/>
    <w:rsid w:val="001212E2"/>
    <w:rsid w:val="001228CB"/>
    <w:rsid w:val="00127C21"/>
    <w:rsid w:val="00130D91"/>
    <w:rsid w:val="00143339"/>
    <w:rsid w:val="00144067"/>
    <w:rsid w:val="001769BD"/>
    <w:rsid w:val="00184DC6"/>
    <w:rsid w:val="00186202"/>
    <w:rsid w:val="001A141A"/>
    <w:rsid w:val="001A1C0F"/>
    <w:rsid w:val="001A628F"/>
    <w:rsid w:val="001A6860"/>
    <w:rsid w:val="001C6DA8"/>
    <w:rsid w:val="001F54B4"/>
    <w:rsid w:val="00201367"/>
    <w:rsid w:val="00203F44"/>
    <w:rsid w:val="00205C76"/>
    <w:rsid w:val="00211695"/>
    <w:rsid w:val="00223549"/>
    <w:rsid w:val="00226595"/>
    <w:rsid w:val="002420F8"/>
    <w:rsid w:val="00250EF4"/>
    <w:rsid w:val="002612DD"/>
    <w:rsid w:val="00262670"/>
    <w:rsid w:val="00274428"/>
    <w:rsid w:val="002755BB"/>
    <w:rsid w:val="0027725D"/>
    <w:rsid w:val="00281ABE"/>
    <w:rsid w:val="00286814"/>
    <w:rsid w:val="00291275"/>
    <w:rsid w:val="00296685"/>
    <w:rsid w:val="002B385A"/>
    <w:rsid w:val="002B39BC"/>
    <w:rsid w:val="002C4A4B"/>
    <w:rsid w:val="002D5E3D"/>
    <w:rsid w:val="002E065B"/>
    <w:rsid w:val="002F268F"/>
    <w:rsid w:val="00301C1D"/>
    <w:rsid w:val="0030555E"/>
    <w:rsid w:val="003210AB"/>
    <w:rsid w:val="00323362"/>
    <w:rsid w:val="003269AD"/>
    <w:rsid w:val="00335259"/>
    <w:rsid w:val="00341FCC"/>
    <w:rsid w:val="00342FAB"/>
    <w:rsid w:val="003521E3"/>
    <w:rsid w:val="00382D09"/>
    <w:rsid w:val="003958CD"/>
    <w:rsid w:val="00397870"/>
    <w:rsid w:val="00397DBE"/>
    <w:rsid w:val="003B37F1"/>
    <w:rsid w:val="003C28ED"/>
    <w:rsid w:val="003C6D62"/>
    <w:rsid w:val="003D0541"/>
    <w:rsid w:val="003D75D2"/>
    <w:rsid w:val="0040361B"/>
    <w:rsid w:val="00406BA1"/>
    <w:rsid w:val="00410889"/>
    <w:rsid w:val="00412703"/>
    <w:rsid w:val="00414587"/>
    <w:rsid w:val="004236AE"/>
    <w:rsid w:val="00424A44"/>
    <w:rsid w:val="00425A77"/>
    <w:rsid w:val="00434028"/>
    <w:rsid w:val="00440BD7"/>
    <w:rsid w:val="00443CC7"/>
    <w:rsid w:val="0044536E"/>
    <w:rsid w:val="0045153B"/>
    <w:rsid w:val="00480F66"/>
    <w:rsid w:val="0048129D"/>
    <w:rsid w:val="00494038"/>
    <w:rsid w:val="0049564B"/>
    <w:rsid w:val="004D077A"/>
    <w:rsid w:val="004F3950"/>
    <w:rsid w:val="00505FC6"/>
    <w:rsid w:val="005076B8"/>
    <w:rsid w:val="00517CA8"/>
    <w:rsid w:val="005367EA"/>
    <w:rsid w:val="00541C9F"/>
    <w:rsid w:val="00541D2D"/>
    <w:rsid w:val="0054268D"/>
    <w:rsid w:val="00544A5D"/>
    <w:rsid w:val="00570608"/>
    <w:rsid w:val="00590A01"/>
    <w:rsid w:val="005959BA"/>
    <w:rsid w:val="00596BD7"/>
    <w:rsid w:val="005B1E3F"/>
    <w:rsid w:val="005D5740"/>
    <w:rsid w:val="005F3691"/>
    <w:rsid w:val="005F405E"/>
    <w:rsid w:val="005F731C"/>
    <w:rsid w:val="00602BC2"/>
    <w:rsid w:val="006149B1"/>
    <w:rsid w:val="00615CFE"/>
    <w:rsid w:val="0062122D"/>
    <w:rsid w:val="00621B2C"/>
    <w:rsid w:val="006224C1"/>
    <w:rsid w:val="0062611F"/>
    <w:rsid w:val="00632CB7"/>
    <w:rsid w:val="00637C66"/>
    <w:rsid w:val="0064485A"/>
    <w:rsid w:val="006459AE"/>
    <w:rsid w:val="00647EEB"/>
    <w:rsid w:val="00652ED3"/>
    <w:rsid w:val="0065656A"/>
    <w:rsid w:val="00667375"/>
    <w:rsid w:val="00671A46"/>
    <w:rsid w:val="0067279F"/>
    <w:rsid w:val="00682D60"/>
    <w:rsid w:val="00692B21"/>
    <w:rsid w:val="006A0235"/>
    <w:rsid w:val="006A03AD"/>
    <w:rsid w:val="006A5554"/>
    <w:rsid w:val="006A5B2E"/>
    <w:rsid w:val="006B00FC"/>
    <w:rsid w:val="006B518F"/>
    <w:rsid w:val="006B74C2"/>
    <w:rsid w:val="006C5F2C"/>
    <w:rsid w:val="006C6E43"/>
    <w:rsid w:val="006F705F"/>
    <w:rsid w:val="00722E71"/>
    <w:rsid w:val="00727EB9"/>
    <w:rsid w:val="0073279A"/>
    <w:rsid w:val="0073768B"/>
    <w:rsid w:val="00744401"/>
    <w:rsid w:val="00745C3E"/>
    <w:rsid w:val="007505A1"/>
    <w:rsid w:val="0076173D"/>
    <w:rsid w:val="00770091"/>
    <w:rsid w:val="0077063E"/>
    <w:rsid w:val="007720B9"/>
    <w:rsid w:val="00773199"/>
    <w:rsid w:val="0077444D"/>
    <w:rsid w:val="0078472A"/>
    <w:rsid w:val="0078514D"/>
    <w:rsid w:val="00790174"/>
    <w:rsid w:val="007931F3"/>
    <w:rsid w:val="007C2D33"/>
    <w:rsid w:val="007D18D5"/>
    <w:rsid w:val="007D5EBC"/>
    <w:rsid w:val="007E12C8"/>
    <w:rsid w:val="007E79B5"/>
    <w:rsid w:val="007F3839"/>
    <w:rsid w:val="007F744B"/>
    <w:rsid w:val="00801DF5"/>
    <w:rsid w:val="00802E66"/>
    <w:rsid w:val="008047D3"/>
    <w:rsid w:val="008106B4"/>
    <w:rsid w:val="00815741"/>
    <w:rsid w:val="00822903"/>
    <w:rsid w:val="00826077"/>
    <w:rsid w:val="008268E2"/>
    <w:rsid w:val="00834F0B"/>
    <w:rsid w:val="00865101"/>
    <w:rsid w:val="008654EC"/>
    <w:rsid w:val="00866D24"/>
    <w:rsid w:val="00870E2C"/>
    <w:rsid w:val="008752AF"/>
    <w:rsid w:val="00886DDF"/>
    <w:rsid w:val="0089235E"/>
    <w:rsid w:val="008939B0"/>
    <w:rsid w:val="008A110C"/>
    <w:rsid w:val="008A2B06"/>
    <w:rsid w:val="008C7473"/>
    <w:rsid w:val="008D2AB6"/>
    <w:rsid w:val="008D3852"/>
    <w:rsid w:val="008D538B"/>
    <w:rsid w:val="008E7254"/>
    <w:rsid w:val="008F7553"/>
    <w:rsid w:val="00906570"/>
    <w:rsid w:val="0092117C"/>
    <w:rsid w:val="0092169A"/>
    <w:rsid w:val="00942AA1"/>
    <w:rsid w:val="00947186"/>
    <w:rsid w:val="00955D6F"/>
    <w:rsid w:val="00962F3A"/>
    <w:rsid w:val="009749F6"/>
    <w:rsid w:val="0099531C"/>
    <w:rsid w:val="009969C0"/>
    <w:rsid w:val="009A177A"/>
    <w:rsid w:val="009B24E9"/>
    <w:rsid w:val="009B4459"/>
    <w:rsid w:val="009D4B4D"/>
    <w:rsid w:val="009E4124"/>
    <w:rsid w:val="009F30CA"/>
    <w:rsid w:val="009F740D"/>
    <w:rsid w:val="00A03B32"/>
    <w:rsid w:val="00A11A26"/>
    <w:rsid w:val="00A122C8"/>
    <w:rsid w:val="00A15940"/>
    <w:rsid w:val="00A15E56"/>
    <w:rsid w:val="00A32F89"/>
    <w:rsid w:val="00A54153"/>
    <w:rsid w:val="00A61614"/>
    <w:rsid w:val="00A64F9A"/>
    <w:rsid w:val="00A6517C"/>
    <w:rsid w:val="00A70E94"/>
    <w:rsid w:val="00A72DB9"/>
    <w:rsid w:val="00A74BE2"/>
    <w:rsid w:val="00A86120"/>
    <w:rsid w:val="00AA7958"/>
    <w:rsid w:val="00AC3409"/>
    <w:rsid w:val="00AC41EA"/>
    <w:rsid w:val="00AC78FF"/>
    <w:rsid w:val="00AF0690"/>
    <w:rsid w:val="00B0026D"/>
    <w:rsid w:val="00B06F48"/>
    <w:rsid w:val="00B11A9D"/>
    <w:rsid w:val="00B14E5B"/>
    <w:rsid w:val="00B22AFA"/>
    <w:rsid w:val="00B23D32"/>
    <w:rsid w:val="00B31143"/>
    <w:rsid w:val="00B343C2"/>
    <w:rsid w:val="00B36680"/>
    <w:rsid w:val="00B416CA"/>
    <w:rsid w:val="00B41B66"/>
    <w:rsid w:val="00B44E07"/>
    <w:rsid w:val="00B639C7"/>
    <w:rsid w:val="00B84C2A"/>
    <w:rsid w:val="00B91F65"/>
    <w:rsid w:val="00B9237F"/>
    <w:rsid w:val="00BA0391"/>
    <w:rsid w:val="00BC4FB8"/>
    <w:rsid w:val="00BE044A"/>
    <w:rsid w:val="00BE210B"/>
    <w:rsid w:val="00BF08D2"/>
    <w:rsid w:val="00BF4EF7"/>
    <w:rsid w:val="00C06EC0"/>
    <w:rsid w:val="00C24B15"/>
    <w:rsid w:val="00C264F2"/>
    <w:rsid w:val="00C3274A"/>
    <w:rsid w:val="00C345FD"/>
    <w:rsid w:val="00C41E1D"/>
    <w:rsid w:val="00C436EC"/>
    <w:rsid w:val="00C454ED"/>
    <w:rsid w:val="00C4718F"/>
    <w:rsid w:val="00C642BB"/>
    <w:rsid w:val="00C644E8"/>
    <w:rsid w:val="00C66760"/>
    <w:rsid w:val="00C72135"/>
    <w:rsid w:val="00C73FC3"/>
    <w:rsid w:val="00C7462E"/>
    <w:rsid w:val="00C76A4E"/>
    <w:rsid w:val="00C805C2"/>
    <w:rsid w:val="00C94911"/>
    <w:rsid w:val="00C95788"/>
    <w:rsid w:val="00C971A2"/>
    <w:rsid w:val="00CA207F"/>
    <w:rsid w:val="00CA5F14"/>
    <w:rsid w:val="00CB693F"/>
    <w:rsid w:val="00CC5D16"/>
    <w:rsid w:val="00CD0676"/>
    <w:rsid w:val="00CF25AC"/>
    <w:rsid w:val="00CF4E22"/>
    <w:rsid w:val="00CF7D4E"/>
    <w:rsid w:val="00D0504F"/>
    <w:rsid w:val="00D15EE8"/>
    <w:rsid w:val="00D27F25"/>
    <w:rsid w:val="00D440A1"/>
    <w:rsid w:val="00D46F77"/>
    <w:rsid w:val="00D54AED"/>
    <w:rsid w:val="00D550C5"/>
    <w:rsid w:val="00D56FC8"/>
    <w:rsid w:val="00D73232"/>
    <w:rsid w:val="00D73DE2"/>
    <w:rsid w:val="00D75CFD"/>
    <w:rsid w:val="00D802C1"/>
    <w:rsid w:val="00D81548"/>
    <w:rsid w:val="00D93AA6"/>
    <w:rsid w:val="00D943A5"/>
    <w:rsid w:val="00D95479"/>
    <w:rsid w:val="00DC3B3B"/>
    <w:rsid w:val="00DC3E6F"/>
    <w:rsid w:val="00DD0A4D"/>
    <w:rsid w:val="00DE6B2E"/>
    <w:rsid w:val="00DE6E55"/>
    <w:rsid w:val="00DF1DA5"/>
    <w:rsid w:val="00DF533A"/>
    <w:rsid w:val="00E03330"/>
    <w:rsid w:val="00E04780"/>
    <w:rsid w:val="00E11F8E"/>
    <w:rsid w:val="00E24760"/>
    <w:rsid w:val="00E359C1"/>
    <w:rsid w:val="00E42708"/>
    <w:rsid w:val="00E44F48"/>
    <w:rsid w:val="00E45053"/>
    <w:rsid w:val="00E47880"/>
    <w:rsid w:val="00E5028F"/>
    <w:rsid w:val="00E53CCA"/>
    <w:rsid w:val="00E63191"/>
    <w:rsid w:val="00E74A09"/>
    <w:rsid w:val="00E8314B"/>
    <w:rsid w:val="00E8459A"/>
    <w:rsid w:val="00EB0564"/>
    <w:rsid w:val="00EB5118"/>
    <w:rsid w:val="00ED138B"/>
    <w:rsid w:val="00ED5E43"/>
    <w:rsid w:val="00ED5ED8"/>
    <w:rsid w:val="00EE2FF7"/>
    <w:rsid w:val="00F02752"/>
    <w:rsid w:val="00F06115"/>
    <w:rsid w:val="00F12F4E"/>
    <w:rsid w:val="00F21222"/>
    <w:rsid w:val="00F303EB"/>
    <w:rsid w:val="00F31A79"/>
    <w:rsid w:val="00F4066E"/>
    <w:rsid w:val="00F46CF3"/>
    <w:rsid w:val="00F634E2"/>
    <w:rsid w:val="00F75D9A"/>
    <w:rsid w:val="00F85C9A"/>
    <w:rsid w:val="00F86879"/>
    <w:rsid w:val="00F9203C"/>
    <w:rsid w:val="00F95BD0"/>
    <w:rsid w:val="00F95E8E"/>
    <w:rsid w:val="00F9767C"/>
    <w:rsid w:val="00FA3EFD"/>
    <w:rsid w:val="00FA7A23"/>
    <w:rsid w:val="00FB3889"/>
    <w:rsid w:val="00FC684E"/>
    <w:rsid w:val="00FF7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992&amp;utm_source=template-word&amp;utm_medium=content&amp;utm_campaign=SWOT+Analysis-word-11992&amp;lpa=SWOT+Analysis+word+1199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Words>
  <Characters>509</Characters>
  <Application>Microsoft Office Word</Application>
  <DocSecurity>0</DocSecurity>
  <Lines>4</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Brittany Johnston</cp:lastModifiedBy>
  <cp:revision>3</cp:revision>
  <cp:lastPrinted>2019-01-22T01:48:00Z</cp:lastPrinted>
  <dcterms:created xsi:type="dcterms:W3CDTF">2024-03-30T01:17:00Z</dcterms:created>
  <dcterms:modified xsi:type="dcterms:W3CDTF">2024-04-24T19:37:00Z</dcterms:modified>
</cp:coreProperties>
</file>